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D9355C9" w14:textId="00EC135D" w:rsidR="0090681A" w:rsidRPr="004C6EC0" w:rsidRDefault="0090681A" w:rsidP="004C6EC0">
      <w:pPr>
        <w:pStyle w:val="logo"/>
      </w:pPr>
      <w:r w:rsidRPr="004C6EC0">
        <w:rPr>
          <w:noProof/>
          <w:lang w:val="en-GB" w:eastAsia="en-GB"/>
        </w:rPr>
        <w:drawing>
          <wp:inline distT="0" distB="0" distL="0" distR="0" wp14:anchorId="3453FEF6" wp14:editId="18E86F89">
            <wp:extent cx="1079640" cy="1019660"/>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1079640" cy="1019660"/>
                    </a:xfrm>
                    <a:prstGeom prst="rect">
                      <a:avLst/>
                    </a:prstGeom>
                  </pic:spPr>
                </pic:pic>
              </a:graphicData>
            </a:graphic>
          </wp:inline>
        </w:drawing>
      </w:r>
    </w:p>
    <w:p w14:paraId="584EE672" w14:textId="78FD1DF5" w:rsidR="0090681A" w:rsidRPr="004F51DD" w:rsidRDefault="0090681A" w:rsidP="004F51DD">
      <w:pPr>
        <w:pStyle w:val="Title"/>
      </w:pPr>
      <w:r w:rsidRPr="00021DEE">
        <w:t>Investigating</w:t>
      </w:r>
      <w:r w:rsidRPr="004F51DD">
        <w:t xml:space="preserve"> the </w:t>
      </w:r>
      <w:proofErr w:type="spellStart"/>
      <w:r w:rsidRPr="004F51DD">
        <w:t>maths</w:t>
      </w:r>
      <w:proofErr w:type="spellEnd"/>
      <w:r w:rsidRPr="004F51DD">
        <w:t xml:space="preserve"> inside:</w:t>
      </w:r>
    </w:p>
    <w:p w14:paraId="65EB88DD" w14:textId="77777777" w:rsidR="0090681A" w:rsidRDefault="0090681A" w:rsidP="004F51DD">
      <w:pPr>
        <w:pStyle w:val="Title"/>
      </w:pPr>
      <w:r>
        <w:t>Bees with backpacks</w:t>
      </w:r>
    </w:p>
    <w:p w14:paraId="67792714" w14:textId="41F15BAE" w:rsidR="007411E3" w:rsidRPr="00021DEE" w:rsidRDefault="00B51484" w:rsidP="006326F9">
      <w:pPr>
        <w:pStyle w:val="Subtitle"/>
      </w:pPr>
      <w:r>
        <w:t>Information for teachers</w:t>
      </w:r>
      <w:r w:rsidR="00282325">
        <w:t xml:space="preserve"> </w:t>
      </w:r>
    </w:p>
    <w:p w14:paraId="2DDD071A" w14:textId="77777777" w:rsidR="007411E3" w:rsidRPr="00021DEE" w:rsidRDefault="007411E3" w:rsidP="00021DEE">
      <w:pPr>
        <w:pStyle w:val="Coverpicture"/>
      </w:pPr>
      <w:r w:rsidRPr="00021DEE">
        <w:rPr>
          <w:lang w:val="en-GB" w:eastAsia="en-GB"/>
        </w:rPr>
        <w:drawing>
          <wp:inline distT="0" distB="0" distL="0" distR="0" wp14:anchorId="6C48DD8B" wp14:editId="42680951">
            <wp:extent cx="4217035" cy="3228340"/>
            <wp:effectExtent l="0" t="0" r="0" b="0"/>
            <wp:docPr id="1" name="Picture 1" descr="../../../../Desktop/Screen%20Shot%202016-07-12%20at%203.11.07%20P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ktop/Screen%20Shot%202016-07-12%20at%203.11.07%20PM"/>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217035" cy="3228340"/>
                    </a:xfrm>
                    <a:prstGeom prst="rect">
                      <a:avLst/>
                    </a:prstGeom>
                    <a:noFill/>
                    <a:ln>
                      <a:noFill/>
                    </a:ln>
                  </pic:spPr>
                </pic:pic>
              </a:graphicData>
            </a:graphic>
          </wp:inline>
        </w:drawing>
      </w:r>
    </w:p>
    <w:p w14:paraId="7EFDCAFF" w14:textId="00ED6658" w:rsidR="00282325" w:rsidRPr="00D33842" w:rsidRDefault="00282325" w:rsidP="00B51484">
      <w:pPr>
        <w:spacing w:after="160"/>
        <w:rPr>
          <w:sz w:val="24"/>
          <w:szCs w:val="24"/>
        </w:rPr>
      </w:pPr>
      <w:proofErr w:type="spellStart"/>
      <w:r w:rsidRPr="00D33842">
        <w:rPr>
          <w:sz w:val="24"/>
          <w:szCs w:val="24"/>
        </w:rPr>
        <w:t>Maths</w:t>
      </w:r>
      <w:proofErr w:type="spellEnd"/>
      <w:r w:rsidRPr="00D33842">
        <w:rPr>
          <w:sz w:val="24"/>
          <w:szCs w:val="24"/>
        </w:rPr>
        <w:t xml:space="preserve"> Inside is a project funded by the Commonwealth Department of Education and Training under the Australian </w:t>
      </w:r>
      <w:proofErr w:type="spellStart"/>
      <w:r w:rsidRPr="00D33842">
        <w:rPr>
          <w:sz w:val="24"/>
          <w:szCs w:val="24"/>
        </w:rPr>
        <w:t>Maths</w:t>
      </w:r>
      <w:proofErr w:type="spellEnd"/>
      <w:r w:rsidRPr="00D33842">
        <w:rPr>
          <w:sz w:val="24"/>
          <w:szCs w:val="24"/>
        </w:rPr>
        <w:t xml:space="preserve"> and Science partnership </w:t>
      </w:r>
      <w:proofErr w:type="spellStart"/>
      <w:r w:rsidRPr="00D33842">
        <w:rPr>
          <w:sz w:val="24"/>
          <w:szCs w:val="24"/>
        </w:rPr>
        <w:t>Programme</w:t>
      </w:r>
      <w:proofErr w:type="spellEnd"/>
      <w:r w:rsidRPr="00D33842">
        <w:rPr>
          <w:sz w:val="24"/>
          <w:szCs w:val="24"/>
        </w:rPr>
        <w:t>.</w:t>
      </w:r>
    </w:p>
    <w:p w14:paraId="696190D2" w14:textId="77777777" w:rsidR="00282325" w:rsidRPr="00D33842" w:rsidRDefault="00282325" w:rsidP="00282325">
      <w:pPr>
        <w:rPr>
          <w:sz w:val="24"/>
          <w:szCs w:val="24"/>
        </w:rPr>
      </w:pPr>
      <w:r w:rsidRPr="00D33842">
        <w:rPr>
          <w:sz w:val="24"/>
          <w:szCs w:val="24"/>
        </w:rPr>
        <w:t xml:space="preserve">The aim of </w:t>
      </w:r>
      <w:proofErr w:type="spellStart"/>
      <w:r w:rsidRPr="00D33842">
        <w:rPr>
          <w:sz w:val="24"/>
          <w:szCs w:val="24"/>
        </w:rPr>
        <w:t>Maths</w:t>
      </w:r>
      <w:proofErr w:type="spellEnd"/>
      <w:r w:rsidRPr="00D33842">
        <w:rPr>
          <w:sz w:val="24"/>
          <w:szCs w:val="24"/>
        </w:rPr>
        <w:t xml:space="preserve"> Inside is to increase engagement of students in mathematics by using rich tasks that show the ways mathematics is used in real world applications.</w:t>
      </w:r>
    </w:p>
    <w:p w14:paraId="63241D02" w14:textId="77777777" w:rsidR="00B51484" w:rsidRDefault="00B51484">
      <w:pPr>
        <w:spacing w:after="160"/>
        <w:rPr>
          <w:rFonts w:asciiTheme="majorHAnsi" w:eastAsiaTheme="majorEastAsia" w:hAnsiTheme="majorHAnsi" w:cstheme="majorBidi"/>
          <w:b/>
          <w:i/>
          <w:sz w:val="32"/>
        </w:rPr>
      </w:pPr>
      <w:r>
        <w:br w:type="page"/>
      </w:r>
    </w:p>
    <w:p w14:paraId="47F0DC5D" w14:textId="0200C71A" w:rsidR="00282325" w:rsidRPr="006326F9" w:rsidRDefault="00B51484" w:rsidP="006326F9">
      <w:pPr>
        <w:pStyle w:val="Heading1"/>
      </w:pPr>
      <w:r w:rsidRPr="006326F9">
        <w:lastRenderedPageBreak/>
        <w:t>About this module</w:t>
      </w:r>
    </w:p>
    <w:p w14:paraId="5C028FCA" w14:textId="77777777" w:rsidR="006326F9" w:rsidRPr="006326F9" w:rsidRDefault="006326F9" w:rsidP="006326F9">
      <w:pPr>
        <w:rPr>
          <w:b/>
        </w:rPr>
      </w:pPr>
      <w:r w:rsidRPr="006326F9">
        <w:rPr>
          <w:b/>
        </w:rPr>
        <w:t>This resource was developed by</w:t>
      </w:r>
    </w:p>
    <w:p w14:paraId="69532029" w14:textId="77777777" w:rsidR="006326F9" w:rsidRPr="00B51484" w:rsidRDefault="006326F9" w:rsidP="006326F9">
      <w:r w:rsidRPr="00B51484">
        <w:t>David Andrew</w:t>
      </w:r>
    </w:p>
    <w:p w14:paraId="3505A554" w14:textId="77777777" w:rsidR="006326F9" w:rsidRPr="00B51484" w:rsidRDefault="006326F9" w:rsidP="006326F9">
      <w:r w:rsidRPr="00B51484">
        <w:t xml:space="preserve">Stuart Palmer </w:t>
      </w:r>
    </w:p>
    <w:p w14:paraId="1710F8D2" w14:textId="77777777" w:rsidR="006326F9" w:rsidRDefault="006326F9" w:rsidP="006326F9"/>
    <w:p w14:paraId="34A45897" w14:textId="77777777" w:rsidR="006326F9" w:rsidRPr="006326F9" w:rsidRDefault="006326F9" w:rsidP="006326F9">
      <w:pPr>
        <w:rPr>
          <w:b/>
        </w:rPr>
      </w:pPr>
      <w:r w:rsidRPr="006326F9">
        <w:rPr>
          <w:b/>
        </w:rPr>
        <w:t>UTS project team</w:t>
      </w:r>
    </w:p>
    <w:p w14:paraId="1FE760DD" w14:textId="77777777" w:rsidR="006326F9" w:rsidRPr="00B51484" w:rsidRDefault="006326F9" w:rsidP="006326F9">
      <w:proofErr w:type="spellStart"/>
      <w:r w:rsidRPr="00B51484">
        <w:t>Dr</w:t>
      </w:r>
      <w:proofErr w:type="spellEnd"/>
      <w:r w:rsidRPr="00B51484">
        <w:t xml:space="preserve"> Marco </w:t>
      </w:r>
      <w:proofErr w:type="spellStart"/>
      <w:r w:rsidRPr="00B51484">
        <w:t>Angelini</w:t>
      </w:r>
      <w:proofErr w:type="spellEnd"/>
      <w:r w:rsidRPr="00B51484">
        <w:t xml:space="preserve"> (Project Manager)</w:t>
      </w:r>
    </w:p>
    <w:p w14:paraId="0A7BC71E" w14:textId="77777777" w:rsidR="006326F9" w:rsidRPr="00B51484" w:rsidRDefault="006326F9" w:rsidP="006326F9">
      <w:proofErr w:type="spellStart"/>
      <w:r w:rsidRPr="00B51484">
        <w:t>Dr</w:t>
      </w:r>
      <w:proofErr w:type="spellEnd"/>
      <w:r w:rsidRPr="00B51484">
        <w:t xml:space="preserve"> Mary </w:t>
      </w:r>
      <w:proofErr w:type="spellStart"/>
      <w:r w:rsidRPr="00B51484">
        <w:t>Coupland</w:t>
      </w:r>
      <w:proofErr w:type="spellEnd"/>
      <w:r w:rsidRPr="00B51484">
        <w:t xml:space="preserve"> (Project Director)</w:t>
      </w:r>
    </w:p>
    <w:p w14:paraId="499292A7" w14:textId="77777777" w:rsidR="006326F9" w:rsidRPr="00B51484" w:rsidRDefault="006326F9" w:rsidP="006326F9">
      <w:proofErr w:type="spellStart"/>
      <w:r w:rsidRPr="00B51484">
        <w:t>Dr</w:t>
      </w:r>
      <w:proofErr w:type="spellEnd"/>
      <w:r w:rsidRPr="00B51484">
        <w:t xml:space="preserve"> Anne Prescott (Project Director)</w:t>
      </w:r>
    </w:p>
    <w:p w14:paraId="02218BF3" w14:textId="77777777" w:rsidR="006326F9" w:rsidRDefault="006326F9" w:rsidP="00B51484"/>
    <w:p w14:paraId="7E42B279" w14:textId="77777777" w:rsidR="00282325" w:rsidRPr="00B51484" w:rsidRDefault="00282325" w:rsidP="00B51484">
      <w:r w:rsidRPr="00B51484">
        <w:t>This module consists of the video “Bees with Backpacks” and the following activities:</w:t>
      </w:r>
    </w:p>
    <w:p w14:paraId="5FC5D23A" w14:textId="0FCE13EC" w:rsidR="00282325" w:rsidRPr="00B51484" w:rsidRDefault="00282325" w:rsidP="00067BDF">
      <w:pPr>
        <w:tabs>
          <w:tab w:val="left" w:pos="1704"/>
          <w:tab w:val="left" w:pos="4260"/>
        </w:tabs>
      </w:pPr>
      <w:r w:rsidRPr="00B51484">
        <w:t>Activity 1</w:t>
      </w:r>
      <w:r w:rsidR="00067BDF">
        <w:tab/>
      </w:r>
      <w:r w:rsidRPr="00B51484">
        <w:t xml:space="preserve">Making beehives </w:t>
      </w:r>
      <w:r w:rsidR="00D712C7">
        <w:tab/>
      </w:r>
      <w:r w:rsidR="00401533">
        <w:t>Years 7</w:t>
      </w:r>
      <w:r w:rsidR="00067BDF">
        <w:t>–9</w:t>
      </w:r>
    </w:p>
    <w:p w14:paraId="431EE817" w14:textId="016E97A4" w:rsidR="00282325" w:rsidRPr="00B51484" w:rsidRDefault="00282325" w:rsidP="00067BDF">
      <w:pPr>
        <w:tabs>
          <w:tab w:val="left" w:pos="1704"/>
          <w:tab w:val="left" w:pos="4260"/>
        </w:tabs>
      </w:pPr>
      <w:r w:rsidRPr="00B51484">
        <w:t>Activity 2</w:t>
      </w:r>
      <w:r w:rsidR="00067BDF">
        <w:tab/>
      </w:r>
      <w:r w:rsidRPr="00B51484">
        <w:t>Dancing with bees</w:t>
      </w:r>
      <w:r w:rsidR="007D1ACB">
        <w:tab/>
      </w:r>
      <w:r w:rsidR="00401533">
        <w:t>Years 7</w:t>
      </w:r>
      <w:r w:rsidR="00067BDF">
        <w:t>–10</w:t>
      </w:r>
    </w:p>
    <w:p w14:paraId="13BA9F36" w14:textId="6D6807C8" w:rsidR="00282325" w:rsidRDefault="00282325" w:rsidP="00067BDF">
      <w:pPr>
        <w:tabs>
          <w:tab w:val="left" w:pos="1704"/>
          <w:tab w:val="left" w:pos="4260"/>
        </w:tabs>
      </w:pPr>
      <w:r w:rsidRPr="00B51484">
        <w:t>Activity 3</w:t>
      </w:r>
      <w:r w:rsidR="00067BDF">
        <w:tab/>
      </w:r>
      <w:r w:rsidR="00173819">
        <w:t>Counting bees</w:t>
      </w:r>
      <w:r w:rsidR="00173819">
        <w:tab/>
      </w:r>
      <w:r w:rsidR="00067BDF">
        <w:t>Years 7–9</w:t>
      </w:r>
    </w:p>
    <w:p w14:paraId="16374940" w14:textId="4EC74CBA" w:rsidR="00BE3C69" w:rsidRDefault="00BE3C69" w:rsidP="00067BDF">
      <w:pPr>
        <w:tabs>
          <w:tab w:val="left" w:pos="1704"/>
          <w:tab w:val="left" w:pos="4260"/>
        </w:tabs>
      </w:pPr>
      <w:r>
        <w:t>Activity 4</w:t>
      </w:r>
      <w:r w:rsidR="00067BDF">
        <w:tab/>
        <w:t>Clever bees</w:t>
      </w:r>
      <w:r w:rsidR="00067BDF">
        <w:tab/>
        <w:t>Year 11 General</w:t>
      </w:r>
    </w:p>
    <w:p w14:paraId="1CBF4724" w14:textId="5691D08C" w:rsidR="00661E07" w:rsidRDefault="00661E07" w:rsidP="00067BDF">
      <w:pPr>
        <w:tabs>
          <w:tab w:val="left" w:pos="1704"/>
          <w:tab w:val="left" w:pos="4260"/>
        </w:tabs>
      </w:pPr>
      <w:r>
        <w:t>Activity 5</w:t>
      </w:r>
      <w:r w:rsidR="00067BDF">
        <w:tab/>
      </w:r>
      <w:r>
        <w:t>Bee food</w:t>
      </w:r>
      <w:r w:rsidR="00067BDF">
        <w:tab/>
        <w:t>Years 7–8</w:t>
      </w:r>
    </w:p>
    <w:p w14:paraId="3C278308" w14:textId="572A60BD" w:rsidR="002332B7" w:rsidRPr="00B51484" w:rsidRDefault="002332B7" w:rsidP="00067BDF">
      <w:pPr>
        <w:tabs>
          <w:tab w:val="left" w:pos="1704"/>
          <w:tab w:val="left" w:pos="4260"/>
        </w:tabs>
      </w:pPr>
      <w:r>
        <w:t>Activity 6</w:t>
      </w:r>
      <w:r w:rsidR="00067BDF">
        <w:tab/>
      </w:r>
      <w:r>
        <w:t>Bee patterns</w:t>
      </w:r>
      <w:r>
        <w:tab/>
      </w:r>
      <w:r w:rsidR="00067BDF">
        <w:t>Years 7–9</w:t>
      </w:r>
    </w:p>
    <w:p w14:paraId="41238C17" w14:textId="77777777" w:rsidR="004E45C1" w:rsidRDefault="004E45C1" w:rsidP="004E45C1">
      <w:pPr>
        <w:pStyle w:val="Heading1"/>
      </w:pPr>
      <w:r>
        <w:t>Feedback</w:t>
      </w:r>
    </w:p>
    <w:p w14:paraId="0BC2341D" w14:textId="77777777" w:rsidR="004E45C1" w:rsidRPr="00C33A9C" w:rsidRDefault="004E45C1" w:rsidP="004E45C1">
      <w:pPr>
        <w:rPr>
          <w:lang w:val="en-GB"/>
        </w:rPr>
      </w:pPr>
      <w:r w:rsidRPr="00C33A9C">
        <w:rPr>
          <w:lang w:val="en-GB"/>
        </w:rPr>
        <w:t xml:space="preserve">Feedback from teachers about these classroom activities would be appreciated. Please </w:t>
      </w:r>
      <w:r>
        <w:rPr>
          <w:lang w:val="en-GB"/>
        </w:rPr>
        <w:t>complete</w:t>
      </w:r>
      <w:r w:rsidRPr="00C33A9C">
        <w:rPr>
          <w:lang w:val="en-GB"/>
        </w:rPr>
        <w:t xml:space="preserve"> the form at </w:t>
      </w:r>
      <w:hyperlink r:id="rId10" w:tgtFrame="_self" w:history="1">
        <w:r w:rsidRPr="00C33A9C">
          <w:rPr>
            <w:rStyle w:val="Hyperlink"/>
            <w:lang w:val="en-GB"/>
          </w:rPr>
          <w:t>http://tiny.cc/mathsinsidefeedback</w:t>
        </w:r>
      </w:hyperlink>
      <w:r w:rsidRPr="00C33A9C">
        <w:rPr>
          <w:lang w:val="en-GB"/>
        </w:rPr>
        <w:t>.</w:t>
      </w:r>
    </w:p>
    <w:p w14:paraId="7078A00E" w14:textId="72E2E1E5" w:rsidR="00282325" w:rsidRDefault="00282325" w:rsidP="006326F9">
      <w:pPr>
        <w:pStyle w:val="Heading1"/>
      </w:pPr>
      <w:r>
        <w:t>Background</w:t>
      </w:r>
    </w:p>
    <w:p w14:paraId="5EA13E62" w14:textId="584BED40" w:rsidR="00282325" w:rsidRDefault="00282325" w:rsidP="00282325">
      <w:r>
        <w:t xml:space="preserve">Bees are necessary for assisting many other plants to produce the foods we eat, including meat and milk. But in Europe and America, beehives are disappearing. This could have catastrophic effects on food production. This “colony collapse disorder” has not yet been seen in Australia. </w:t>
      </w:r>
    </w:p>
    <w:p w14:paraId="24A32A6A" w14:textId="0086505F" w:rsidR="00282325" w:rsidRPr="00846426" w:rsidRDefault="00282325" w:rsidP="00282325">
      <w:r>
        <w:t xml:space="preserve">Australian scientists are studying bee </w:t>
      </w:r>
      <w:proofErr w:type="spellStart"/>
      <w:r>
        <w:t>behaviour</w:t>
      </w:r>
      <w:proofErr w:type="spellEnd"/>
      <w:r>
        <w:t xml:space="preserve"> to add their knowledge to the problem. Bees are fitted with chips which record their movements in and out of the hive. In this way, the scientists can build up a picture of the </w:t>
      </w:r>
      <w:proofErr w:type="spellStart"/>
      <w:r>
        <w:t>behaviour</w:t>
      </w:r>
      <w:proofErr w:type="spellEnd"/>
      <w:r>
        <w:t xml:space="preserve"> of a healthy hive.</w:t>
      </w:r>
    </w:p>
    <w:p w14:paraId="69B60036" w14:textId="77777777" w:rsidR="006326F9" w:rsidRDefault="006326F9">
      <w:pPr>
        <w:spacing w:after="160"/>
        <w:rPr>
          <w:rFonts w:eastAsiaTheme="minorEastAsia"/>
          <w:i/>
          <w:color w:val="354F5F"/>
          <w:sz w:val="48"/>
        </w:rPr>
      </w:pPr>
      <w:r>
        <w:lastRenderedPageBreak/>
        <w:br w:type="page"/>
      </w:r>
    </w:p>
    <w:p w14:paraId="229EE1E0" w14:textId="38352415" w:rsidR="00282325" w:rsidRPr="006326F9" w:rsidRDefault="00282325" w:rsidP="006326F9">
      <w:pPr>
        <w:pStyle w:val="Subtitle"/>
      </w:pPr>
      <w:r w:rsidRPr="006326F9">
        <w:lastRenderedPageBreak/>
        <w:t>Activity 1: Making beehives</w:t>
      </w:r>
    </w:p>
    <w:p w14:paraId="444C1F26" w14:textId="77777777" w:rsidR="00282325" w:rsidRDefault="00282325" w:rsidP="00282325">
      <w:r>
        <w:t>Students construct three different regular polygonal prisms from cardboard and join them to make three different types of beehives. They then test the hives for strength and stability. Students compare the capacities of the different prisms which can lead to formulation of appropriate formulas for perimeter, area and volume.</w:t>
      </w:r>
    </w:p>
    <w:p w14:paraId="3753C74D" w14:textId="77777777" w:rsidR="00282325" w:rsidRDefault="00282325" w:rsidP="006326F9">
      <w:pPr>
        <w:pStyle w:val="Heading1"/>
      </w:pPr>
      <w:r>
        <w:t>Why do this?</w:t>
      </w:r>
    </w:p>
    <w:p w14:paraId="2411AE4A" w14:textId="77777777" w:rsidR="00282325" w:rsidRDefault="00282325" w:rsidP="00282325">
      <w:r>
        <w:t>Explores the characteristics of shapes</w:t>
      </w:r>
    </w:p>
    <w:p w14:paraId="55581423" w14:textId="77777777" w:rsidR="00282325" w:rsidRDefault="00282325" w:rsidP="00282325">
      <w:r>
        <w:t>Clarifies the difference between perimeter and area.</w:t>
      </w:r>
    </w:p>
    <w:p w14:paraId="2F0978F4" w14:textId="77777777" w:rsidR="00282325" w:rsidRDefault="00282325" w:rsidP="00282325">
      <w:r>
        <w:t>Helps develop the area formulas for some regular polygons and volume formulas for different prisms in the context of beehive construction.</w:t>
      </w:r>
    </w:p>
    <w:p w14:paraId="1971F43F" w14:textId="77777777" w:rsidR="00282325" w:rsidRDefault="00282325" w:rsidP="006326F9">
      <w:pPr>
        <w:pStyle w:val="Heading1"/>
      </w:pPr>
      <w:r>
        <w:t>Australian Curriculum links</w:t>
      </w:r>
    </w:p>
    <w:p w14:paraId="43B3D2ED" w14:textId="77777777" w:rsidR="00282325" w:rsidRPr="00B51484" w:rsidRDefault="00282325" w:rsidP="00B51484">
      <w:r w:rsidRPr="00B51484">
        <w:t xml:space="preserve">Establish the formulas for areas of rectangles, triangles and parallelograms, and use these in problem-solving </w:t>
      </w:r>
      <w:hyperlink r:id="rId11" w:history="1">
        <w:r w:rsidRPr="00B51484">
          <w:t>(ACMMG159)</w:t>
        </w:r>
      </w:hyperlink>
    </w:p>
    <w:p w14:paraId="64AFB738" w14:textId="77777777" w:rsidR="00282325" w:rsidRPr="00B51484" w:rsidRDefault="00282325" w:rsidP="00B51484">
      <w:r w:rsidRPr="00B51484">
        <w:t xml:space="preserve">Calculate volumes of rectangular prisms </w:t>
      </w:r>
      <w:hyperlink r:id="rId12" w:history="1">
        <w:r w:rsidRPr="00B51484">
          <w:t>(ACMMG160)</w:t>
        </w:r>
      </w:hyperlink>
    </w:p>
    <w:p w14:paraId="4414D97A" w14:textId="77777777" w:rsidR="00282325" w:rsidRPr="00B51484" w:rsidRDefault="00282325" w:rsidP="00B51484">
      <w:r w:rsidRPr="00B51484">
        <w:t xml:space="preserve">Develop formulas for volumes of rectangular and triangular prisms and prisms in general. Use formulas to solve problems involving </w:t>
      </w:r>
      <w:hyperlink r:id="rId13" w:history="1">
        <w:r w:rsidRPr="00B51484">
          <w:t>volume</w:t>
        </w:r>
      </w:hyperlink>
      <w:r w:rsidRPr="00B51484">
        <w:t xml:space="preserve"> </w:t>
      </w:r>
      <w:hyperlink r:id="rId14" w:history="1">
        <w:r w:rsidRPr="00B51484">
          <w:t>(ACMMG198)</w:t>
        </w:r>
      </w:hyperlink>
    </w:p>
    <w:p w14:paraId="6EE7FA01" w14:textId="77777777" w:rsidR="00282325" w:rsidRPr="00B51484" w:rsidRDefault="00282325" w:rsidP="00B51484">
      <w:r w:rsidRPr="00B51484">
        <w:t xml:space="preserve">Calculate areas of composite shapes </w:t>
      </w:r>
      <w:hyperlink r:id="rId15" w:history="1">
        <w:r w:rsidRPr="00B51484">
          <w:t>(ACMMG216)</w:t>
        </w:r>
      </w:hyperlink>
    </w:p>
    <w:p w14:paraId="51CFA213" w14:textId="77777777" w:rsidR="00B51484" w:rsidRPr="00B51484" w:rsidRDefault="00282325" w:rsidP="00B51484">
      <w:r w:rsidRPr="00B51484">
        <w:t xml:space="preserve">Investigate </w:t>
      </w:r>
      <w:hyperlink r:id="rId16" w:history="1">
        <w:r w:rsidRPr="00B51484">
          <w:t>Pythagoras’ Theorem</w:t>
        </w:r>
      </w:hyperlink>
      <w:r w:rsidRPr="00B51484">
        <w:t xml:space="preserve"> and its application to solving simple problems involving right angled triangles </w:t>
      </w:r>
      <w:hyperlink r:id="rId17" w:history="1">
        <w:r w:rsidRPr="00B51484">
          <w:t>(ACMMG222)</w:t>
        </w:r>
      </w:hyperlink>
    </w:p>
    <w:p w14:paraId="546EECA7" w14:textId="25898C25" w:rsidR="00282325" w:rsidRPr="00B51484" w:rsidRDefault="00282325" w:rsidP="006326F9">
      <w:pPr>
        <w:pStyle w:val="Heading1"/>
      </w:pPr>
      <w:r w:rsidRPr="00B51484">
        <w:t>Getting started</w:t>
      </w:r>
    </w:p>
    <w:p w14:paraId="3E7998E9" w14:textId="77777777" w:rsidR="00282325" w:rsidRDefault="00282325" w:rsidP="00282325">
      <w:r>
        <w:t>Brain-storm the question: What do bees need to consider when making a ‘good’ beehive?</w:t>
      </w:r>
    </w:p>
    <w:p w14:paraId="59EBFF1B" w14:textId="77777777" w:rsidR="00282325" w:rsidRPr="00774056" w:rsidRDefault="00282325" w:rsidP="00282325">
      <w:r w:rsidRPr="00774056">
        <w:t xml:space="preserve">Students might suggest: efficient use of materials, right size for a bee bed, not too heavy, waterproof, near pollen source, easy to store honey </w:t>
      </w:r>
      <w:proofErr w:type="spellStart"/>
      <w:r w:rsidRPr="00774056">
        <w:t>etc</w:t>
      </w:r>
      <w:proofErr w:type="spellEnd"/>
    </w:p>
    <w:p w14:paraId="4DA68E31" w14:textId="77777777" w:rsidR="00282325" w:rsidRPr="00774056" w:rsidRDefault="00282325" w:rsidP="00282325">
      <w:r>
        <w:t>*</w:t>
      </w:r>
      <w:r w:rsidRPr="00774056">
        <w:t xml:space="preserve">Students may need to be reminded that ‘regular’ polygons are equiangular and equilateral. </w:t>
      </w:r>
      <w:r>
        <w:t xml:space="preserve">They should </w:t>
      </w:r>
      <w:proofErr w:type="spellStart"/>
      <w:r>
        <w:t>recognise</w:t>
      </w:r>
      <w:proofErr w:type="spellEnd"/>
      <w:r>
        <w:t xml:space="preserve"> the difference between regular and irregular polygons. </w:t>
      </w:r>
      <w:r w:rsidRPr="00774056">
        <w:t>They should also consider how the polygons might join together.</w:t>
      </w:r>
    </w:p>
    <w:p w14:paraId="09A9D069" w14:textId="77777777" w:rsidR="00282325" w:rsidRPr="004C6CFB" w:rsidRDefault="00282325" w:rsidP="006326F9">
      <w:pPr>
        <w:pStyle w:val="Heading1"/>
      </w:pPr>
      <w:r w:rsidRPr="004C6CFB">
        <w:lastRenderedPageBreak/>
        <w:t>Beehive building</w:t>
      </w:r>
    </w:p>
    <w:p w14:paraId="52AD011E" w14:textId="77777777" w:rsidR="00282325" w:rsidRDefault="00282325" w:rsidP="00282325">
      <w:pPr>
        <w:rPr>
          <w:b/>
        </w:rPr>
      </w:pPr>
      <w:r w:rsidRPr="009F5809">
        <w:t>Each pair should make one triangular, one square and one hexagonal prism.</w:t>
      </w:r>
      <w:r>
        <w:rPr>
          <w:b/>
        </w:rPr>
        <w:t xml:space="preserve"> </w:t>
      </w:r>
    </w:p>
    <w:p w14:paraId="5210C5D9" w14:textId="77777777" w:rsidR="00282325" w:rsidRDefault="00282325" w:rsidP="00282325">
      <w:r>
        <w:t xml:space="preserve">Folding to get three equal parts for the triangular prism can be quite difficult for students. They might need to </w:t>
      </w:r>
      <w:proofErr w:type="spellStart"/>
      <w:r>
        <w:t>practise</w:t>
      </w:r>
      <w:proofErr w:type="spellEnd"/>
      <w:r>
        <w:t xml:space="preserve"> on a sheet of paper first of all. </w:t>
      </w:r>
    </w:p>
    <w:p w14:paraId="6882E986" w14:textId="77777777" w:rsidR="00282325" w:rsidRDefault="00282325" w:rsidP="00282325">
      <w:r>
        <w:t>There will need to be at least two layers for each hive.</w:t>
      </w:r>
    </w:p>
    <w:p w14:paraId="0145B5C4" w14:textId="77777777" w:rsidR="00282325" w:rsidRDefault="00282325" w:rsidP="00282325">
      <w:r>
        <w:t>Students should notice that there is no wasted space in any of the hives. They could test the strength by loading with weights and the stability by applying a lateral force.</w:t>
      </w:r>
    </w:p>
    <w:p w14:paraId="6A5ACBE2" w14:textId="77777777" w:rsidR="00282325" w:rsidRDefault="00282325" w:rsidP="00282325">
      <w:r>
        <w:t xml:space="preserve">Selection of the ‘best’ hive could relate back to the original set of criteria. At this stage, the efficiency of the use of materials could be discussed (is one hive bigger than another?) </w:t>
      </w:r>
    </w:p>
    <w:p w14:paraId="384C9956" w14:textId="77777777" w:rsidR="00282325" w:rsidRPr="00CE1E83" w:rsidRDefault="00282325" w:rsidP="006326F9">
      <w:pPr>
        <w:pStyle w:val="Heading1"/>
      </w:pPr>
      <w:r w:rsidRPr="00CE1E83">
        <w:t>How much honey?</w:t>
      </w:r>
    </w:p>
    <w:p w14:paraId="6DA33D53" w14:textId="77777777" w:rsidR="00282325" w:rsidRDefault="00282325" w:rsidP="00282325">
      <w:r>
        <w:t xml:space="preserve">At this point, students should be aware that they have used the same amount of material (one A4 sheet of cardboard) to make each cell. Are the areas, and therefore the volumes, the same? </w:t>
      </w:r>
    </w:p>
    <w:p w14:paraId="2A748520" w14:textId="77777777" w:rsidR="00282325" w:rsidRDefault="00282325" w:rsidP="00282325">
      <w:r>
        <w:t xml:space="preserve">Some students may compare the areas physically by using cardboard cut-outs to compare, or by trial and error. Others may trace the faces onto grid paper and count the squares. </w:t>
      </w:r>
    </w:p>
    <w:p w14:paraId="5323ECB9" w14:textId="77777777" w:rsidR="00282325" w:rsidRPr="006326F9" w:rsidRDefault="00282325" w:rsidP="006326F9">
      <w:pPr>
        <w:pStyle w:val="Heading2"/>
      </w:pPr>
      <w:r w:rsidRPr="006326F9">
        <w:t>What would a mathematician do to prove this?</w:t>
      </w:r>
    </w:p>
    <w:p w14:paraId="243D55B7" w14:textId="77777777" w:rsidR="00282325" w:rsidRDefault="00282325" w:rsidP="00282325">
      <w:r>
        <w:t xml:space="preserve">Depending on their background, students may begin to develop formulas for the areas or use their existing knowledge to apply the formulas. Note that the perimeter is constant at approximately 30 cm. </w:t>
      </w:r>
    </w:p>
    <w:p w14:paraId="19C24991" w14:textId="35E5492D" w:rsidR="00282325" w:rsidRPr="006326F9" w:rsidRDefault="00282325" w:rsidP="00282325">
      <w:r>
        <w:t>*</w:t>
      </w:r>
      <w:r w:rsidRPr="00CE1E83">
        <w:t xml:space="preserve">Some </w:t>
      </w:r>
      <w:r>
        <w:t>students will come to the understanding that as the face of the prism has more and more edges, it approximates a circle. A circular prism (cylinder) will hold the most volume for the given perimeter, but there will be other issues with construction.</w:t>
      </w:r>
    </w:p>
    <w:tbl>
      <w:tblPr>
        <w:tblStyle w:val="TableGrid"/>
        <w:tblW w:w="0" w:type="auto"/>
        <w:tblLook w:val="04A0" w:firstRow="1" w:lastRow="0" w:firstColumn="1" w:lastColumn="0" w:noHBand="0" w:noVBand="1"/>
      </w:tblPr>
      <w:tblGrid>
        <w:gridCol w:w="1774"/>
        <w:gridCol w:w="1687"/>
        <w:gridCol w:w="1668"/>
        <w:gridCol w:w="1699"/>
        <w:gridCol w:w="1660"/>
      </w:tblGrid>
      <w:tr w:rsidR="00282325" w14:paraId="5AC37F0D" w14:textId="77777777" w:rsidTr="00490E0E">
        <w:tc>
          <w:tcPr>
            <w:tcW w:w="1803" w:type="dxa"/>
          </w:tcPr>
          <w:p w14:paraId="4D8D08E1" w14:textId="77777777" w:rsidR="00282325" w:rsidRPr="009800DD" w:rsidRDefault="00282325" w:rsidP="00490E0E">
            <w:r w:rsidRPr="009800DD">
              <w:t>Measurements</w:t>
            </w:r>
          </w:p>
        </w:tc>
        <w:tc>
          <w:tcPr>
            <w:tcW w:w="1803" w:type="dxa"/>
          </w:tcPr>
          <w:p w14:paraId="369A8B56" w14:textId="77777777" w:rsidR="00282325" w:rsidRPr="009800DD" w:rsidRDefault="00282325" w:rsidP="00490E0E">
            <w:pPr>
              <w:rPr>
                <w:rFonts w:eastAsia="Times New Roman"/>
                <w:color w:val="000000"/>
                <w:lang w:eastAsia="en-AU"/>
              </w:rPr>
            </w:pPr>
            <w:r w:rsidRPr="009800DD">
              <w:rPr>
                <w:rFonts w:eastAsia="Times New Roman"/>
                <w:color w:val="000000"/>
                <w:lang w:eastAsia="en-AU"/>
              </w:rPr>
              <w:t>Triangle</w:t>
            </w:r>
          </w:p>
        </w:tc>
        <w:tc>
          <w:tcPr>
            <w:tcW w:w="1803" w:type="dxa"/>
          </w:tcPr>
          <w:p w14:paraId="61E035C9" w14:textId="77777777" w:rsidR="00282325" w:rsidRPr="009800DD" w:rsidRDefault="00282325" w:rsidP="00490E0E">
            <w:pPr>
              <w:rPr>
                <w:rFonts w:eastAsia="Times New Roman"/>
                <w:color w:val="000000"/>
                <w:lang w:eastAsia="en-AU"/>
              </w:rPr>
            </w:pPr>
            <w:r w:rsidRPr="009800DD">
              <w:rPr>
                <w:rFonts w:eastAsia="Times New Roman"/>
                <w:color w:val="000000"/>
                <w:lang w:eastAsia="en-AU"/>
              </w:rPr>
              <w:t>Square</w:t>
            </w:r>
          </w:p>
        </w:tc>
        <w:tc>
          <w:tcPr>
            <w:tcW w:w="1803" w:type="dxa"/>
          </w:tcPr>
          <w:p w14:paraId="717C4E29" w14:textId="77777777" w:rsidR="00282325" w:rsidRPr="009800DD" w:rsidRDefault="00282325" w:rsidP="00490E0E">
            <w:pPr>
              <w:rPr>
                <w:rFonts w:eastAsia="Times New Roman"/>
                <w:color w:val="000000"/>
                <w:lang w:eastAsia="en-AU"/>
              </w:rPr>
            </w:pPr>
            <w:r w:rsidRPr="009800DD">
              <w:rPr>
                <w:rFonts w:eastAsia="Times New Roman"/>
                <w:color w:val="000000"/>
                <w:lang w:eastAsia="en-AU"/>
              </w:rPr>
              <w:t>Hexagon</w:t>
            </w:r>
          </w:p>
        </w:tc>
        <w:tc>
          <w:tcPr>
            <w:tcW w:w="1804" w:type="dxa"/>
          </w:tcPr>
          <w:p w14:paraId="48CF7B8C" w14:textId="77777777" w:rsidR="00282325" w:rsidRPr="009800DD" w:rsidRDefault="00282325" w:rsidP="00490E0E">
            <w:pPr>
              <w:rPr>
                <w:rFonts w:eastAsia="Times New Roman"/>
                <w:color w:val="000000"/>
                <w:lang w:eastAsia="en-AU"/>
              </w:rPr>
            </w:pPr>
            <w:r w:rsidRPr="009800DD">
              <w:rPr>
                <w:rFonts w:eastAsia="Times New Roman"/>
                <w:color w:val="000000"/>
                <w:lang w:eastAsia="en-AU"/>
              </w:rPr>
              <w:t>Circle</w:t>
            </w:r>
          </w:p>
        </w:tc>
      </w:tr>
      <w:tr w:rsidR="00282325" w14:paraId="51D439FE" w14:textId="77777777" w:rsidTr="00490E0E">
        <w:tc>
          <w:tcPr>
            <w:tcW w:w="1803" w:type="dxa"/>
          </w:tcPr>
          <w:p w14:paraId="18EE03B8" w14:textId="77777777" w:rsidR="00282325" w:rsidRDefault="00282325" w:rsidP="00490E0E">
            <w:pPr>
              <w:rPr>
                <w:rFonts w:eastAsia="Times New Roman"/>
                <w:color w:val="000000"/>
                <w:lang w:eastAsia="en-AU"/>
              </w:rPr>
            </w:pPr>
            <w:r>
              <w:rPr>
                <w:rFonts w:eastAsia="Times New Roman"/>
                <w:color w:val="000000"/>
                <w:lang w:eastAsia="en-AU"/>
              </w:rPr>
              <w:t>Perimeter</w:t>
            </w:r>
          </w:p>
          <w:p w14:paraId="7E117631" w14:textId="77777777" w:rsidR="00282325" w:rsidRDefault="00282325" w:rsidP="00490E0E">
            <w:pPr>
              <w:rPr>
                <w:rFonts w:eastAsia="Times New Roman"/>
                <w:color w:val="000000"/>
                <w:lang w:eastAsia="en-AU"/>
              </w:rPr>
            </w:pPr>
            <w:r>
              <w:rPr>
                <w:rFonts w:eastAsia="Times New Roman"/>
                <w:color w:val="000000"/>
                <w:lang w:eastAsia="en-AU"/>
              </w:rPr>
              <w:t>P = 300mm</w:t>
            </w:r>
          </w:p>
        </w:tc>
        <w:tc>
          <w:tcPr>
            <w:tcW w:w="1803" w:type="dxa"/>
          </w:tcPr>
          <w:p w14:paraId="7EF03985" w14:textId="77777777" w:rsidR="00282325" w:rsidRPr="009800DD" w:rsidRDefault="00282325" w:rsidP="00490E0E">
            <w:pPr>
              <w:rPr>
                <w:rFonts w:eastAsia="Times New Roman"/>
                <w:color w:val="000000"/>
                <w:lang w:eastAsia="en-AU"/>
              </w:rPr>
            </w:pPr>
            <w:r w:rsidRPr="009800DD">
              <w:rPr>
                <w:rFonts w:eastAsia="Times New Roman"/>
                <w:color w:val="000000"/>
                <w:lang w:eastAsia="en-AU"/>
              </w:rPr>
              <w:t>P = 3b</w:t>
            </w:r>
          </w:p>
          <w:p w14:paraId="66FFE156" w14:textId="178CEB11" w:rsidR="00282325" w:rsidRPr="00C63AA5" w:rsidRDefault="00282325" w:rsidP="00490E0E">
            <w:r w:rsidRPr="009800DD">
              <w:t>b = length of the side</w:t>
            </w:r>
          </w:p>
        </w:tc>
        <w:tc>
          <w:tcPr>
            <w:tcW w:w="1803" w:type="dxa"/>
          </w:tcPr>
          <w:p w14:paraId="01747ECE" w14:textId="77777777" w:rsidR="00282325" w:rsidRPr="009800DD" w:rsidRDefault="00282325" w:rsidP="00490E0E">
            <w:pPr>
              <w:rPr>
                <w:rFonts w:eastAsia="Times New Roman"/>
                <w:color w:val="000000"/>
                <w:lang w:eastAsia="en-AU"/>
              </w:rPr>
            </w:pPr>
            <w:r w:rsidRPr="009800DD">
              <w:rPr>
                <w:rFonts w:eastAsia="Times New Roman"/>
                <w:color w:val="000000"/>
                <w:lang w:eastAsia="en-AU"/>
              </w:rPr>
              <w:t>P = 4b</w:t>
            </w:r>
          </w:p>
          <w:p w14:paraId="1A68F77A" w14:textId="1422B090" w:rsidR="00282325" w:rsidRPr="00C63AA5" w:rsidRDefault="00282325" w:rsidP="00490E0E">
            <w:r w:rsidRPr="009800DD">
              <w:t>b = length of the side</w:t>
            </w:r>
          </w:p>
        </w:tc>
        <w:tc>
          <w:tcPr>
            <w:tcW w:w="1803" w:type="dxa"/>
          </w:tcPr>
          <w:p w14:paraId="47EACE53" w14:textId="77777777" w:rsidR="00282325" w:rsidRPr="009800DD" w:rsidRDefault="00282325" w:rsidP="00490E0E">
            <w:pPr>
              <w:rPr>
                <w:rFonts w:eastAsia="Times New Roman"/>
                <w:color w:val="000000"/>
                <w:lang w:eastAsia="en-AU"/>
              </w:rPr>
            </w:pPr>
            <w:r w:rsidRPr="009800DD">
              <w:rPr>
                <w:rFonts w:eastAsia="Times New Roman"/>
                <w:color w:val="000000"/>
                <w:lang w:eastAsia="en-AU"/>
              </w:rPr>
              <w:t>P = 6b</w:t>
            </w:r>
          </w:p>
          <w:p w14:paraId="36A490B7" w14:textId="7EF61739" w:rsidR="00282325" w:rsidRPr="00C63AA5" w:rsidRDefault="00282325" w:rsidP="00490E0E">
            <w:r w:rsidRPr="009800DD">
              <w:t>b = length of the side</w:t>
            </w:r>
          </w:p>
        </w:tc>
        <w:tc>
          <w:tcPr>
            <w:tcW w:w="1804" w:type="dxa"/>
          </w:tcPr>
          <w:p w14:paraId="62508D40" w14:textId="77777777" w:rsidR="00282325" w:rsidRDefault="00282325" w:rsidP="00490E0E">
            <w:r>
              <w:t>C = 2πr</w:t>
            </w:r>
          </w:p>
          <w:p w14:paraId="65B452AA" w14:textId="41E5F066" w:rsidR="00282325" w:rsidRDefault="00282325" w:rsidP="00490E0E">
            <w:r>
              <w:rPr>
                <w:rFonts w:eastAsia="Times New Roman"/>
                <w:color w:val="000000"/>
                <w:lang w:eastAsia="en-AU"/>
              </w:rPr>
              <w:t xml:space="preserve">r = radius of circle = </w:t>
            </w:r>
            <w:r>
              <w:t>C/2π</w:t>
            </w:r>
          </w:p>
        </w:tc>
      </w:tr>
      <w:tr w:rsidR="00282325" w14:paraId="7FF99011" w14:textId="77777777" w:rsidTr="00490E0E">
        <w:tc>
          <w:tcPr>
            <w:tcW w:w="1803" w:type="dxa"/>
          </w:tcPr>
          <w:p w14:paraId="55C1B73D" w14:textId="77777777" w:rsidR="00282325" w:rsidRPr="009800DD" w:rsidRDefault="00282325" w:rsidP="00490E0E">
            <w:r>
              <w:rPr>
                <w:rFonts w:eastAsia="Times New Roman"/>
                <w:color w:val="000000"/>
                <w:lang w:eastAsia="en-AU"/>
              </w:rPr>
              <w:t>Area</w:t>
            </w:r>
          </w:p>
        </w:tc>
        <w:tc>
          <w:tcPr>
            <w:tcW w:w="1803" w:type="dxa"/>
          </w:tcPr>
          <w:p w14:paraId="039F8391" w14:textId="77777777" w:rsidR="00282325" w:rsidRPr="009800DD" w:rsidRDefault="00282325" w:rsidP="00490E0E">
            <w:pPr>
              <w:rPr>
                <w:rFonts w:eastAsia="Times New Roman"/>
                <w:color w:val="000000"/>
                <w:lang w:eastAsia="en-AU"/>
              </w:rPr>
            </w:pPr>
            <w:r w:rsidRPr="009800DD">
              <w:rPr>
                <w:rFonts w:eastAsia="Times New Roman"/>
                <w:color w:val="000000"/>
                <w:lang w:eastAsia="en-AU"/>
              </w:rPr>
              <w:t xml:space="preserve">A = 1/2ba </w:t>
            </w:r>
          </w:p>
          <w:p w14:paraId="0ADAC532" w14:textId="1C084B77" w:rsidR="00282325" w:rsidRPr="00DD4F9C" w:rsidRDefault="00282325" w:rsidP="00490E0E">
            <w:pPr>
              <w:rPr>
                <w:rFonts w:eastAsia="Times New Roman"/>
                <w:color w:val="000000"/>
                <w:lang w:eastAsia="en-AU"/>
              </w:rPr>
            </w:pPr>
            <w:proofErr w:type="spellStart"/>
            <w:r w:rsidRPr="009800DD">
              <w:t>a</w:t>
            </w:r>
            <w:proofErr w:type="spellEnd"/>
            <w:r w:rsidRPr="009800DD">
              <w:t xml:space="preserve"> = altitude of the triangle = b</w:t>
            </w:r>
            <w:r w:rsidRPr="009800DD">
              <w:rPr>
                <w:rFonts w:eastAsia="Times New Roman"/>
                <w:color w:val="000000"/>
                <w:lang w:eastAsia="en-AU"/>
              </w:rPr>
              <w:t>√3/2</w:t>
            </w:r>
          </w:p>
        </w:tc>
        <w:tc>
          <w:tcPr>
            <w:tcW w:w="1803" w:type="dxa"/>
          </w:tcPr>
          <w:p w14:paraId="463C2628" w14:textId="72B0AD52" w:rsidR="00282325" w:rsidRPr="00C63AA5" w:rsidRDefault="00282325" w:rsidP="00490E0E">
            <w:pPr>
              <w:rPr>
                <w:rFonts w:eastAsia="Times New Roman"/>
                <w:color w:val="000000"/>
                <w:lang w:eastAsia="en-AU"/>
              </w:rPr>
            </w:pPr>
            <w:r w:rsidRPr="009800DD">
              <w:rPr>
                <w:rFonts w:eastAsia="Times New Roman"/>
                <w:color w:val="000000"/>
                <w:lang w:eastAsia="en-AU"/>
              </w:rPr>
              <w:t>A = b</w:t>
            </w:r>
            <w:r w:rsidRPr="00DD4F9C">
              <w:rPr>
                <w:rFonts w:eastAsia="Times New Roman"/>
                <w:color w:val="000000"/>
                <w:position w:val="6"/>
                <w:vertAlign w:val="superscript"/>
                <w:lang w:eastAsia="en-AU"/>
              </w:rPr>
              <w:t>2</w:t>
            </w:r>
            <w:r w:rsidRPr="009800DD">
              <w:rPr>
                <w:rFonts w:eastAsia="Times New Roman"/>
                <w:color w:val="000000"/>
                <w:lang w:eastAsia="en-AU"/>
              </w:rPr>
              <w:t xml:space="preserve">   </w:t>
            </w:r>
          </w:p>
        </w:tc>
        <w:tc>
          <w:tcPr>
            <w:tcW w:w="1803" w:type="dxa"/>
          </w:tcPr>
          <w:p w14:paraId="0C90B582" w14:textId="77777777" w:rsidR="00282325" w:rsidRPr="009800DD" w:rsidRDefault="00282325" w:rsidP="00490E0E">
            <w:pPr>
              <w:rPr>
                <w:rFonts w:eastAsia="Times New Roman"/>
                <w:color w:val="000000"/>
                <w:lang w:eastAsia="en-AU"/>
              </w:rPr>
            </w:pPr>
            <w:r w:rsidRPr="009800DD">
              <w:rPr>
                <w:rFonts w:eastAsia="Times New Roman"/>
                <w:color w:val="000000"/>
                <w:lang w:eastAsia="en-AU"/>
              </w:rPr>
              <w:t xml:space="preserve">A = 6(1/2ba) = 3ba </w:t>
            </w:r>
          </w:p>
          <w:p w14:paraId="7DABDE60" w14:textId="0543D20D" w:rsidR="00282325" w:rsidRPr="00DD4F9C" w:rsidRDefault="00282325" w:rsidP="00490E0E">
            <w:pPr>
              <w:rPr>
                <w:rFonts w:eastAsia="Times New Roman"/>
                <w:color w:val="000000"/>
                <w:lang w:eastAsia="en-AU"/>
              </w:rPr>
            </w:pPr>
            <w:proofErr w:type="spellStart"/>
            <w:r w:rsidRPr="009800DD">
              <w:t>a</w:t>
            </w:r>
            <w:proofErr w:type="spellEnd"/>
            <w:r w:rsidRPr="009800DD">
              <w:t xml:space="preserve"> = altitude of the triangle = b</w:t>
            </w:r>
            <w:r w:rsidRPr="009800DD">
              <w:rPr>
                <w:rFonts w:eastAsia="Times New Roman"/>
                <w:color w:val="000000"/>
                <w:lang w:eastAsia="en-AU"/>
              </w:rPr>
              <w:t>√3/2</w:t>
            </w:r>
          </w:p>
        </w:tc>
        <w:tc>
          <w:tcPr>
            <w:tcW w:w="1804" w:type="dxa"/>
          </w:tcPr>
          <w:p w14:paraId="2C9C3713" w14:textId="2D445B4A" w:rsidR="00282325" w:rsidRPr="00C63AA5" w:rsidRDefault="00282325" w:rsidP="00490E0E">
            <w:pPr>
              <w:rPr>
                <w:rFonts w:eastAsia="Times New Roman"/>
                <w:color w:val="000000"/>
                <w:lang w:eastAsia="en-AU"/>
              </w:rPr>
            </w:pPr>
            <w:r>
              <w:t>A = π</w:t>
            </w:r>
            <w:r w:rsidRPr="009800DD">
              <w:rPr>
                <w:rFonts w:eastAsia="Times New Roman"/>
                <w:color w:val="000000"/>
                <w:lang w:eastAsia="en-AU"/>
              </w:rPr>
              <w:t xml:space="preserve"> </w:t>
            </w:r>
            <w:r>
              <w:rPr>
                <w:rFonts w:eastAsia="Times New Roman"/>
                <w:color w:val="000000"/>
                <w:lang w:eastAsia="en-AU"/>
              </w:rPr>
              <w:t>r</w:t>
            </w:r>
            <w:r w:rsidRPr="009800DD">
              <w:rPr>
                <w:rFonts w:eastAsia="Times New Roman"/>
                <w:color w:val="000000"/>
                <w:vertAlign w:val="superscript"/>
                <w:lang w:eastAsia="en-AU"/>
              </w:rPr>
              <w:t>2</w:t>
            </w:r>
          </w:p>
        </w:tc>
      </w:tr>
      <w:tr w:rsidR="00282325" w14:paraId="27961842" w14:textId="77777777" w:rsidTr="00490E0E">
        <w:tc>
          <w:tcPr>
            <w:tcW w:w="1803" w:type="dxa"/>
          </w:tcPr>
          <w:p w14:paraId="2418D6E9" w14:textId="77777777" w:rsidR="00282325" w:rsidRPr="009800DD" w:rsidRDefault="00282325" w:rsidP="00490E0E">
            <w:r>
              <w:t>Volume</w:t>
            </w:r>
          </w:p>
        </w:tc>
        <w:tc>
          <w:tcPr>
            <w:tcW w:w="1803" w:type="dxa"/>
          </w:tcPr>
          <w:p w14:paraId="67F97080" w14:textId="77777777" w:rsidR="00282325" w:rsidRPr="009800DD" w:rsidRDefault="00282325" w:rsidP="00490E0E">
            <w:r>
              <w:rPr>
                <w:rFonts w:eastAsia="Times New Roman"/>
                <w:color w:val="000000"/>
                <w:lang w:eastAsia="en-AU"/>
              </w:rPr>
              <w:t xml:space="preserve">V = Ah = </w:t>
            </w:r>
            <w:r w:rsidRPr="009800DD">
              <w:rPr>
                <w:rFonts w:eastAsia="Times New Roman"/>
                <w:color w:val="000000"/>
                <w:lang w:eastAsia="en-AU"/>
              </w:rPr>
              <w:t>1/2ba</w:t>
            </w:r>
            <w:r>
              <w:rPr>
                <w:rFonts w:eastAsia="Times New Roman"/>
                <w:color w:val="000000"/>
                <w:lang w:eastAsia="en-AU"/>
              </w:rPr>
              <w:t>h</w:t>
            </w:r>
          </w:p>
        </w:tc>
        <w:tc>
          <w:tcPr>
            <w:tcW w:w="1803" w:type="dxa"/>
          </w:tcPr>
          <w:p w14:paraId="1292467A" w14:textId="326EDE61" w:rsidR="00282325" w:rsidRPr="009800DD" w:rsidRDefault="00282325" w:rsidP="00490E0E">
            <w:r>
              <w:t xml:space="preserve">V = Ah = </w:t>
            </w:r>
            <w:r w:rsidRPr="009800DD">
              <w:rPr>
                <w:rFonts w:eastAsia="Times New Roman"/>
                <w:color w:val="000000"/>
                <w:lang w:eastAsia="en-AU"/>
              </w:rPr>
              <w:t>b</w:t>
            </w:r>
            <w:r w:rsidRPr="009800DD">
              <w:rPr>
                <w:rFonts w:eastAsia="Times New Roman"/>
                <w:color w:val="000000"/>
                <w:vertAlign w:val="superscript"/>
                <w:lang w:eastAsia="en-AU"/>
              </w:rPr>
              <w:t>2</w:t>
            </w:r>
            <w:r>
              <w:rPr>
                <w:rFonts w:eastAsia="Times New Roman"/>
                <w:color w:val="000000"/>
                <w:lang w:eastAsia="en-AU"/>
              </w:rPr>
              <w:t>h</w:t>
            </w:r>
          </w:p>
        </w:tc>
        <w:tc>
          <w:tcPr>
            <w:tcW w:w="1803" w:type="dxa"/>
          </w:tcPr>
          <w:p w14:paraId="10A6775C" w14:textId="77777777" w:rsidR="00282325" w:rsidRPr="009800DD" w:rsidRDefault="00282325" w:rsidP="00490E0E">
            <w:r>
              <w:rPr>
                <w:rFonts w:eastAsia="Times New Roman"/>
                <w:color w:val="000000"/>
                <w:lang w:eastAsia="en-AU"/>
              </w:rPr>
              <w:t xml:space="preserve">V = Ah = </w:t>
            </w:r>
            <w:r w:rsidRPr="009800DD">
              <w:rPr>
                <w:rFonts w:eastAsia="Times New Roman"/>
                <w:color w:val="000000"/>
                <w:lang w:eastAsia="en-AU"/>
              </w:rPr>
              <w:t>3ba</w:t>
            </w:r>
            <w:r>
              <w:rPr>
                <w:rFonts w:eastAsia="Times New Roman"/>
                <w:color w:val="000000"/>
                <w:lang w:eastAsia="en-AU"/>
              </w:rPr>
              <w:t>h</w:t>
            </w:r>
          </w:p>
        </w:tc>
        <w:tc>
          <w:tcPr>
            <w:tcW w:w="1804" w:type="dxa"/>
          </w:tcPr>
          <w:p w14:paraId="5D3DD15F" w14:textId="77777777" w:rsidR="00282325" w:rsidRPr="009800DD" w:rsidRDefault="00282325" w:rsidP="00490E0E">
            <w:r>
              <w:rPr>
                <w:rFonts w:eastAsia="Times New Roman"/>
                <w:color w:val="000000"/>
                <w:lang w:eastAsia="en-AU"/>
              </w:rPr>
              <w:t xml:space="preserve">V = Ah = </w:t>
            </w:r>
            <w:r>
              <w:t>π</w:t>
            </w:r>
            <w:r w:rsidRPr="009800DD">
              <w:rPr>
                <w:rFonts w:eastAsia="Times New Roman"/>
                <w:color w:val="000000"/>
                <w:lang w:eastAsia="en-AU"/>
              </w:rPr>
              <w:t xml:space="preserve"> </w:t>
            </w:r>
            <w:r>
              <w:rPr>
                <w:rFonts w:eastAsia="Times New Roman"/>
                <w:color w:val="000000"/>
                <w:lang w:eastAsia="en-AU"/>
              </w:rPr>
              <w:t>r</w:t>
            </w:r>
            <w:r w:rsidRPr="009800DD">
              <w:rPr>
                <w:rFonts w:eastAsia="Times New Roman"/>
                <w:color w:val="000000"/>
                <w:vertAlign w:val="superscript"/>
                <w:lang w:eastAsia="en-AU"/>
              </w:rPr>
              <w:t>2</w:t>
            </w:r>
            <w:r>
              <w:rPr>
                <w:rFonts w:eastAsia="Times New Roman"/>
                <w:color w:val="000000"/>
                <w:lang w:eastAsia="en-AU"/>
              </w:rPr>
              <w:t>h</w:t>
            </w:r>
          </w:p>
        </w:tc>
      </w:tr>
    </w:tbl>
    <w:p w14:paraId="621304EE" w14:textId="77777777" w:rsidR="00282325" w:rsidRPr="00CE1E83" w:rsidRDefault="00282325" w:rsidP="006326F9">
      <w:pPr>
        <w:pStyle w:val="Heading1"/>
      </w:pPr>
      <w:r w:rsidRPr="00CE1E83">
        <w:lastRenderedPageBreak/>
        <w:t>Answers</w:t>
      </w:r>
    </w:p>
    <w:tbl>
      <w:tblPr>
        <w:tblStyle w:val="TableGrid"/>
        <w:tblW w:w="0" w:type="auto"/>
        <w:tblLook w:val="04A0" w:firstRow="1" w:lastRow="0" w:firstColumn="1" w:lastColumn="0" w:noHBand="0" w:noVBand="1"/>
      </w:tblPr>
      <w:tblGrid>
        <w:gridCol w:w="1766"/>
        <w:gridCol w:w="1686"/>
        <w:gridCol w:w="1686"/>
        <w:gridCol w:w="1686"/>
        <w:gridCol w:w="1664"/>
      </w:tblGrid>
      <w:tr w:rsidR="00282325" w14:paraId="5B454042" w14:textId="77777777" w:rsidTr="00490E0E">
        <w:tc>
          <w:tcPr>
            <w:tcW w:w="1803" w:type="dxa"/>
          </w:tcPr>
          <w:p w14:paraId="0EB0F921" w14:textId="77777777" w:rsidR="00282325" w:rsidRPr="00163DA1" w:rsidRDefault="00282325" w:rsidP="00163DA1">
            <w:r w:rsidRPr="00163DA1">
              <w:t>Measurements</w:t>
            </w:r>
          </w:p>
        </w:tc>
        <w:tc>
          <w:tcPr>
            <w:tcW w:w="1803" w:type="dxa"/>
          </w:tcPr>
          <w:p w14:paraId="36521239" w14:textId="77777777" w:rsidR="00282325" w:rsidRPr="00163DA1" w:rsidRDefault="00282325" w:rsidP="00163DA1">
            <w:r w:rsidRPr="00163DA1">
              <w:t>Triangle</w:t>
            </w:r>
          </w:p>
        </w:tc>
        <w:tc>
          <w:tcPr>
            <w:tcW w:w="1803" w:type="dxa"/>
          </w:tcPr>
          <w:p w14:paraId="0591E722" w14:textId="77777777" w:rsidR="00282325" w:rsidRPr="00163DA1" w:rsidRDefault="00282325" w:rsidP="00163DA1">
            <w:r w:rsidRPr="00163DA1">
              <w:t>Square</w:t>
            </w:r>
          </w:p>
        </w:tc>
        <w:tc>
          <w:tcPr>
            <w:tcW w:w="1803" w:type="dxa"/>
          </w:tcPr>
          <w:p w14:paraId="495CAF56" w14:textId="77777777" w:rsidR="00282325" w:rsidRPr="00163DA1" w:rsidRDefault="00282325" w:rsidP="00163DA1">
            <w:r w:rsidRPr="00163DA1">
              <w:t>Hexagon</w:t>
            </w:r>
          </w:p>
        </w:tc>
        <w:tc>
          <w:tcPr>
            <w:tcW w:w="1804" w:type="dxa"/>
          </w:tcPr>
          <w:p w14:paraId="03BF41A0" w14:textId="77777777" w:rsidR="00282325" w:rsidRPr="00163DA1" w:rsidRDefault="00282325" w:rsidP="00163DA1">
            <w:r w:rsidRPr="00163DA1">
              <w:t>Circle</w:t>
            </w:r>
          </w:p>
        </w:tc>
      </w:tr>
      <w:tr w:rsidR="00282325" w14:paraId="427208FB" w14:textId="77777777" w:rsidTr="00490E0E">
        <w:tc>
          <w:tcPr>
            <w:tcW w:w="1803" w:type="dxa"/>
          </w:tcPr>
          <w:p w14:paraId="0ABF1978" w14:textId="77777777" w:rsidR="00282325" w:rsidRPr="00163DA1" w:rsidRDefault="00282325" w:rsidP="00163DA1">
            <w:r w:rsidRPr="00163DA1">
              <w:t>Perimeter</w:t>
            </w:r>
          </w:p>
          <w:p w14:paraId="6040BCE0" w14:textId="08A8E14E" w:rsidR="00282325" w:rsidRPr="00163DA1" w:rsidRDefault="00282325" w:rsidP="00163DA1">
            <w:r w:rsidRPr="00163DA1">
              <w:t>P = 300</w:t>
            </w:r>
            <w:r w:rsidR="00163DA1">
              <w:t xml:space="preserve"> </w:t>
            </w:r>
            <w:r w:rsidRPr="00163DA1">
              <w:t>mm</w:t>
            </w:r>
          </w:p>
        </w:tc>
        <w:tc>
          <w:tcPr>
            <w:tcW w:w="1803" w:type="dxa"/>
          </w:tcPr>
          <w:p w14:paraId="2E9AC4A1" w14:textId="77777777" w:rsidR="00282325" w:rsidRPr="00163DA1" w:rsidRDefault="00282325" w:rsidP="00163DA1">
            <w:r w:rsidRPr="00163DA1">
              <w:t>P = 3b</w:t>
            </w:r>
          </w:p>
          <w:p w14:paraId="06D70C7D" w14:textId="28D227BB" w:rsidR="00282325" w:rsidRPr="00163DA1" w:rsidRDefault="00282325" w:rsidP="00163DA1">
            <w:r w:rsidRPr="00163DA1">
              <w:t>b = length of the side = 300/3 = 100</w:t>
            </w:r>
          </w:p>
        </w:tc>
        <w:tc>
          <w:tcPr>
            <w:tcW w:w="1803" w:type="dxa"/>
          </w:tcPr>
          <w:p w14:paraId="0306DBFA" w14:textId="77777777" w:rsidR="00282325" w:rsidRPr="00163DA1" w:rsidRDefault="00282325" w:rsidP="00163DA1">
            <w:r w:rsidRPr="00163DA1">
              <w:t>P = 4b</w:t>
            </w:r>
          </w:p>
          <w:p w14:paraId="4278DB7E" w14:textId="214B04EE" w:rsidR="00282325" w:rsidRPr="00163DA1" w:rsidRDefault="00282325" w:rsidP="00163DA1">
            <w:r w:rsidRPr="00163DA1">
              <w:t>b = length of the side = 300/4 = 75</w:t>
            </w:r>
          </w:p>
        </w:tc>
        <w:tc>
          <w:tcPr>
            <w:tcW w:w="1803" w:type="dxa"/>
          </w:tcPr>
          <w:p w14:paraId="31893E7A" w14:textId="77777777" w:rsidR="00282325" w:rsidRPr="00163DA1" w:rsidRDefault="00282325" w:rsidP="00163DA1">
            <w:r w:rsidRPr="00163DA1">
              <w:t>P = 6b</w:t>
            </w:r>
          </w:p>
          <w:p w14:paraId="0A4A08DC" w14:textId="5608E9B0" w:rsidR="00282325" w:rsidRPr="00163DA1" w:rsidRDefault="00282325" w:rsidP="00163DA1">
            <w:r w:rsidRPr="00163DA1">
              <w:t>b = length of the side = 300/6 = 50</w:t>
            </w:r>
          </w:p>
        </w:tc>
        <w:tc>
          <w:tcPr>
            <w:tcW w:w="1804" w:type="dxa"/>
          </w:tcPr>
          <w:p w14:paraId="554297E4" w14:textId="77777777" w:rsidR="00282325" w:rsidRPr="00163DA1" w:rsidRDefault="00282325" w:rsidP="00163DA1">
            <w:r w:rsidRPr="00163DA1">
              <w:t>C = 2πr</w:t>
            </w:r>
          </w:p>
          <w:p w14:paraId="0E9698D6" w14:textId="51D82A8D" w:rsidR="00282325" w:rsidRPr="00163DA1" w:rsidRDefault="00282325" w:rsidP="00163DA1">
            <w:r w:rsidRPr="00163DA1">
              <w:t>r = radius of circle = C/2π = 47.77</w:t>
            </w:r>
            <w:r w:rsidR="00163DA1">
              <w:t xml:space="preserve"> </w:t>
            </w:r>
            <w:r w:rsidRPr="00163DA1">
              <w:t>mm</w:t>
            </w:r>
          </w:p>
        </w:tc>
      </w:tr>
      <w:tr w:rsidR="00282325" w14:paraId="4EED3EF5" w14:textId="77777777" w:rsidTr="00490E0E">
        <w:tc>
          <w:tcPr>
            <w:tcW w:w="1803" w:type="dxa"/>
          </w:tcPr>
          <w:p w14:paraId="2BCF6AB7" w14:textId="77777777" w:rsidR="00282325" w:rsidRPr="00163DA1" w:rsidRDefault="00282325" w:rsidP="00163DA1">
            <w:r w:rsidRPr="00163DA1">
              <w:t>Area</w:t>
            </w:r>
          </w:p>
        </w:tc>
        <w:tc>
          <w:tcPr>
            <w:tcW w:w="1803" w:type="dxa"/>
          </w:tcPr>
          <w:p w14:paraId="4F3DA6AD" w14:textId="77777777" w:rsidR="00282325" w:rsidRPr="00163DA1" w:rsidRDefault="00282325" w:rsidP="00163DA1">
            <w:r w:rsidRPr="00163DA1">
              <w:t>A = 1/2ba =1/2 x 100 x 100 x √3/2 = 4330mm2</w:t>
            </w:r>
          </w:p>
          <w:p w14:paraId="519F8A29" w14:textId="4500B1A7" w:rsidR="00282325" w:rsidRPr="00163DA1" w:rsidRDefault="00282325" w:rsidP="00163DA1">
            <w:proofErr w:type="spellStart"/>
            <w:r w:rsidRPr="00163DA1">
              <w:t>a</w:t>
            </w:r>
            <w:proofErr w:type="spellEnd"/>
            <w:r w:rsidRPr="00163DA1">
              <w:t xml:space="preserve"> = altitude of the triangle = b√3/2</w:t>
            </w:r>
          </w:p>
        </w:tc>
        <w:tc>
          <w:tcPr>
            <w:tcW w:w="1803" w:type="dxa"/>
          </w:tcPr>
          <w:p w14:paraId="2AC44EA9" w14:textId="46AC2591" w:rsidR="00282325" w:rsidRPr="00163DA1" w:rsidRDefault="00282325" w:rsidP="00163DA1">
            <w:r w:rsidRPr="00163DA1">
              <w:t>A = b2 = 75 x 75 = 5625mm2</w:t>
            </w:r>
          </w:p>
        </w:tc>
        <w:tc>
          <w:tcPr>
            <w:tcW w:w="1803" w:type="dxa"/>
          </w:tcPr>
          <w:p w14:paraId="480A8375" w14:textId="77777777" w:rsidR="00282325" w:rsidRPr="00163DA1" w:rsidRDefault="00282325" w:rsidP="00163DA1">
            <w:r w:rsidRPr="00163DA1">
              <w:t>A = 6(1/2ba) = 3ba = 3 x 50 x 50 x √3/2 = 6495mm2</w:t>
            </w:r>
          </w:p>
          <w:p w14:paraId="099020A9" w14:textId="5529F39B" w:rsidR="00282325" w:rsidRPr="00163DA1" w:rsidRDefault="00282325" w:rsidP="00163DA1">
            <w:proofErr w:type="spellStart"/>
            <w:r w:rsidRPr="00163DA1">
              <w:t>a</w:t>
            </w:r>
            <w:proofErr w:type="spellEnd"/>
            <w:r w:rsidRPr="00163DA1">
              <w:t xml:space="preserve"> = altitude of the triangle = b√3/2</w:t>
            </w:r>
          </w:p>
        </w:tc>
        <w:tc>
          <w:tcPr>
            <w:tcW w:w="1804" w:type="dxa"/>
          </w:tcPr>
          <w:p w14:paraId="79084FE0" w14:textId="45736989" w:rsidR="00282325" w:rsidRPr="00163DA1" w:rsidRDefault="00282325" w:rsidP="00163DA1">
            <w:r w:rsidRPr="00163DA1">
              <w:t>A = π r2 = 7165mm</w:t>
            </w:r>
          </w:p>
        </w:tc>
      </w:tr>
      <w:tr w:rsidR="00282325" w14:paraId="62D14998" w14:textId="77777777" w:rsidTr="00490E0E">
        <w:tc>
          <w:tcPr>
            <w:tcW w:w="1803" w:type="dxa"/>
          </w:tcPr>
          <w:p w14:paraId="7E951D22" w14:textId="77777777" w:rsidR="00282325" w:rsidRPr="00163DA1" w:rsidRDefault="00282325" w:rsidP="00163DA1">
            <w:r w:rsidRPr="00163DA1">
              <w:t>Volume</w:t>
            </w:r>
          </w:p>
        </w:tc>
        <w:tc>
          <w:tcPr>
            <w:tcW w:w="1803" w:type="dxa"/>
          </w:tcPr>
          <w:p w14:paraId="398BA347" w14:textId="77777777" w:rsidR="00282325" w:rsidRPr="00163DA1" w:rsidRDefault="00282325" w:rsidP="00163DA1">
            <w:r w:rsidRPr="00163DA1">
              <w:t>V = Ah = 1/2bah</w:t>
            </w:r>
          </w:p>
          <w:p w14:paraId="3D03B36F" w14:textId="77777777" w:rsidR="00282325" w:rsidRPr="00163DA1" w:rsidRDefault="00282325" w:rsidP="00163DA1">
            <w:r w:rsidRPr="00163DA1">
              <w:t>= 4330 x 210 = 909 300mm3</w:t>
            </w:r>
          </w:p>
        </w:tc>
        <w:tc>
          <w:tcPr>
            <w:tcW w:w="1803" w:type="dxa"/>
          </w:tcPr>
          <w:p w14:paraId="52077E98" w14:textId="77777777" w:rsidR="00282325" w:rsidRPr="00163DA1" w:rsidRDefault="00282325" w:rsidP="00163DA1">
            <w:r w:rsidRPr="00163DA1">
              <w:t xml:space="preserve">V = Ah = b2h = </w:t>
            </w:r>
          </w:p>
          <w:p w14:paraId="311F4F85" w14:textId="6256076D" w:rsidR="00282325" w:rsidRPr="00163DA1" w:rsidRDefault="00282325" w:rsidP="00163DA1">
            <w:r w:rsidRPr="00163DA1">
              <w:t>1 181 250mm3</w:t>
            </w:r>
          </w:p>
        </w:tc>
        <w:tc>
          <w:tcPr>
            <w:tcW w:w="1803" w:type="dxa"/>
          </w:tcPr>
          <w:p w14:paraId="193A7F0E" w14:textId="77777777" w:rsidR="00282325" w:rsidRPr="00163DA1" w:rsidRDefault="00282325" w:rsidP="00163DA1">
            <w:r w:rsidRPr="00163DA1">
              <w:t>V = Ah = 3bah = 1 363 950mm3</w:t>
            </w:r>
          </w:p>
        </w:tc>
        <w:tc>
          <w:tcPr>
            <w:tcW w:w="1804" w:type="dxa"/>
          </w:tcPr>
          <w:p w14:paraId="7428F87A" w14:textId="6CE54C6B" w:rsidR="00282325" w:rsidRPr="00163DA1" w:rsidRDefault="00282325" w:rsidP="00163DA1">
            <w:r w:rsidRPr="00163DA1">
              <w:t>V = Ah = π r2h = 1 504 650</w:t>
            </w:r>
            <w:r w:rsidR="00163DA1">
              <w:t xml:space="preserve"> </w:t>
            </w:r>
            <w:r w:rsidRPr="00163DA1">
              <w:t>mm3</w:t>
            </w:r>
          </w:p>
        </w:tc>
      </w:tr>
    </w:tbl>
    <w:p w14:paraId="524E9169" w14:textId="77777777" w:rsidR="00282325" w:rsidRDefault="00282325" w:rsidP="006326F9">
      <w:pPr>
        <w:pStyle w:val="Heading1"/>
      </w:pPr>
      <w:r w:rsidRPr="00C4083E">
        <w:t>Resources needed</w:t>
      </w:r>
    </w:p>
    <w:p w14:paraId="2B2D5A10" w14:textId="77777777" w:rsidR="00282325" w:rsidRDefault="00282325" w:rsidP="00282325">
      <w:pPr>
        <w:spacing w:after="0"/>
      </w:pPr>
      <w:r w:rsidRPr="00C4083E">
        <w:t>A4 sheets of light cardboard,</w:t>
      </w:r>
      <w:r>
        <w:rPr>
          <w:b/>
          <w:sz w:val="28"/>
          <w:szCs w:val="28"/>
        </w:rPr>
        <w:t xml:space="preserve"> </w:t>
      </w:r>
      <w:r w:rsidRPr="00C4083E">
        <w:t>minimum of 3 sheets per pair</w:t>
      </w:r>
      <w:r w:rsidRPr="00C4083E">
        <w:rPr>
          <w:b/>
          <w:sz w:val="28"/>
          <w:szCs w:val="28"/>
        </w:rPr>
        <w:t xml:space="preserve"> </w:t>
      </w:r>
      <w:r w:rsidRPr="00C4083E">
        <w:t>of students</w:t>
      </w:r>
    </w:p>
    <w:p w14:paraId="05E4E764" w14:textId="77777777" w:rsidR="00282325" w:rsidRDefault="00282325" w:rsidP="00282325">
      <w:pPr>
        <w:spacing w:after="0"/>
      </w:pPr>
      <w:r>
        <w:t xml:space="preserve">Sticky-tape or </w:t>
      </w:r>
      <w:proofErr w:type="spellStart"/>
      <w:r>
        <w:t>blu</w:t>
      </w:r>
      <w:proofErr w:type="spellEnd"/>
      <w:r>
        <w:t>-tack</w:t>
      </w:r>
    </w:p>
    <w:p w14:paraId="398D970F" w14:textId="77777777" w:rsidR="00282325" w:rsidRDefault="00282325" w:rsidP="00282325">
      <w:pPr>
        <w:spacing w:after="0"/>
      </w:pPr>
      <w:r>
        <w:t>Grid paper</w:t>
      </w:r>
    </w:p>
    <w:p w14:paraId="07E8E8FA" w14:textId="77777777" w:rsidR="00282325" w:rsidRDefault="00282325" w:rsidP="00282325">
      <w:pPr>
        <w:spacing w:after="0"/>
      </w:pPr>
      <w:r>
        <w:t>Pen or pencil</w:t>
      </w:r>
    </w:p>
    <w:p w14:paraId="0D3E8016" w14:textId="77777777" w:rsidR="00282325" w:rsidRDefault="00282325" w:rsidP="00282325">
      <w:pPr>
        <w:spacing w:after="0"/>
      </w:pPr>
      <w:r>
        <w:t xml:space="preserve">Weights (can improvise) </w:t>
      </w:r>
    </w:p>
    <w:p w14:paraId="31C4877D" w14:textId="77777777" w:rsidR="00282325" w:rsidRDefault="00282325" w:rsidP="006326F9">
      <w:pPr>
        <w:pStyle w:val="Heading1"/>
      </w:pPr>
      <w:r>
        <w:t>Further ideas</w:t>
      </w:r>
    </w:p>
    <w:p w14:paraId="5B8E826D" w14:textId="77777777" w:rsidR="00282325" w:rsidRDefault="00282325" w:rsidP="00282325">
      <w:r>
        <w:t xml:space="preserve">Is the difference in the volumes of honey in the variously shaped cells significant? </w:t>
      </w:r>
    </w:p>
    <w:p w14:paraId="052E7C66" w14:textId="77777777" w:rsidR="00282325" w:rsidRDefault="00282325" w:rsidP="00282325">
      <w:r>
        <w:t>How much honey is in a hive? Use a spreadsheet to help with the calculations.</w:t>
      </w:r>
    </w:p>
    <w:p w14:paraId="6366FEA3" w14:textId="77777777" w:rsidR="00282325" w:rsidRPr="00980505" w:rsidRDefault="00282325" w:rsidP="00282325">
      <w:r>
        <w:t>Are there any differences between ‘wild’ bees and ‘farmed’ bees?</w:t>
      </w:r>
    </w:p>
    <w:p w14:paraId="0143AC27" w14:textId="77777777" w:rsidR="00282325" w:rsidRDefault="00282325" w:rsidP="00282325">
      <w:r>
        <w:br w:type="page"/>
      </w:r>
    </w:p>
    <w:p w14:paraId="7A994B7D" w14:textId="77777777" w:rsidR="00282325" w:rsidRDefault="00282325" w:rsidP="006326F9">
      <w:pPr>
        <w:pStyle w:val="Subtitle"/>
      </w:pPr>
      <w:r>
        <w:lastRenderedPageBreak/>
        <w:t>Activity 2: Dancing with bees</w:t>
      </w:r>
    </w:p>
    <w:p w14:paraId="2B5DDDA2" w14:textId="77777777" w:rsidR="0058655F" w:rsidRDefault="00590212" w:rsidP="00590212">
      <w:r>
        <w:t xml:space="preserve">Students emulate a ‘waggle dance’ to indicate the direction and distance of a particular place. </w:t>
      </w:r>
      <w:r w:rsidR="0058655F">
        <w:t xml:space="preserve">They </w:t>
      </w:r>
      <w:r w:rsidR="00962115">
        <w:t>do this as an outdoor activity</w:t>
      </w:r>
      <w:r w:rsidR="0058655F">
        <w:t>,</w:t>
      </w:r>
      <w:r w:rsidR="00962115">
        <w:t xml:space="preserve"> by creating a video </w:t>
      </w:r>
      <w:r w:rsidR="0058655F">
        <w:t xml:space="preserve">of the directions </w:t>
      </w:r>
      <w:r w:rsidR="00962115">
        <w:t>for a place a long distance away</w:t>
      </w:r>
      <w:r w:rsidR="0058655F">
        <w:t xml:space="preserve"> located via google maps.</w:t>
      </w:r>
      <w:r w:rsidR="00962115">
        <w:t xml:space="preserve"> </w:t>
      </w:r>
    </w:p>
    <w:p w14:paraId="642C5848" w14:textId="60A3C9FA" w:rsidR="00590212" w:rsidRDefault="0058655F" w:rsidP="00590212">
      <w:r>
        <w:t>If this is impractical, there is a modified version for</w:t>
      </w:r>
      <w:r w:rsidR="00962115">
        <w:t xml:space="preserve"> the classroom.</w:t>
      </w:r>
    </w:p>
    <w:p w14:paraId="58AE797E" w14:textId="77777777" w:rsidR="00590212" w:rsidRDefault="00590212" w:rsidP="00590212">
      <w:pPr>
        <w:pStyle w:val="Heading1"/>
      </w:pPr>
      <w:r>
        <w:t>Background</w:t>
      </w:r>
    </w:p>
    <w:p w14:paraId="65F1FC85" w14:textId="1687CF92" w:rsidR="00282325" w:rsidRPr="00CD4119" w:rsidRDefault="007D1ACB" w:rsidP="00282325">
      <w:r>
        <w:t>The ‘waggle dance’ is a mode of communication between bees to let the rest of the hive know of a pollen source. The bees communicate the direction of the source by moving in a figure of eight and the distance by the number of ‘waggles’. The</w:t>
      </w:r>
      <w:r w:rsidR="00962115">
        <w:t xml:space="preserve"> </w:t>
      </w:r>
      <w:proofErr w:type="spellStart"/>
      <w:r w:rsidR="00962115">
        <w:t>vigour</w:t>
      </w:r>
      <w:proofErr w:type="spellEnd"/>
      <w:r w:rsidR="00962115">
        <w:t xml:space="preserve"> of the waggles indicates</w:t>
      </w:r>
      <w:r>
        <w:t xml:space="preserve"> the quality of the pollen source.</w:t>
      </w:r>
    </w:p>
    <w:p w14:paraId="49D761FB" w14:textId="149D571C" w:rsidR="007D1ACB" w:rsidRPr="00DD4F9C" w:rsidRDefault="00163DA1" w:rsidP="00DD4F9C">
      <w:r w:rsidRPr="00163DA1">
        <w:t>https://youtu.be/-7ijI-g4jHg</w:t>
      </w:r>
    </w:p>
    <w:p w14:paraId="59A32D77" w14:textId="77777777" w:rsidR="00590212" w:rsidRDefault="00590212" w:rsidP="00590212">
      <w:pPr>
        <w:pStyle w:val="Heading1"/>
      </w:pPr>
      <w:r>
        <w:t>Why do this?</w:t>
      </w:r>
    </w:p>
    <w:p w14:paraId="64140E70" w14:textId="3DF286B0" w:rsidR="00590212" w:rsidRDefault="0058655F" w:rsidP="00590212">
      <w:r>
        <w:t>Uses direction and distance for location (a precursor to vectors)</w:t>
      </w:r>
    </w:p>
    <w:p w14:paraId="793021F8" w14:textId="3D105C38" w:rsidR="00FE5704" w:rsidRDefault="00FE5704" w:rsidP="00590212">
      <w:r>
        <w:t xml:space="preserve">Accuracy of measurements </w:t>
      </w:r>
    </w:p>
    <w:p w14:paraId="73E7707F" w14:textId="11BF9C0F" w:rsidR="00401533" w:rsidRDefault="0058655F" w:rsidP="00590212">
      <w:r>
        <w:t>Places the technology of google maps</w:t>
      </w:r>
      <w:r w:rsidR="00401533">
        <w:t xml:space="preserve"> in a meaningful context</w:t>
      </w:r>
    </w:p>
    <w:p w14:paraId="707AC137" w14:textId="77777777" w:rsidR="00590212" w:rsidRDefault="00590212" w:rsidP="00590212">
      <w:pPr>
        <w:pStyle w:val="Heading1"/>
      </w:pPr>
      <w:r>
        <w:t>Australian Curriculum links</w:t>
      </w:r>
    </w:p>
    <w:p w14:paraId="79B388CE" w14:textId="7794508D" w:rsidR="00401533" w:rsidRPr="00401533" w:rsidRDefault="00401533" w:rsidP="00401533">
      <w:r w:rsidRPr="00401533">
        <w:t xml:space="preserve">Solve problems using </w:t>
      </w:r>
      <w:hyperlink r:id="rId18" w:history="1">
        <w:r w:rsidRPr="00401533">
          <w:t>ratio</w:t>
        </w:r>
      </w:hyperlink>
      <w:r w:rsidRPr="00401533">
        <w:t xml:space="preserve"> and scale factors in </w:t>
      </w:r>
      <w:hyperlink r:id="rId19" w:history="1">
        <w:r w:rsidRPr="00401533">
          <w:t>similar</w:t>
        </w:r>
      </w:hyperlink>
      <w:r w:rsidRPr="00401533">
        <w:t xml:space="preserve"> figures </w:t>
      </w:r>
      <w:hyperlink r:id="rId20" w:history="1">
        <w:r w:rsidRPr="00401533">
          <w:t>(ACMMG221)</w:t>
        </w:r>
      </w:hyperlink>
    </w:p>
    <w:p w14:paraId="080C1557" w14:textId="77777777" w:rsidR="00590212" w:rsidRPr="00B51484" w:rsidRDefault="00590212" w:rsidP="00590212">
      <w:pPr>
        <w:pStyle w:val="Heading1"/>
      </w:pPr>
      <w:r w:rsidRPr="00B51484">
        <w:t>Getting started</w:t>
      </w:r>
    </w:p>
    <w:p w14:paraId="4074D747" w14:textId="6E72E537" w:rsidR="00590212" w:rsidRDefault="00590212" w:rsidP="00590212">
      <w:r>
        <w:t>In discussion, students should arrive at the need for both direction and distance</w:t>
      </w:r>
      <w:r w:rsidR="00401533">
        <w:t xml:space="preserve"> for the instructions to be clear</w:t>
      </w:r>
      <w:r>
        <w:t>. They may also want to consider</w:t>
      </w:r>
      <w:r w:rsidR="00401533">
        <w:t xml:space="preserve"> other factors</w:t>
      </w:r>
      <w:r>
        <w:t xml:space="preserve">. </w:t>
      </w:r>
    </w:p>
    <w:p w14:paraId="2E91B080" w14:textId="7ED2987A" w:rsidR="00590212" w:rsidRDefault="00401533" w:rsidP="00590212">
      <w:r>
        <w:t xml:space="preserve"> Students will need to be able to understand angle measures taken from true North</w:t>
      </w:r>
      <w:r w:rsidR="0058655F">
        <w:t>,</w:t>
      </w:r>
      <w:r>
        <w:t xml:space="preserve"> both in a clockwise and anti-clockwise direction.</w:t>
      </w:r>
    </w:p>
    <w:p w14:paraId="262CDF8A" w14:textId="3577B709" w:rsidR="00590212" w:rsidRDefault="005B4DFB" w:rsidP="00590212">
      <w:pPr>
        <w:pStyle w:val="Heading1"/>
      </w:pPr>
      <w:r>
        <w:t>Dancing outside</w:t>
      </w:r>
    </w:p>
    <w:p w14:paraId="2DA310AD" w14:textId="6DEE5BFC" w:rsidR="005B4DFB" w:rsidRDefault="005B4DFB" w:rsidP="005B4DFB">
      <w:r>
        <w:t>Students should work in groups of two, three or four.</w:t>
      </w:r>
    </w:p>
    <w:p w14:paraId="079611BD" w14:textId="2333286C" w:rsidR="005B4DFB" w:rsidRDefault="005B4DFB" w:rsidP="005B4DFB">
      <w:pPr>
        <w:pStyle w:val="Heading2"/>
      </w:pPr>
      <w:r>
        <w:lastRenderedPageBreak/>
        <w:t>Locating the beehive</w:t>
      </w:r>
    </w:p>
    <w:p w14:paraId="410045E6" w14:textId="77777777" w:rsidR="000A5D28" w:rsidRDefault="005B4DFB" w:rsidP="000A5D28">
      <w:r>
        <w:t>You will need a sunny day so that a clear shadow can be seen.</w:t>
      </w:r>
      <w:r w:rsidR="000A5D28" w:rsidRPr="000A5D28">
        <w:t xml:space="preserve"> </w:t>
      </w:r>
    </w:p>
    <w:p w14:paraId="3564169E" w14:textId="5012F7BE" w:rsidR="005B4DFB" w:rsidRDefault="000A5D28" w:rsidP="005B4DFB">
      <w:r>
        <w:t>The stake has to be left in place until all groups have made their videos or taken their photographs.</w:t>
      </w:r>
    </w:p>
    <w:p w14:paraId="0B6B96CF" w14:textId="326D5F4B" w:rsidR="000A5D28" w:rsidRDefault="00670796" w:rsidP="005B4DFB">
      <w:r>
        <w:t>Students</w:t>
      </w:r>
      <w:r w:rsidR="000A5D28">
        <w:t xml:space="preserve"> mark their shadow line. Golf tees could be used.</w:t>
      </w:r>
    </w:p>
    <w:p w14:paraId="09C1B4F4" w14:textId="77777777" w:rsidR="00670796" w:rsidRDefault="00670796" w:rsidP="00670796">
      <w:pPr>
        <w:pStyle w:val="Heading2"/>
      </w:pPr>
      <w:r>
        <w:t>Selecting the pollen source</w:t>
      </w:r>
    </w:p>
    <w:p w14:paraId="11C5246E" w14:textId="77777777" w:rsidR="00670796" w:rsidRDefault="00670796" w:rsidP="00670796">
      <w:r>
        <w:t xml:space="preserve">Students use </w:t>
      </w:r>
      <w:r>
        <w:rPr>
          <w:i/>
        </w:rPr>
        <w:t>Google Earth</w:t>
      </w:r>
      <w:r>
        <w:t xml:space="preserve"> or </w:t>
      </w:r>
      <w:r>
        <w:rPr>
          <w:i/>
        </w:rPr>
        <w:t>Google Maps</w:t>
      </w:r>
      <w:r>
        <w:t xml:space="preserve"> to find a relatively well known building, feature, landmark, shop, school, hospital or other location. </w:t>
      </w:r>
    </w:p>
    <w:p w14:paraId="7DE9CB7F" w14:textId="61FFC3DC" w:rsidR="00670796" w:rsidRDefault="00670796" w:rsidP="00670796">
      <w:r>
        <w:t>It should be less than 10 km from the ‘hive’. Students will need to be able to read the scale or otherwise measure the distance.</w:t>
      </w:r>
    </w:p>
    <w:p w14:paraId="28ED8A34" w14:textId="03DB9A70" w:rsidR="00670796" w:rsidRDefault="00670796" w:rsidP="00670796">
      <w:r>
        <w:t>They will also need to be able to establish the direction from the marked shadow line.</w:t>
      </w:r>
    </w:p>
    <w:p w14:paraId="3B900ED8" w14:textId="009585DC" w:rsidR="00670796" w:rsidRDefault="00670796" w:rsidP="005B4DFB">
      <w:r>
        <w:t>Make sure that every group has chosen a different location.</w:t>
      </w:r>
    </w:p>
    <w:p w14:paraId="2C09B9D9" w14:textId="0C2B7507" w:rsidR="00670796" w:rsidRDefault="00670796" w:rsidP="00670796">
      <w:pPr>
        <w:pStyle w:val="Heading2"/>
      </w:pPr>
      <w:r>
        <w:t>Creating the dance</w:t>
      </w:r>
    </w:p>
    <w:p w14:paraId="64271D9D" w14:textId="04764008" w:rsidR="00840A50" w:rsidRDefault="00840A50" w:rsidP="00670796">
      <w:r>
        <w:t xml:space="preserve"> Each group will video their dance.</w:t>
      </w:r>
    </w:p>
    <w:p w14:paraId="6077D3A6" w14:textId="4BA7EE85" w:rsidR="00670796" w:rsidRDefault="00670796" w:rsidP="00670796">
      <w:r>
        <w:t>The ‘waggle’ can be indicated by waving the hands or other suitable movements.</w:t>
      </w:r>
    </w:p>
    <w:p w14:paraId="19731F06" w14:textId="0F47398D" w:rsidR="00840A50" w:rsidRDefault="00840A50" w:rsidP="00670796">
      <w:r>
        <w:t xml:space="preserve">Students will need to time their dance at one second for every </w:t>
      </w:r>
      <w:proofErr w:type="spellStart"/>
      <w:r>
        <w:t>kilometre</w:t>
      </w:r>
      <w:proofErr w:type="spellEnd"/>
      <w:r>
        <w:t xml:space="preserve">. Mobile phones could be used. </w:t>
      </w:r>
    </w:p>
    <w:p w14:paraId="358CBE75" w14:textId="7373657E" w:rsidR="00840A50" w:rsidRDefault="00840A50" w:rsidP="00840A50">
      <w:pPr>
        <w:pStyle w:val="Heading2"/>
      </w:pPr>
      <w:r>
        <w:t>How effective is your dance?</w:t>
      </w:r>
    </w:p>
    <w:p w14:paraId="0908009E" w14:textId="77777777" w:rsidR="00840A50" w:rsidRDefault="00840A50" w:rsidP="00840A50">
      <w:r>
        <w:t>Play each video to the class.</w:t>
      </w:r>
    </w:p>
    <w:p w14:paraId="0C6DE2D2" w14:textId="4C02D714" w:rsidR="00840A50" w:rsidRDefault="00840A50" w:rsidP="00840A50">
      <w:r>
        <w:t xml:space="preserve">You will need to have a stopwatch to time and a map showing a circular area with radius 10 km </w:t>
      </w:r>
      <w:proofErr w:type="spellStart"/>
      <w:r>
        <w:t>centred</w:t>
      </w:r>
      <w:proofErr w:type="spellEnd"/>
      <w:r>
        <w:t xml:space="preserve"> on the ‘hive’. </w:t>
      </w:r>
    </w:p>
    <w:p w14:paraId="07DDCBB5" w14:textId="77777777" w:rsidR="00840A50" w:rsidRDefault="00840A50" w:rsidP="00840A50">
      <w:r>
        <w:t>After each video:</w:t>
      </w:r>
    </w:p>
    <w:p w14:paraId="62DC9839" w14:textId="77777777" w:rsidR="00840A50" w:rsidRDefault="00840A50" w:rsidP="00840A50">
      <w:pPr>
        <w:pStyle w:val="ListParagraph"/>
        <w:numPr>
          <w:ilvl w:val="0"/>
          <w:numId w:val="18"/>
        </w:numPr>
      </w:pPr>
      <w:r>
        <w:t xml:space="preserve">every person who can correctly write down the landmark scores a point, and </w:t>
      </w:r>
    </w:p>
    <w:p w14:paraId="40BF7810" w14:textId="4BACF59B" w:rsidR="00840A50" w:rsidRPr="00840A50" w:rsidRDefault="00840A50" w:rsidP="00840A50">
      <w:pPr>
        <w:pStyle w:val="ListParagraph"/>
        <w:numPr>
          <w:ilvl w:val="0"/>
          <w:numId w:val="18"/>
        </w:numPr>
      </w:pPr>
      <w:r>
        <w:t>the video’s creators also score a point for each correct identification of their location (because the bees who can dance well help the whole colony to thrive).</w:t>
      </w:r>
    </w:p>
    <w:p w14:paraId="2F5F9797" w14:textId="77777777" w:rsidR="00590212" w:rsidRDefault="00590212" w:rsidP="00590212">
      <w:pPr>
        <w:pStyle w:val="Heading1"/>
      </w:pPr>
      <w:r w:rsidRPr="00C4083E">
        <w:t>Resources needed</w:t>
      </w:r>
    </w:p>
    <w:p w14:paraId="01473F85" w14:textId="75597E16" w:rsidR="00590212" w:rsidRDefault="005B4DFB" w:rsidP="00590212">
      <w:pPr>
        <w:spacing w:after="0"/>
      </w:pPr>
      <w:r>
        <w:t>A sunny day!</w:t>
      </w:r>
    </w:p>
    <w:p w14:paraId="122B03AF" w14:textId="17391DE7" w:rsidR="005B4DFB" w:rsidRDefault="005B4DFB" w:rsidP="00590212">
      <w:pPr>
        <w:spacing w:after="0"/>
      </w:pPr>
      <w:r>
        <w:t>Access to school oval or similar</w:t>
      </w:r>
    </w:p>
    <w:p w14:paraId="3020CCB1" w14:textId="41E67266" w:rsidR="005B4DFB" w:rsidRDefault="00840A50" w:rsidP="00590212">
      <w:pPr>
        <w:spacing w:after="0"/>
      </w:pPr>
      <w:r>
        <w:t>One stake</w:t>
      </w:r>
    </w:p>
    <w:p w14:paraId="2721AE72" w14:textId="00D89122" w:rsidR="005B4DFB" w:rsidRDefault="000A5D28" w:rsidP="00590212">
      <w:pPr>
        <w:spacing w:after="0"/>
      </w:pPr>
      <w:r>
        <w:t>Mallet or hammer</w:t>
      </w:r>
    </w:p>
    <w:p w14:paraId="3A9F003A" w14:textId="0F447396" w:rsidR="000A5D28" w:rsidRDefault="000A5D28" w:rsidP="00590212">
      <w:pPr>
        <w:spacing w:after="0"/>
      </w:pPr>
      <w:r>
        <w:t>Golf tees or similar</w:t>
      </w:r>
    </w:p>
    <w:p w14:paraId="0546FF64" w14:textId="6F05153E" w:rsidR="005B4DFB" w:rsidRDefault="005B4DFB" w:rsidP="00590212">
      <w:pPr>
        <w:spacing w:after="0"/>
      </w:pPr>
      <w:r>
        <w:lastRenderedPageBreak/>
        <w:t>Camera</w:t>
      </w:r>
      <w:r w:rsidR="000A5D28">
        <w:t xml:space="preserve"> (video or still)</w:t>
      </w:r>
    </w:p>
    <w:p w14:paraId="4C60AE5D" w14:textId="340E08C4" w:rsidR="00840A50" w:rsidRDefault="00840A50" w:rsidP="00590212">
      <w:pPr>
        <w:spacing w:after="0"/>
      </w:pPr>
      <w:r>
        <w:t>Stop watch</w:t>
      </w:r>
    </w:p>
    <w:p w14:paraId="07DB5515" w14:textId="4E640AF4" w:rsidR="000A5D28" w:rsidRDefault="000A5D28" w:rsidP="00590212">
      <w:pPr>
        <w:spacing w:after="0"/>
      </w:pPr>
      <w:r>
        <w:t>Access to the internet</w:t>
      </w:r>
    </w:p>
    <w:p w14:paraId="2401FC0D" w14:textId="3A7C7AE2" w:rsidR="00840A50" w:rsidRDefault="00840A50" w:rsidP="00590212">
      <w:pPr>
        <w:spacing w:after="0"/>
      </w:pPr>
      <w:r>
        <w:t xml:space="preserve">Printouts of the map </w:t>
      </w:r>
      <w:proofErr w:type="spellStart"/>
      <w:r>
        <w:t>centred</w:t>
      </w:r>
      <w:proofErr w:type="spellEnd"/>
      <w:r>
        <w:t xml:space="preserve"> around the hive</w:t>
      </w:r>
    </w:p>
    <w:p w14:paraId="45571CB7" w14:textId="39F5776A" w:rsidR="00840A50" w:rsidRDefault="00840A50" w:rsidP="00590212">
      <w:pPr>
        <w:pStyle w:val="Heading1"/>
      </w:pPr>
      <w:r>
        <w:t>Dancing inside</w:t>
      </w:r>
    </w:p>
    <w:p w14:paraId="3CD3F9D2" w14:textId="1F0BE440" w:rsidR="00840A50" w:rsidRDefault="00840A50" w:rsidP="00840A50">
      <w:r>
        <w:t>If it is not practical to conduct an outdoor activity, you can use grid paper to perform a similar activity.</w:t>
      </w:r>
    </w:p>
    <w:p w14:paraId="1483CAE8" w14:textId="351B1459" w:rsidR="00840A50" w:rsidRDefault="00840A50" w:rsidP="00840A50">
      <w:r>
        <w:t>Set the direction of the sun</w:t>
      </w:r>
      <w:r w:rsidR="00015917">
        <w:t xml:space="preserve">. Students draw this line from the </w:t>
      </w:r>
      <w:proofErr w:type="spellStart"/>
      <w:r w:rsidR="00015917">
        <w:t>centre</w:t>
      </w:r>
      <w:proofErr w:type="spellEnd"/>
      <w:r w:rsidR="00015917">
        <w:t xml:space="preserve"> of the paper.</w:t>
      </w:r>
    </w:p>
    <w:p w14:paraId="2F1AA6B1" w14:textId="5BC602D1" w:rsidR="00015917" w:rsidRDefault="00015917" w:rsidP="00840A50">
      <w:r>
        <w:t>Measure the classroom and identify a suitable scale. Draw the classroom’s major features (e.g. the walls, windows and door) on the grid paper.</w:t>
      </w:r>
    </w:p>
    <w:p w14:paraId="43EE28DC" w14:textId="1B114B5D" w:rsidR="00015917" w:rsidRDefault="00015917" w:rsidP="00840A50">
      <w:r>
        <w:t>Each group identifies a place in the classroom (e.g. the fish tank, the clock) and determines its direction and distance. Make sure each group has a different place.</w:t>
      </w:r>
    </w:p>
    <w:p w14:paraId="7496AD8B" w14:textId="77777777" w:rsidR="00015917" w:rsidRDefault="00015917" w:rsidP="00840A50">
      <w:r>
        <w:t xml:space="preserve">Students can do their dance ‘live’ or video it. </w:t>
      </w:r>
    </w:p>
    <w:p w14:paraId="7A62A32E" w14:textId="538CA827" w:rsidR="00015917" w:rsidRDefault="00015917" w:rsidP="00840A50">
      <w:r>
        <w:t xml:space="preserve">Use one second for every </w:t>
      </w:r>
      <w:proofErr w:type="spellStart"/>
      <w:r>
        <w:t>metre</w:t>
      </w:r>
      <w:proofErr w:type="spellEnd"/>
      <w:r>
        <w:t>.</w:t>
      </w:r>
    </w:p>
    <w:p w14:paraId="7BEA2581" w14:textId="7A3EFDDA" w:rsidR="00015917" w:rsidRDefault="00015917" w:rsidP="00015917">
      <w:pPr>
        <w:pStyle w:val="Heading1"/>
      </w:pPr>
      <w:r>
        <w:t>Resources needed</w:t>
      </w:r>
    </w:p>
    <w:p w14:paraId="5D9D87F6" w14:textId="77777777" w:rsidR="00015917" w:rsidRDefault="00015917" w:rsidP="00015917">
      <w:r>
        <w:t>Grid paper and pencil</w:t>
      </w:r>
    </w:p>
    <w:p w14:paraId="61ACF72D" w14:textId="43936911" w:rsidR="00015917" w:rsidRDefault="00015917" w:rsidP="00015917">
      <w:r>
        <w:t>Ruler</w:t>
      </w:r>
    </w:p>
    <w:p w14:paraId="7937CC83" w14:textId="0932845A" w:rsidR="00015917" w:rsidRDefault="00015917" w:rsidP="00015917">
      <w:r>
        <w:t>Protractor</w:t>
      </w:r>
    </w:p>
    <w:p w14:paraId="2F8C29C7" w14:textId="2F2B939B" w:rsidR="00FF190D" w:rsidRDefault="00FF190D" w:rsidP="00015917">
      <w:r>
        <w:t>Measuring tape</w:t>
      </w:r>
    </w:p>
    <w:p w14:paraId="60ADB68E" w14:textId="7F75CB32" w:rsidR="00015917" w:rsidRDefault="00015917" w:rsidP="00015917">
      <w:r>
        <w:t>Camera (optional)</w:t>
      </w:r>
    </w:p>
    <w:p w14:paraId="6325C08D" w14:textId="0341469F" w:rsidR="00015917" w:rsidRPr="00015917" w:rsidRDefault="00015917" w:rsidP="00015917">
      <w:r>
        <w:t xml:space="preserve">Stop watch </w:t>
      </w:r>
    </w:p>
    <w:p w14:paraId="255C859E" w14:textId="77777777" w:rsidR="00590212" w:rsidRDefault="00590212" w:rsidP="00590212">
      <w:pPr>
        <w:pStyle w:val="Heading1"/>
      </w:pPr>
      <w:r>
        <w:t>Further ideas</w:t>
      </w:r>
    </w:p>
    <w:p w14:paraId="3B22A376" w14:textId="26CF8822" w:rsidR="00590212" w:rsidRPr="00B30980" w:rsidRDefault="00590212" w:rsidP="00590212">
      <w:r>
        <w:t>Some additional video links to help understand the ‘waggle dance’.</w:t>
      </w:r>
    </w:p>
    <w:p w14:paraId="3AE5CC98" w14:textId="711983E4" w:rsidR="00590212" w:rsidRPr="00DD4F9C" w:rsidRDefault="00163DA1" w:rsidP="00DD4F9C">
      <w:r w:rsidRPr="00163DA1">
        <w:t>https://youtu.be/bFDGPgXtK-U</w:t>
      </w:r>
    </w:p>
    <w:p w14:paraId="2FE44503" w14:textId="77777777" w:rsidR="00590212" w:rsidRPr="00DD4F9C" w:rsidRDefault="00B04776" w:rsidP="00DD4F9C">
      <w:hyperlink r:id="rId21">
        <w:r w:rsidR="00590212" w:rsidRPr="00DD4F9C">
          <w:t>http://video.nationalgeographic.com.au/video/weirdest-bees-dance</w:t>
        </w:r>
      </w:hyperlink>
    </w:p>
    <w:p w14:paraId="697ECFFF" w14:textId="5EB0AE7C" w:rsidR="00590212" w:rsidRPr="00980505" w:rsidRDefault="00590212" w:rsidP="00590212"/>
    <w:p w14:paraId="40FE478F" w14:textId="77777777" w:rsidR="00590212" w:rsidRDefault="00590212" w:rsidP="00590212">
      <w:r>
        <w:br w:type="page"/>
      </w:r>
    </w:p>
    <w:p w14:paraId="1E8D6DFC" w14:textId="1CB1D0EC" w:rsidR="00590212" w:rsidRPr="006326F9" w:rsidRDefault="00EB1CD4" w:rsidP="00590212">
      <w:pPr>
        <w:pStyle w:val="Subtitle"/>
      </w:pPr>
      <w:r>
        <w:lastRenderedPageBreak/>
        <w:t>Activity 3</w:t>
      </w:r>
      <w:r w:rsidR="00590212" w:rsidRPr="006326F9">
        <w:t xml:space="preserve">: </w:t>
      </w:r>
      <w:r>
        <w:t>Counting bees</w:t>
      </w:r>
    </w:p>
    <w:p w14:paraId="32C115B8" w14:textId="6BCACB31" w:rsidR="00590212" w:rsidRDefault="00EB1CD4" w:rsidP="00590212">
      <w:r>
        <w:t>Students conduct a sampling experiment of the form ‘</w:t>
      </w:r>
      <w:r w:rsidR="006032AC">
        <w:t xml:space="preserve">capture-recapture’ </w:t>
      </w:r>
      <w:r w:rsidR="00173819">
        <w:t>to predict the total population.</w:t>
      </w:r>
    </w:p>
    <w:p w14:paraId="346AFE06" w14:textId="77777777" w:rsidR="00590212" w:rsidRDefault="00590212" w:rsidP="00590212">
      <w:pPr>
        <w:pStyle w:val="Heading1"/>
      </w:pPr>
      <w:r>
        <w:t>Why do this?</w:t>
      </w:r>
    </w:p>
    <w:p w14:paraId="079FFF47" w14:textId="396B1EC4" w:rsidR="00590212" w:rsidRDefault="006032AC" w:rsidP="006032AC">
      <w:r>
        <w:t>Exposes students to one type of sampling, leading to exploration of other types</w:t>
      </w:r>
    </w:p>
    <w:p w14:paraId="1DD61833" w14:textId="71B1E5BE" w:rsidR="006032AC" w:rsidRDefault="006032AC" w:rsidP="006032AC">
      <w:r>
        <w:t xml:space="preserve">Multiple experiments reinforce the degree of variability in data and the need to </w:t>
      </w:r>
      <w:r w:rsidR="006F378B">
        <w:t>take this into account</w:t>
      </w:r>
    </w:p>
    <w:p w14:paraId="20110B21" w14:textId="77777777" w:rsidR="00590212" w:rsidRDefault="00590212" w:rsidP="00590212">
      <w:pPr>
        <w:pStyle w:val="Heading1"/>
      </w:pPr>
      <w:r>
        <w:t>Australian Curriculum links</w:t>
      </w:r>
    </w:p>
    <w:p w14:paraId="3E80E001" w14:textId="711E5988" w:rsidR="00173819" w:rsidRPr="00173819" w:rsidRDefault="00173819" w:rsidP="00173819">
      <w:r w:rsidRPr="00173819">
        <w:t xml:space="preserve">Explore the practicalities and implications of obtaining </w:t>
      </w:r>
      <w:hyperlink r:id="rId22" w:history="1">
        <w:r w:rsidRPr="00173819">
          <w:t>data</w:t>
        </w:r>
      </w:hyperlink>
      <w:r w:rsidRPr="00173819">
        <w:t xml:space="preserve"> through sampling using a variety of investigative processes </w:t>
      </w:r>
      <w:hyperlink r:id="rId23" w:history="1">
        <w:r w:rsidRPr="00173819">
          <w:t>(ACMSP206)</w:t>
        </w:r>
      </w:hyperlink>
    </w:p>
    <w:p w14:paraId="0A4C0F74" w14:textId="77777777" w:rsidR="00590212" w:rsidRPr="00B51484" w:rsidRDefault="00590212" w:rsidP="00590212">
      <w:pPr>
        <w:pStyle w:val="Heading1"/>
      </w:pPr>
      <w:r w:rsidRPr="00B51484">
        <w:t>Getting started</w:t>
      </w:r>
    </w:p>
    <w:p w14:paraId="1012B3B3" w14:textId="77777777" w:rsidR="006032AC" w:rsidRDefault="00173819" w:rsidP="00173819">
      <w:r>
        <w:t>It is usually impossible to count the number of animals in a population. Scientists use a variety of techniques to estimate this number. What do you think they might do?</w:t>
      </w:r>
      <w:r w:rsidR="006032AC">
        <w:t xml:space="preserve"> </w:t>
      </w:r>
    </w:p>
    <w:p w14:paraId="1F1E3C1D" w14:textId="6100BF82" w:rsidR="00173819" w:rsidRDefault="006032AC" w:rsidP="00173819">
      <w:r>
        <w:t xml:space="preserve">This should lead to the concept of sampling. Students might already have some experience or knowledge of sampling (e.g. survey) as opposed to a census (topical for 2016). </w:t>
      </w:r>
    </w:p>
    <w:p w14:paraId="3064B7F5" w14:textId="223BAD47" w:rsidR="006F378B" w:rsidRDefault="006032AC" w:rsidP="006F378B">
      <w:r>
        <w:t xml:space="preserve">Discuss the capture-recapture technique. </w:t>
      </w:r>
    </w:p>
    <w:p w14:paraId="0290C069" w14:textId="05C9E830" w:rsidR="006F378B" w:rsidRDefault="006F378B" w:rsidP="006F378B">
      <w:r>
        <w:t>Firstly, the scientists define the population to be estimated. They carefully capture some of the population and mark them or tag them in some way. The tagged animals are released and given time to mix with the general population.</w:t>
      </w:r>
      <w:r w:rsidRPr="006F378B">
        <w:t xml:space="preserve"> </w:t>
      </w:r>
      <w:r w:rsidR="00E17415">
        <w:t>A</w:t>
      </w:r>
      <w:r>
        <w:t xml:space="preserve"> r</w:t>
      </w:r>
      <w:r w:rsidR="00E17415">
        <w:t xml:space="preserve">andom sample of the population is captured at a later time and the number of </w:t>
      </w:r>
      <w:r>
        <w:t xml:space="preserve">tagged </w:t>
      </w:r>
      <w:r w:rsidR="00E17415">
        <w:t xml:space="preserve">animals expressed </w:t>
      </w:r>
      <w:r>
        <w:t xml:space="preserve">as a fraction of the </w:t>
      </w:r>
      <w:r w:rsidR="00E17415">
        <w:t xml:space="preserve">entire </w:t>
      </w:r>
      <w:r>
        <w:t xml:space="preserve">sample. </w:t>
      </w:r>
      <w:r w:rsidR="00E17415">
        <w:t xml:space="preserve">The sample is released and the experiment repeated. </w:t>
      </w:r>
      <w:r w:rsidR="00490E0E">
        <w:t xml:space="preserve">The populations </w:t>
      </w:r>
      <w:proofErr w:type="gramStart"/>
      <w:r w:rsidR="00490E0E">
        <w:t>is</w:t>
      </w:r>
      <w:proofErr w:type="gramEnd"/>
      <w:r w:rsidR="00490E0E">
        <w:t xml:space="preserve"> then estimated.</w:t>
      </w:r>
    </w:p>
    <w:p w14:paraId="18B5F822" w14:textId="66733390" w:rsidR="006F378B" w:rsidRDefault="006F378B" w:rsidP="006F378B">
      <w:pPr>
        <w:widowControl w:val="0"/>
        <w:spacing w:line="240" w:lineRule="auto"/>
      </w:pPr>
      <w:r>
        <w:t>What animals has this method been used on?</w:t>
      </w:r>
    </w:p>
    <w:p w14:paraId="595FAE0D" w14:textId="279F44EE" w:rsidR="00590212" w:rsidRDefault="006032AC" w:rsidP="00590212">
      <w:r>
        <w:t xml:space="preserve">*Students should be exposed to the concept of a sample representing accurately a population. How might a sample be biased? How big does a sample need to be? </w:t>
      </w:r>
      <w:r w:rsidR="00E17415">
        <w:t>Why does the sampling of animal populations need to be repeated?</w:t>
      </w:r>
    </w:p>
    <w:p w14:paraId="46A520D5" w14:textId="66FA1D1C" w:rsidR="00590212" w:rsidRDefault="006F378B" w:rsidP="00590212">
      <w:pPr>
        <w:pStyle w:val="Heading1"/>
      </w:pPr>
      <w:r>
        <w:lastRenderedPageBreak/>
        <w:t>Capture-recapture</w:t>
      </w:r>
    </w:p>
    <w:p w14:paraId="7D46110B" w14:textId="77777777" w:rsidR="00804AB3" w:rsidRDefault="00804AB3" w:rsidP="00804AB3">
      <w:pPr>
        <w:pStyle w:val="Heading2"/>
      </w:pPr>
      <w:r>
        <w:t>The experiment</w:t>
      </w:r>
    </w:p>
    <w:p w14:paraId="2369682B" w14:textId="0408C39E" w:rsidR="003F3A0A" w:rsidRDefault="003F3A0A" w:rsidP="00590212">
      <w:r>
        <w:t xml:space="preserve">Prepare bags </w:t>
      </w:r>
      <w:r w:rsidR="00490E0E">
        <w:t xml:space="preserve">or boxes </w:t>
      </w:r>
      <w:r>
        <w:t>of ‘animals’. There should be a large n</w:t>
      </w:r>
      <w:r w:rsidR="00490E0E">
        <w:t>umber in each container</w:t>
      </w:r>
      <w:r>
        <w:t xml:space="preserve"> (e.g. more than 100) but the total does not need to be the</w:t>
      </w:r>
      <w:r w:rsidR="00490E0E">
        <w:t xml:space="preserve"> same in each container</w:t>
      </w:r>
      <w:r>
        <w:t>. You could use pop-sticks, toothpicks or counters. Tag 30 of them with a marker. Students could do this.</w:t>
      </w:r>
    </w:p>
    <w:p w14:paraId="4B55532E" w14:textId="756D857F" w:rsidR="003F3A0A" w:rsidRDefault="003F3A0A" w:rsidP="00590212">
      <w:r>
        <w:t xml:space="preserve">Another possibility is to use </w:t>
      </w:r>
      <w:proofErr w:type="spellStart"/>
      <w:r>
        <w:t>coloured</w:t>
      </w:r>
      <w:proofErr w:type="spellEnd"/>
      <w:r>
        <w:t xml:space="preserve"> paper-clips but add 30 silver paperclips.</w:t>
      </w:r>
    </w:p>
    <w:p w14:paraId="70944AFA" w14:textId="70260226" w:rsidR="00490E0E" w:rsidRDefault="00490E0E" w:rsidP="00590212">
      <w:r>
        <w:t>Use opaque bags or boxes.</w:t>
      </w:r>
    </w:p>
    <w:p w14:paraId="10FBE8B0" w14:textId="5D032679" w:rsidR="00804AB3" w:rsidRDefault="00804AB3" w:rsidP="00590212">
      <w:r>
        <w:t>Students can estimate the number of trials that they think might be needed. They may change their minds depending on the results as the experiment proceeds.</w:t>
      </w:r>
    </w:p>
    <w:p w14:paraId="2943B5E4" w14:textId="5E5BBF51" w:rsidR="00804AB3" w:rsidRDefault="00804AB3" w:rsidP="00804AB3">
      <w:pPr>
        <w:pStyle w:val="Heading2"/>
      </w:pPr>
      <w:r>
        <w:t>The analysis</w:t>
      </w:r>
    </w:p>
    <w:p w14:paraId="5CE7D316" w14:textId="17001CA8" w:rsidR="00804AB3" w:rsidRDefault="00804AB3" w:rsidP="00804AB3">
      <w:r>
        <w:t xml:space="preserve">With discussion, students may be able to arrive at the mathematical process themselves. </w:t>
      </w:r>
    </w:p>
    <w:p w14:paraId="200F4228" w14:textId="149B17A7" w:rsidR="00804AB3" w:rsidRPr="00804AB3" w:rsidRDefault="00804AB3" w:rsidP="00804AB3">
      <w:r>
        <w:t>Share the class results. What were the biggest variations in the number of tagged animals selected? Were there any variations in the accuracy of the estimations and the size of the actual populations?</w:t>
      </w:r>
      <w:r w:rsidR="0094190B">
        <w:t xml:space="preserve"> </w:t>
      </w:r>
      <w:r>
        <w:t xml:space="preserve">Can you come to any conclusions about the number of trials needed? </w:t>
      </w:r>
    </w:p>
    <w:p w14:paraId="60D6FBC3" w14:textId="77777777" w:rsidR="00590212" w:rsidRDefault="00590212" w:rsidP="00590212">
      <w:pPr>
        <w:pStyle w:val="Heading1"/>
      </w:pPr>
      <w:r>
        <w:t>Answers</w:t>
      </w:r>
    </w:p>
    <w:p w14:paraId="112B4F19" w14:textId="0A6A82C5" w:rsidR="00490E0E" w:rsidRPr="00163DA1" w:rsidRDefault="00490E0E" w:rsidP="00163DA1">
      <w:pPr>
        <w:rPr>
          <w:b/>
        </w:rPr>
      </w:pPr>
      <w:r w:rsidRPr="00163DA1">
        <w:rPr>
          <w:b/>
        </w:rPr>
        <w:t xml:space="preserve">Note: The numbers in this example are not the same as your experiment. </w:t>
      </w:r>
    </w:p>
    <w:p w14:paraId="45863E0F" w14:textId="77777777" w:rsidR="00490E0E" w:rsidRDefault="00490E0E" w:rsidP="00490E0E">
      <w:r>
        <w:rPr>
          <w:i/>
        </w:rPr>
        <w:t>P</w:t>
      </w:r>
      <w:r>
        <w:t xml:space="preserve"> is the number of animals in the population, which is unknown.</w:t>
      </w:r>
    </w:p>
    <w:p w14:paraId="4A07A655" w14:textId="77777777" w:rsidR="00490E0E" w:rsidRDefault="00490E0E" w:rsidP="00490E0E">
      <w:r>
        <w:t xml:space="preserve">If 50 animals were caught, tagged and released, the proportion of the population tagged is </w:t>
      </w:r>
      <m:oMath>
        <m:f>
          <m:fPr>
            <m:ctrlPr>
              <w:rPr>
                <w:rFonts w:ascii="Cambria Math" w:hAnsi="Cambria Math"/>
                <w:sz w:val="28"/>
                <w:szCs w:val="28"/>
              </w:rPr>
            </m:ctrlPr>
          </m:fPr>
          <m:num>
            <m:r>
              <w:rPr>
                <w:rFonts w:ascii="Cambria Math" w:hAnsi="Cambria Math"/>
                <w:sz w:val="28"/>
                <w:szCs w:val="28"/>
              </w:rPr>
              <m:t>50</m:t>
            </m:r>
          </m:num>
          <m:den>
            <m:r>
              <w:rPr>
                <w:rFonts w:ascii="Cambria Math" w:hAnsi="Cambria Math"/>
                <w:sz w:val="28"/>
                <w:szCs w:val="28"/>
              </w:rPr>
              <m:t>P</m:t>
            </m:r>
          </m:den>
        </m:f>
      </m:oMath>
      <w:r>
        <w:t>.</w:t>
      </w:r>
    </w:p>
    <w:p w14:paraId="5E7B21B2" w14:textId="33276E53" w:rsidR="00490E0E" w:rsidRDefault="00490E0E" w:rsidP="00490E0E">
      <w:r>
        <w:t xml:space="preserve">In the samples, 40 animals were caught each time. The mean number of tagged animals was 7, so the proportion of animals tagged is approximately </w:t>
      </w:r>
      <m:oMath>
        <m:f>
          <m:fPr>
            <m:ctrlPr>
              <w:rPr>
                <w:rFonts w:ascii="Cambria Math" w:hAnsi="Cambria Math"/>
                <w:sz w:val="28"/>
                <w:szCs w:val="28"/>
              </w:rPr>
            </m:ctrlPr>
          </m:fPr>
          <m:num>
            <m:r>
              <w:rPr>
                <w:rFonts w:ascii="Cambria Math" w:hAnsi="Cambria Math"/>
                <w:sz w:val="28"/>
                <w:szCs w:val="28"/>
              </w:rPr>
              <m:t>7</m:t>
            </m:r>
          </m:num>
          <m:den>
            <m:r>
              <w:rPr>
                <w:rFonts w:ascii="Cambria Math" w:hAnsi="Cambria Math"/>
                <w:sz w:val="28"/>
                <w:szCs w:val="28"/>
              </w:rPr>
              <m:t>40</m:t>
            </m:r>
          </m:den>
        </m:f>
      </m:oMath>
      <w:r>
        <w:t xml:space="preserve">. </w:t>
      </w:r>
    </w:p>
    <w:p w14:paraId="34C89B1B" w14:textId="77777777" w:rsidR="00490E0E" w:rsidRDefault="00490E0E" w:rsidP="00490E0E">
      <w:r>
        <w:t>The two proportions should be approximately equal to each other.</w:t>
      </w:r>
    </w:p>
    <w:p w14:paraId="233D55B8" w14:textId="0AC026D2" w:rsidR="00490E0E" w:rsidRDefault="00490E0E" w:rsidP="00490E0E">
      <w:r>
        <w:t xml:space="preserve">Form the equation </w:t>
      </w:r>
      <m:oMath>
        <m:f>
          <m:fPr>
            <m:ctrlPr>
              <w:rPr>
                <w:rFonts w:ascii="Cambria Math" w:hAnsi="Cambria Math"/>
                <w:sz w:val="28"/>
                <w:szCs w:val="28"/>
              </w:rPr>
            </m:ctrlPr>
          </m:fPr>
          <m:num>
            <m:r>
              <w:rPr>
                <w:rFonts w:ascii="Cambria Math" w:hAnsi="Cambria Math"/>
                <w:sz w:val="28"/>
                <w:szCs w:val="28"/>
              </w:rPr>
              <m:t>50</m:t>
            </m:r>
          </m:num>
          <m:den>
            <m:r>
              <w:rPr>
                <w:rFonts w:ascii="Cambria Math" w:hAnsi="Cambria Math"/>
                <w:sz w:val="28"/>
                <w:szCs w:val="28"/>
              </w:rPr>
              <m:t>P</m:t>
            </m:r>
          </m:den>
        </m:f>
        <m:r>
          <w:rPr>
            <w:rFonts w:ascii="Cambria Math" w:hAnsi="Cambria Math"/>
            <w:sz w:val="28"/>
            <w:szCs w:val="28"/>
          </w:rPr>
          <m:t>=</m:t>
        </m:r>
        <m:f>
          <m:fPr>
            <m:ctrlPr>
              <w:rPr>
                <w:rFonts w:ascii="Cambria Math" w:hAnsi="Cambria Math"/>
                <w:sz w:val="28"/>
                <w:szCs w:val="28"/>
              </w:rPr>
            </m:ctrlPr>
          </m:fPr>
          <m:num>
            <m:r>
              <w:rPr>
                <w:rFonts w:ascii="Cambria Math" w:hAnsi="Cambria Math"/>
                <w:sz w:val="28"/>
                <w:szCs w:val="28"/>
              </w:rPr>
              <m:t>7</m:t>
            </m:r>
          </m:num>
          <m:den>
            <m:r>
              <w:rPr>
                <w:rFonts w:ascii="Cambria Math" w:hAnsi="Cambria Math"/>
                <w:sz w:val="28"/>
                <w:szCs w:val="28"/>
              </w:rPr>
              <m:t>40</m:t>
            </m:r>
          </m:den>
        </m:f>
      </m:oMath>
      <w:r>
        <w:t xml:space="preserve"> . Solve it to estimate the population, as follows:</w:t>
      </w:r>
    </w:p>
    <w:p w14:paraId="030E44FF" w14:textId="77777777" w:rsidR="00490E0E" w:rsidRDefault="00B04776" w:rsidP="00490E0E">
      <w:pPr>
        <w:ind w:firstLine="720"/>
      </w:pPr>
      <m:oMath>
        <m:f>
          <m:fPr>
            <m:ctrlPr>
              <w:rPr>
                <w:rFonts w:ascii="Cambria Math" w:hAnsi="Cambria Math"/>
                <w:sz w:val="28"/>
                <w:szCs w:val="28"/>
              </w:rPr>
            </m:ctrlPr>
          </m:fPr>
          <m:num>
            <m:r>
              <w:rPr>
                <w:rFonts w:ascii="Cambria Math" w:hAnsi="Cambria Math"/>
                <w:sz w:val="28"/>
                <w:szCs w:val="28"/>
              </w:rPr>
              <m:t>50</m:t>
            </m:r>
          </m:num>
          <m:den>
            <m:r>
              <w:rPr>
                <w:rFonts w:ascii="Cambria Math" w:hAnsi="Cambria Math"/>
                <w:sz w:val="28"/>
                <w:szCs w:val="28"/>
              </w:rPr>
              <m:t>P</m:t>
            </m:r>
          </m:den>
        </m:f>
        <m:r>
          <w:rPr>
            <w:rFonts w:ascii="Cambria Math" w:hAnsi="Cambria Math"/>
            <w:sz w:val="28"/>
            <w:szCs w:val="28"/>
          </w:rPr>
          <m:t>=</m:t>
        </m:r>
        <m:f>
          <m:fPr>
            <m:ctrlPr>
              <w:rPr>
                <w:rFonts w:ascii="Cambria Math" w:hAnsi="Cambria Math"/>
                <w:sz w:val="28"/>
                <w:szCs w:val="28"/>
              </w:rPr>
            </m:ctrlPr>
          </m:fPr>
          <m:num>
            <m:r>
              <w:rPr>
                <w:rFonts w:ascii="Cambria Math" w:hAnsi="Cambria Math"/>
                <w:sz w:val="28"/>
                <w:szCs w:val="28"/>
              </w:rPr>
              <m:t>7</m:t>
            </m:r>
          </m:num>
          <m:den>
            <m:r>
              <w:rPr>
                <w:rFonts w:ascii="Cambria Math" w:hAnsi="Cambria Math"/>
                <w:sz w:val="28"/>
                <w:szCs w:val="28"/>
              </w:rPr>
              <m:t>40</m:t>
            </m:r>
          </m:den>
        </m:f>
      </m:oMath>
      <w:r w:rsidR="00490E0E">
        <w:tab/>
      </w:r>
      <w:r w:rsidR="00490E0E">
        <w:tab/>
        <w:t>Equate the fractions.</w:t>
      </w:r>
    </w:p>
    <w:p w14:paraId="5579933F" w14:textId="2E1C560B" w:rsidR="00490E0E" w:rsidRDefault="00B04776" w:rsidP="00490E0E">
      <w:pPr>
        <w:ind w:firstLine="720"/>
      </w:pPr>
      <m:oMath>
        <m:f>
          <m:fPr>
            <m:ctrlPr>
              <w:rPr>
                <w:rFonts w:ascii="Cambria Math" w:hAnsi="Cambria Math"/>
                <w:sz w:val="28"/>
                <w:szCs w:val="28"/>
              </w:rPr>
            </m:ctrlPr>
          </m:fPr>
          <m:num>
            <m:r>
              <w:rPr>
                <w:rFonts w:ascii="Cambria Math" w:hAnsi="Cambria Math"/>
                <w:sz w:val="28"/>
                <w:szCs w:val="28"/>
              </w:rPr>
              <m:t>P</m:t>
            </m:r>
          </m:num>
          <m:den>
            <m:r>
              <w:rPr>
                <w:rFonts w:ascii="Cambria Math" w:hAnsi="Cambria Math"/>
                <w:sz w:val="28"/>
                <w:szCs w:val="28"/>
              </w:rPr>
              <m:t>50</m:t>
            </m:r>
          </m:den>
        </m:f>
        <m:r>
          <w:rPr>
            <w:rFonts w:ascii="Cambria Math" w:hAnsi="Cambria Math"/>
            <w:sz w:val="28"/>
            <w:szCs w:val="28"/>
          </w:rPr>
          <m:t>=</m:t>
        </m:r>
        <m:f>
          <m:fPr>
            <m:ctrlPr>
              <w:rPr>
                <w:rFonts w:ascii="Cambria Math" w:hAnsi="Cambria Math"/>
                <w:sz w:val="28"/>
                <w:szCs w:val="28"/>
              </w:rPr>
            </m:ctrlPr>
          </m:fPr>
          <m:num>
            <m:r>
              <w:rPr>
                <w:rFonts w:ascii="Cambria Math" w:hAnsi="Cambria Math"/>
                <w:sz w:val="28"/>
                <w:szCs w:val="28"/>
              </w:rPr>
              <m:t>40</m:t>
            </m:r>
          </m:num>
          <m:den>
            <m:r>
              <w:rPr>
                <w:rFonts w:ascii="Cambria Math" w:hAnsi="Cambria Math"/>
                <w:sz w:val="28"/>
                <w:szCs w:val="28"/>
              </w:rPr>
              <m:t>7</m:t>
            </m:r>
          </m:den>
        </m:f>
      </m:oMath>
      <w:r w:rsidR="00490E0E">
        <w:tab/>
      </w:r>
      <w:r w:rsidR="00490E0E">
        <w:tab/>
        <w:t xml:space="preserve">Take the reciprocal of both sides so that </w:t>
      </w:r>
      <w:r w:rsidR="00490E0E">
        <w:rPr>
          <w:i/>
        </w:rPr>
        <w:t>P</w:t>
      </w:r>
      <w:r w:rsidR="00490E0E">
        <w:t xml:space="preserve"> is in the numerator.</w:t>
      </w:r>
    </w:p>
    <w:p w14:paraId="3412C2F6" w14:textId="5CAD1315" w:rsidR="00490E0E" w:rsidRDefault="00490E0E" w:rsidP="00490E0E">
      <w:pPr>
        <w:ind w:firstLine="720"/>
      </w:pPr>
      <m:oMath>
        <m:r>
          <w:rPr>
            <w:rFonts w:ascii="Cambria Math" w:hAnsi="Cambria Math"/>
          </w:rPr>
          <m:t>P=</m:t>
        </m:r>
        <m:f>
          <m:fPr>
            <m:ctrlPr>
              <w:rPr>
                <w:rFonts w:ascii="Cambria Math" w:hAnsi="Cambria Math"/>
              </w:rPr>
            </m:ctrlPr>
          </m:fPr>
          <m:num>
            <m:r>
              <w:rPr>
                <w:rFonts w:ascii="Cambria Math" w:hAnsi="Cambria Math"/>
              </w:rPr>
              <m:t>40</m:t>
            </m:r>
          </m:num>
          <m:den>
            <m:r>
              <w:rPr>
                <w:rFonts w:ascii="Cambria Math" w:hAnsi="Cambria Math"/>
              </w:rPr>
              <m:t>7</m:t>
            </m:r>
          </m:den>
        </m:f>
        <m:r>
          <w:rPr>
            <w:rFonts w:ascii="Cambria Math" w:hAnsi="Cambria Math"/>
          </w:rPr>
          <m:t>×50</m:t>
        </m:r>
      </m:oMath>
      <w:r>
        <w:tab/>
        <w:t xml:space="preserve">Multiply LHS and RHS by 50, to find the value of </w:t>
      </w:r>
      <w:r>
        <w:rPr>
          <w:i/>
        </w:rPr>
        <w:t>P</w:t>
      </w:r>
      <w:r>
        <w:t>.</w:t>
      </w:r>
    </w:p>
    <w:p w14:paraId="4ECE3780" w14:textId="77777777" w:rsidR="00490E0E" w:rsidRDefault="00490E0E" w:rsidP="00490E0E">
      <w:pPr>
        <w:ind w:firstLine="720"/>
      </w:pPr>
      <m:oMathPara>
        <m:oMath>
          <m:r>
            <w:rPr>
              <w:rFonts w:ascii="Cambria Math" w:hAnsi="Cambria Math"/>
            </w:rPr>
            <m:t>P=285</m:t>
          </m:r>
          <m:f>
            <m:fPr>
              <m:ctrlPr>
                <w:rPr>
                  <w:rFonts w:ascii="Cambria Math" w:hAnsi="Cambria Math"/>
                </w:rPr>
              </m:ctrlPr>
            </m:fPr>
            <m:num>
              <m:r>
                <w:rPr>
                  <w:rFonts w:ascii="Cambria Math" w:hAnsi="Cambria Math"/>
                </w:rPr>
                <m:t>5</m:t>
              </m:r>
            </m:num>
            <m:den>
              <m:r>
                <w:rPr>
                  <w:rFonts w:ascii="Cambria Math" w:hAnsi="Cambria Math"/>
                </w:rPr>
                <m:t>7</m:t>
              </m:r>
            </m:den>
          </m:f>
        </m:oMath>
      </m:oMathPara>
    </w:p>
    <w:p w14:paraId="32855A55" w14:textId="76C1EA96" w:rsidR="00590212" w:rsidRPr="00D95310" w:rsidRDefault="00490E0E" w:rsidP="00590212">
      <w:r>
        <w:lastRenderedPageBreak/>
        <w:t>This indicates there are approximately 286 animals in the population.</w:t>
      </w:r>
    </w:p>
    <w:p w14:paraId="40E73756" w14:textId="77777777" w:rsidR="00590212" w:rsidRDefault="00590212" w:rsidP="00590212">
      <w:pPr>
        <w:pStyle w:val="Heading1"/>
      </w:pPr>
      <w:r w:rsidRPr="00C4083E">
        <w:t>Resources needed</w:t>
      </w:r>
    </w:p>
    <w:p w14:paraId="0142AA86" w14:textId="7D2D4E1B" w:rsidR="00590212" w:rsidRDefault="003F3A0A" w:rsidP="00590212">
      <w:pPr>
        <w:spacing w:after="0"/>
      </w:pPr>
      <w:r>
        <w:t xml:space="preserve">Bags </w:t>
      </w:r>
      <w:r w:rsidR="00490E0E">
        <w:t xml:space="preserve">or boxes </w:t>
      </w:r>
      <w:r>
        <w:t xml:space="preserve">of ‘animals’, some of which are tagged. </w:t>
      </w:r>
    </w:p>
    <w:p w14:paraId="6E5496F7" w14:textId="62F3223A" w:rsidR="00490E0E" w:rsidRDefault="00490E0E" w:rsidP="00590212">
      <w:pPr>
        <w:spacing w:after="0"/>
      </w:pPr>
      <w:r>
        <w:t xml:space="preserve">Paper to record results </w:t>
      </w:r>
    </w:p>
    <w:p w14:paraId="247509B3" w14:textId="3901F0D1" w:rsidR="00490E0E" w:rsidRDefault="00490E0E" w:rsidP="00590212">
      <w:pPr>
        <w:spacing w:after="0"/>
      </w:pPr>
      <w:r>
        <w:t>Pencil</w:t>
      </w:r>
    </w:p>
    <w:p w14:paraId="08517428" w14:textId="3E306DDA" w:rsidR="00490E0E" w:rsidRDefault="00490E0E" w:rsidP="00590212">
      <w:pPr>
        <w:spacing w:after="0"/>
      </w:pPr>
      <w:r>
        <w:t>Calculator</w:t>
      </w:r>
    </w:p>
    <w:p w14:paraId="759486B5" w14:textId="77777777" w:rsidR="00590212" w:rsidRDefault="00590212" w:rsidP="00590212">
      <w:pPr>
        <w:pStyle w:val="Heading1"/>
      </w:pPr>
      <w:r>
        <w:t>Further ideas</w:t>
      </w:r>
    </w:p>
    <w:p w14:paraId="5E00B827" w14:textId="29520B0B" w:rsidR="00590212" w:rsidRDefault="003F3A0A" w:rsidP="00590212">
      <w:r>
        <w:t>You might want to try very different sizes of populations in the bags so that students can do a comparison of the accuracy of sampling 30 animals from a smaller or larger population.</w:t>
      </w:r>
    </w:p>
    <w:p w14:paraId="396E5C69" w14:textId="77777777" w:rsidR="0094190B" w:rsidRDefault="0094190B" w:rsidP="0094190B">
      <w:pPr>
        <w:pStyle w:val="Heading2"/>
      </w:pPr>
      <w:r>
        <w:t>How many German tanks?</w:t>
      </w:r>
    </w:p>
    <w:p w14:paraId="59DC0953" w14:textId="77777777" w:rsidR="0094190B" w:rsidRDefault="0094190B" w:rsidP="0094190B">
      <w:r>
        <w:t>During World War II, the Western Allies used a similar technique to estimate the number of tanks that Germany was building each month.</w:t>
      </w:r>
    </w:p>
    <w:p w14:paraId="68D0C3BE" w14:textId="01157C6B" w:rsidR="0094190B" w:rsidRDefault="0094190B" w:rsidP="0094190B">
      <w:r>
        <w:t>The table below shows the estimated number of tanks built during certain months and the actual number that were built (according to German production records that were accessed after the war).</w:t>
      </w:r>
    </w:p>
    <w:tbl>
      <w:tblPr>
        <w:tblW w:w="477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965"/>
        <w:gridCol w:w="1470"/>
        <w:gridCol w:w="1335"/>
      </w:tblGrid>
      <w:tr w:rsidR="0094190B" w14:paraId="28824AD6" w14:textId="77777777" w:rsidTr="00A173FC">
        <w:tc>
          <w:tcPr>
            <w:tcW w:w="1965" w:type="dxa"/>
            <w:tcMar>
              <w:top w:w="100" w:type="dxa"/>
              <w:left w:w="100" w:type="dxa"/>
              <w:bottom w:w="100" w:type="dxa"/>
              <w:right w:w="100" w:type="dxa"/>
            </w:tcMar>
          </w:tcPr>
          <w:p w14:paraId="2BF237E0" w14:textId="77777777" w:rsidR="0094190B" w:rsidRDefault="0094190B" w:rsidP="0094190B">
            <w:r>
              <w:rPr>
                <w:b/>
              </w:rPr>
              <w:t>Month</w:t>
            </w:r>
          </w:p>
        </w:tc>
        <w:tc>
          <w:tcPr>
            <w:tcW w:w="1470" w:type="dxa"/>
            <w:tcMar>
              <w:top w:w="100" w:type="dxa"/>
              <w:left w:w="100" w:type="dxa"/>
              <w:bottom w:w="100" w:type="dxa"/>
              <w:right w:w="100" w:type="dxa"/>
            </w:tcMar>
          </w:tcPr>
          <w:p w14:paraId="06565CC7" w14:textId="77777777" w:rsidR="0094190B" w:rsidRDefault="0094190B" w:rsidP="0094190B">
            <w:r>
              <w:rPr>
                <w:b/>
              </w:rPr>
              <w:t>Estimate</w:t>
            </w:r>
          </w:p>
        </w:tc>
        <w:tc>
          <w:tcPr>
            <w:tcW w:w="1335" w:type="dxa"/>
            <w:tcMar>
              <w:top w:w="100" w:type="dxa"/>
              <w:left w:w="100" w:type="dxa"/>
              <w:bottom w:w="100" w:type="dxa"/>
              <w:right w:w="100" w:type="dxa"/>
            </w:tcMar>
          </w:tcPr>
          <w:p w14:paraId="3A31EDF3" w14:textId="77777777" w:rsidR="0094190B" w:rsidRDefault="0094190B" w:rsidP="0094190B">
            <w:r>
              <w:rPr>
                <w:b/>
              </w:rPr>
              <w:t>Actual</w:t>
            </w:r>
          </w:p>
        </w:tc>
      </w:tr>
      <w:tr w:rsidR="0094190B" w14:paraId="57AC2027" w14:textId="77777777" w:rsidTr="00A173FC">
        <w:tc>
          <w:tcPr>
            <w:tcW w:w="1965" w:type="dxa"/>
            <w:tcMar>
              <w:top w:w="100" w:type="dxa"/>
              <w:left w:w="100" w:type="dxa"/>
              <w:bottom w:w="100" w:type="dxa"/>
              <w:right w:w="100" w:type="dxa"/>
            </w:tcMar>
          </w:tcPr>
          <w:p w14:paraId="297DB921" w14:textId="77777777" w:rsidR="0094190B" w:rsidRDefault="0094190B" w:rsidP="0094190B">
            <w:r>
              <w:t>June 1940</w:t>
            </w:r>
          </w:p>
        </w:tc>
        <w:tc>
          <w:tcPr>
            <w:tcW w:w="1470" w:type="dxa"/>
            <w:tcMar>
              <w:top w:w="100" w:type="dxa"/>
              <w:left w:w="100" w:type="dxa"/>
              <w:bottom w:w="100" w:type="dxa"/>
              <w:right w:w="100" w:type="dxa"/>
            </w:tcMar>
          </w:tcPr>
          <w:p w14:paraId="5733E21B" w14:textId="77777777" w:rsidR="0094190B" w:rsidRDefault="0094190B" w:rsidP="0094190B">
            <w:r>
              <w:t>169</w:t>
            </w:r>
          </w:p>
        </w:tc>
        <w:tc>
          <w:tcPr>
            <w:tcW w:w="1335" w:type="dxa"/>
            <w:tcMar>
              <w:top w:w="100" w:type="dxa"/>
              <w:left w:w="100" w:type="dxa"/>
              <w:bottom w:w="100" w:type="dxa"/>
              <w:right w:w="100" w:type="dxa"/>
            </w:tcMar>
          </w:tcPr>
          <w:p w14:paraId="7C760BB5" w14:textId="77777777" w:rsidR="0094190B" w:rsidRDefault="0094190B" w:rsidP="0094190B">
            <w:r>
              <w:t>122</w:t>
            </w:r>
          </w:p>
        </w:tc>
      </w:tr>
      <w:tr w:rsidR="0094190B" w14:paraId="32C7F952" w14:textId="77777777" w:rsidTr="00A173FC">
        <w:tc>
          <w:tcPr>
            <w:tcW w:w="1965" w:type="dxa"/>
            <w:tcMar>
              <w:top w:w="100" w:type="dxa"/>
              <w:left w:w="100" w:type="dxa"/>
              <w:bottom w:w="100" w:type="dxa"/>
              <w:right w:w="100" w:type="dxa"/>
            </w:tcMar>
          </w:tcPr>
          <w:p w14:paraId="015A6CB0" w14:textId="77777777" w:rsidR="0094190B" w:rsidRDefault="0094190B" w:rsidP="0094190B">
            <w:r>
              <w:t>June 1941</w:t>
            </w:r>
          </w:p>
        </w:tc>
        <w:tc>
          <w:tcPr>
            <w:tcW w:w="1470" w:type="dxa"/>
            <w:tcMar>
              <w:top w:w="100" w:type="dxa"/>
              <w:left w:w="100" w:type="dxa"/>
              <w:bottom w:w="100" w:type="dxa"/>
              <w:right w:w="100" w:type="dxa"/>
            </w:tcMar>
          </w:tcPr>
          <w:p w14:paraId="05083A5D" w14:textId="77777777" w:rsidR="0094190B" w:rsidRDefault="0094190B" w:rsidP="0094190B">
            <w:r>
              <w:t>244</w:t>
            </w:r>
          </w:p>
        </w:tc>
        <w:tc>
          <w:tcPr>
            <w:tcW w:w="1335" w:type="dxa"/>
            <w:tcMar>
              <w:top w:w="100" w:type="dxa"/>
              <w:left w:w="100" w:type="dxa"/>
              <w:bottom w:w="100" w:type="dxa"/>
              <w:right w:w="100" w:type="dxa"/>
            </w:tcMar>
          </w:tcPr>
          <w:p w14:paraId="27B3AB86" w14:textId="77777777" w:rsidR="0094190B" w:rsidRDefault="0094190B" w:rsidP="0094190B">
            <w:r>
              <w:t>271</w:t>
            </w:r>
          </w:p>
        </w:tc>
      </w:tr>
      <w:tr w:rsidR="0094190B" w14:paraId="1ADB550E" w14:textId="77777777" w:rsidTr="00A173FC">
        <w:tc>
          <w:tcPr>
            <w:tcW w:w="1965" w:type="dxa"/>
            <w:tcMar>
              <w:top w:w="100" w:type="dxa"/>
              <w:left w:w="100" w:type="dxa"/>
              <w:bottom w:w="100" w:type="dxa"/>
              <w:right w:w="100" w:type="dxa"/>
            </w:tcMar>
          </w:tcPr>
          <w:p w14:paraId="3CB49DD6" w14:textId="77777777" w:rsidR="0094190B" w:rsidRDefault="0094190B" w:rsidP="0094190B">
            <w:r>
              <w:t>August 1942</w:t>
            </w:r>
          </w:p>
        </w:tc>
        <w:tc>
          <w:tcPr>
            <w:tcW w:w="1470" w:type="dxa"/>
            <w:tcMar>
              <w:top w:w="100" w:type="dxa"/>
              <w:left w:w="100" w:type="dxa"/>
              <w:bottom w:w="100" w:type="dxa"/>
              <w:right w:w="100" w:type="dxa"/>
            </w:tcMar>
          </w:tcPr>
          <w:p w14:paraId="7817F12B" w14:textId="77777777" w:rsidR="0094190B" w:rsidRDefault="0094190B" w:rsidP="0094190B">
            <w:r>
              <w:t>327</w:t>
            </w:r>
          </w:p>
        </w:tc>
        <w:tc>
          <w:tcPr>
            <w:tcW w:w="1335" w:type="dxa"/>
            <w:tcMar>
              <w:top w:w="100" w:type="dxa"/>
              <w:left w:w="100" w:type="dxa"/>
              <w:bottom w:w="100" w:type="dxa"/>
              <w:right w:w="100" w:type="dxa"/>
            </w:tcMar>
          </w:tcPr>
          <w:p w14:paraId="498BFFA6" w14:textId="77777777" w:rsidR="0094190B" w:rsidRDefault="0094190B" w:rsidP="0094190B">
            <w:r>
              <w:t>342</w:t>
            </w:r>
          </w:p>
        </w:tc>
      </w:tr>
      <w:tr w:rsidR="0094190B" w14:paraId="332D40ED" w14:textId="77777777" w:rsidTr="00A173FC">
        <w:tc>
          <w:tcPr>
            <w:tcW w:w="1965" w:type="dxa"/>
            <w:tcMar>
              <w:top w:w="100" w:type="dxa"/>
              <w:left w:w="100" w:type="dxa"/>
              <w:bottom w:w="100" w:type="dxa"/>
              <w:right w:w="100" w:type="dxa"/>
            </w:tcMar>
          </w:tcPr>
          <w:p w14:paraId="6B5AB414" w14:textId="77777777" w:rsidR="0094190B" w:rsidRDefault="0094190B" w:rsidP="0094190B">
            <w:r>
              <w:t>September 1942</w:t>
            </w:r>
          </w:p>
        </w:tc>
        <w:tc>
          <w:tcPr>
            <w:tcW w:w="1470" w:type="dxa"/>
            <w:tcMar>
              <w:top w:w="100" w:type="dxa"/>
              <w:left w:w="100" w:type="dxa"/>
              <w:bottom w:w="100" w:type="dxa"/>
              <w:right w:w="100" w:type="dxa"/>
            </w:tcMar>
          </w:tcPr>
          <w:p w14:paraId="11BB53BC" w14:textId="77777777" w:rsidR="0094190B" w:rsidRDefault="0094190B" w:rsidP="0094190B">
            <w:r>
              <w:t>256</w:t>
            </w:r>
          </w:p>
        </w:tc>
        <w:tc>
          <w:tcPr>
            <w:tcW w:w="1335" w:type="dxa"/>
            <w:tcMar>
              <w:top w:w="100" w:type="dxa"/>
              <w:left w:w="100" w:type="dxa"/>
              <w:bottom w:w="100" w:type="dxa"/>
              <w:right w:w="100" w:type="dxa"/>
            </w:tcMar>
          </w:tcPr>
          <w:p w14:paraId="5A881F7F" w14:textId="77777777" w:rsidR="0094190B" w:rsidRDefault="0094190B" w:rsidP="0094190B">
            <w:r>
              <w:t>255</w:t>
            </w:r>
          </w:p>
        </w:tc>
      </w:tr>
    </w:tbl>
    <w:p w14:paraId="6A208C40" w14:textId="77777777" w:rsidR="0094190B" w:rsidRDefault="0094190B" w:rsidP="0094190B"/>
    <w:p w14:paraId="7DB17060" w14:textId="77777777" w:rsidR="0094190B" w:rsidRDefault="0094190B" w:rsidP="0094190B">
      <w:r>
        <w:t>Do the results indicate that the Allies became better at this technique? How? Is this the same technique that we have been using?</w:t>
      </w:r>
    </w:p>
    <w:p w14:paraId="1B31201E" w14:textId="77777777" w:rsidR="0094190B" w:rsidRDefault="0094190B" w:rsidP="0094190B">
      <w:r>
        <w:t>Search the internet to discover how the Western Allies collected information from German tanks to make these incredibly accurate estimates.</w:t>
      </w:r>
    </w:p>
    <w:p w14:paraId="745A4829" w14:textId="77777777" w:rsidR="0094190B" w:rsidRDefault="0094190B" w:rsidP="0094190B">
      <w:pPr>
        <w:pStyle w:val="Heading2"/>
      </w:pPr>
      <w:r>
        <w:lastRenderedPageBreak/>
        <w:t>Opinion polls: Who will win the next election?</w:t>
      </w:r>
    </w:p>
    <w:p w14:paraId="468F3E30" w14:textId="70ACF873" w:rsidR="0094190B" w:rsidRDefault="0094190B" w:rsidP="0094190B">
      <w:r>
        <w:t xml:space="preserve">In Australia there are currently five different </w:t>
      </w:r>
      <w:proofErr w:type="spellStart"/>
      <w:r>
        <w:t>organisations</w:t>
      </w:r>
      <w:proofErr w:type="spellEnd"/>
      <w:r>
        <w:t xml:space="preserve"> which conduct opinion polls that attempt to predict the outcome of upcoming federal and state elections. They choose a sample of voters and ask them questions about who they would vote for if an election was held on that day. The results of these polls are published on these webpages:</w:t>
      </w:r>
    </w:p>
    <w:p w14:paraId="0051837E" w14:textId="77777777" w:rsidR="0094190B" w:rsidRPr="00DD4F9C" w:rsidRDefault="00B04776" w:rsidP="00DD4F9C">
      <w:hyperlink r:id="rId24">
        <w:r w:rsidR="0094190B" w:rsidRPr="00DD4F9C">
          <w:t>https://en.wikipedia.org/wiki/Opinion_polling_for_the_next_Australian_federal_election</w:t>
        </w:r>
      </w:hyperlink>
    </w:p>
    <w:p w14:paraId="527DECBD" w14:textId="36C43842" w:rsidR="0094190B" w:rsidRPr="00DD4F9C" w:rsidRDefault="00B04776" w:rsidP="00DD4F9C">
      <w:hyperlink r:id="rId25">
        <w:r w:rsidR="0094190B" w:rsidRPr="00DD4F9C">
          <w:t>https://en.wikipedia.org/wiki/Australian_federal_election,_2013</w:t>
        </w:r>
      </w:hyperlink>
    </w:p>
    <w:p w14:paraId="58871BB0" w14:textId="0E7512D9" w:rsidR="0094190B" w:rsidRDefault="0094190B" w:rsidP="0094190B">
      <w:r>
        <w:t>What is the current population of Australia? How many people voted in the most recent Australian Federal election?</w:t>
      </w:r>
    </w:p>
    <w:p w14:paraId="07141ABA" w14:textId="405B05A4" w:rsidR="003F3A0A" w:rsidRDefault="0094190B" w:rsidP="00590212">
      <w:r>
        <w:t>How many people are usually surveyed in these opinion polls? Approximately what percentage of all voters is this? What does this tell you about sample size?</w:t>
      </w:r>
    </w:p>
    <w:p w14:paraId="7EF44336" w14:textId="386C2A7F" w:rsidR="0094190B" w:rsidRPr="00980505" w:rsidRDefault="0094190B" w:rsidP="00590212">
      <w:r>
        <w:t>Are the results reliable?</w:t>
      </w:r>
    </w:p>
    <w:p w14:paraId="5CA592D9" w14:textId="77777777" w:rsidR="00590212" w:rsidRDefault="00590212" w:rsidP="00590212">
      <w:r>
        <w:br w:type="page"/>
      </w:r>
    </w:p>
    <w:p w14:paraId="49338E8A" w14:textId="2D144DD5" w:rsidR="00590212" w:rsidRPr="006326F9" w:rsidRDefault="00BE3C69" w:rsidP="00590212">
      <w:pPr>
        <w:pStyle w:val="Subtitle"/>
      </w:pPr>
      <w:r>
        <w:lastRenderedPageBreak/>
        <w:t>Activity 4</w:t>
      </w:r>
      <w:r w:rsidR="00590212" w:rsidRPr="006326F9">
        <w:t xml:space="preserve">: </w:t>
      </w:r>
      <w:r>
        <w:t>Clever bees</w:t>
      </w:r>
    </w:p>
    <w:p w14:paraId="59F01C52" w14:textId="27E79D5C" w:rsidR="00590212" w:rsidRDefault="00BE3C69" w:rsidP="00590212">
      <w:r>
        <w:t xml:space="preserve">Students </w:t>
      </w:r>
      <w:r w:rsidR="00AA596F">
        <w:t xml:space="preserve">explore the number of possible routes between various numbers of points. They create a network diagram to represent a particular situation and find the shortest route by trial and error. Students then apply the Nearest </w:t>
      </w:r>
      <w:proofErr w:type="spellStart"/>
      <w:r w:rsidR="00AA596F">
        <w:t>Neighbour</w:t>
      </w:r>
      <w:proofErr w:type="spellEnd"/>
      <w:r w:rsidR="00AA596F">
        <w:t xml:space="preserve"> and Minimum Spanning Tree algorithms to arrive at a good approximation of a solution.</w:t>
      </w:r>
    </w:p>
    <w:p w14:paraId="6B7B6DF9" w14:textId="77777777" w:rsidR="00590212" w:rsidRDefault="00590212" w:rsidP="00590212">
      <w:pPr>
        <w:pStyle w:val="Heading1"/>
      </w:pPr>
      <w:r>
        <w:t>Why do this?</w:t>
      </w:r>
    </w:p>
    <w:p w14:paraId="7936D0C8" w14:textId="78D8ABD9" w:rsidR="00590212" w:rsidRDefault="00AA596F" w:rsidP="00590212">
      <w:r>
        <w:t>Representing situations with networks (which highlight connections and relationships rather than physical situations) is a key mathematical concept.</w:t>
      </w:r>
    </w:p>
    <w:p w14:paraId="4208F4D4" w14:textId="6CA541CE" w:rsidR="00A173FC" w:rsidRDefault="00A173FC" w:rsidP="00590212">
      <w:proofErr w:type="spellStart"/>
      <w:r>
        <w:t>Emphasises</w:t>
      </w:r>
      <w:proofErr w:type="spellEnd"/>
      <w:r>
        <w:t xml:space="preserve"> the importance of recording possibilities systematically.</w:t>
      </w:r>
    </w:p>
    <w:p w14:paraId="46F47514" w14:textId="77777777" w:rsidR="00590212" w:rsidRDefault="00590212" w:rsidP="00590212">
      <w:pPr>
        <w:pStyle w:val="Heading1"/>
      </w:pPr>
      <w:r>
        <w:t>Australian Curriculum links</w:t>
      </w:r>
    </w:p>
    <w:p w14:paraId="56A2B04F" w14:textId="2538E609" w:rsidR="00363902" w:rsidRDefault="00BE3C69" w:rsidP="00BE3C69">
      <w:r>
        <w:t>Identify practical situations that can be represented by a network, and construct such networks; for example, trails connecting camp sites in a National Park, a social network, a transport network with one-way streets, a food web, the results of a round-robin sporting competition (ACMGM079)</w:t>
      </w:r>
    </w:p>
    <w:p w14:paraId="27131EF7" w14:textId="2AB22BF5" w:rsidR="00253E60" w:rsidRDefault="00BE3C69" w:rsidP="00253E60">
      <w:r>
        <w:t>Investigate and solve practical problems to determine the shortest path between two vertices in a weighted graph (by trial-and-error methods only) (ACMGM084)</w:t>
      </w:r>
    </w:p>
    <w:p w14:paraId="2397BBEE" w14:textId="77777777" w:rsidR="00253E60" w:rsidRDefault="00253E60" w:rsidP="00590212">
      <w:pPr>
        <w:pStyle w:val="Heading1"/>
      </w:pPr>
      <w:r>
        <w:t>Background</w:t>
      </w:r>
    </w:p>
    <w:p w14:paraId="46512D26" w14:textId="1272FE11" w:rsidR="00253E60" w:rsidRPr="00253E60" w:rsidRDefault="00253E60" w:rsidP="00253E60">
      <w:pPr>
        <w:rPr>
          <w:szCs w:val="22"/>
        </w:rPr>
      </w:pPr>
      <w:r w:rsidRPr="00253E60">
        <w:rPr>
          <w:szCs w:val="22"/>
        </w:rPr>
        <w:t>Bees learn to fly the shortest possible route between flowers discovered in ra</w:t>
      </w:r>
      <w:r>
        <w:rPr>
          <w:szCs w:val="22"/>
        </w:rPr>
        <w:t>ndom order. U</w:t>
      </w:r>
      <w:r w:rsidRPr="00253E60">
        <w:rPr>
          <w:szCs w:val="22"/>
        </w:rPr>
        <w:t xml:space="preserve">nlike any other known animal besides humans, </w:t>
      </w:r>
      <w:r>
        <w:rPr>
          <w:szCs w:val="22"/>
        </w:rPr>
        <w:t xml:space="preserve">bees </w:t>
      </w:r>
      <w:r w:rsidRPr="00253E60">
        <w:rPr>
          <w:szCs w:val="22"/>
        </w:rPr>
        <w:t xml:space="preserve">are capable of solving the "travelling salesperson </w:t>
      </w:r>
      <w:r>
        <w:rPr>
          <w:szCs w:val="22"/>
        </w:rPr>
        <w:t xml:space="preserve">problem". </w:t>
      </w:r>
      <w:r w:rsidRPr="00253E60">
        <w:rPr>
          <w:szCs w:val="22"/>
        </w:rPr>
        <w:t xml:space="preserve">This problem involves finding the shortest route that allows a visit </w:t>
      </w:r>
      <w:r>
        <w:rPr>
          <w:szCs w:val="22"/>
        </w:rPr>
        <w:t>to</w:t>
      </w:r>
      <w:r w:rsidRPr="00253E60">
        <w:rPr>
          <w:szCs w:val="22"/>
        </w:rPr>
        <w:t xml:space="preserve"> all the locations and return home.</w:t>
      </w:r>
    </w:p>
    <w:p w14:paraId="293D13A7" w14:textId="106C2EAC" w:rsidR="00253E60" w:rsidRPr="00253E60" w:rsidRDefault="00253E60" w:rsidP="00253E60">
      <w:pPr>
        <w:rPr>
          <w:rFonts w:eastAsia="Times New Roman"/>
          <w:color w:val="000000"/>
          <w:szCs w:val="22"/>
          <w:lang w:eastAsia="en-AU"/>
        </w:rPr>
      </w:pPr>
      <w:r>
        <w:rPr>
          <w:rFonts w:eastAsia="Times New Roman"/>
          <w:color w:val="000000"/>
          <w:szCs w:val="22"/>
          <w:lang w:eastAsia="en-AU"/>
        </w:rPr>
        <w:t>S</w:t>
      </w:r>
      <w:r w:rsidRPr="00253E60">
        <w:rPr>
          <w:rFonts w:eastAsia="Times New Roman"/>
          <w:color w:val="000000"/>
          <w:szCs w:val="22"/>
          <w:lang w:eastAsia="en-AU"/>
        </w:rPr>
        <w:t xml:space="preserve">cientists at </w:t>
      </w:r>
      <w:proofErr w:type="spellStart"/>
      <w:r w:rsidRPr="00253E60">
        <w:rPr>
          <w:rFonts w:eastAsia="Times New Roman"/>
          <w:color w:val="000000"/>
          <w:szCs w:val="22"/>
          <w:lang w:eastAsia="en-AU"/>
        </w:rPr>
        <w:t>Rothamsted</w:t>
      </w:r>
      <w:proofErr w:type="spellEnd"/>
      <w:r w:rsidRPr="00253E60">
        <w:rPr>
          <w:rFonts w:eastAsia="Times New Roman"/>
          <w:color w:val="000000"/>
          <w:szCs w:val="22"/>
          <w:lang w:eastAsia="en-AU"/>
        </w:rPr>
        <w:t xml:space="preserve"> Research, a biological research station north of London, placed flowers in a field </w:t>
      </w:r>
      <w:r>
        <w:rPr>
          <w:rFonts w:eastAsia="Times New Roman"/>
          <w:color w:val="000000"/>
          <w:szCs w:val="22"/>
          <w:lang w:eastAsia="en-AU"/>
        </w:rPr>
        <w:t xml:space="preserve">in October. At this time of year, </w:t>
      </w:r>
      <w:r w:rsidRPr="00253E60">
        <w:rPr>
          <w:rFonts w:eastAsia="Times New Roman"/>
          <w:color w:val="000000"/>
          <w:szCs w:val="22"/>
          <w:lang w:eastAsia="en-AU"/>
        </w:rPr>
        <w:t>there are few natural sources of nectar and pollen and the bees are more likely to focus on their</w:t>
      </w:r>
      <w:r>
        <w:rPr>
          <w:rFonts w:eastAsia="Times New Roman"/>
          <w:color w:val="000000"/>
          <w:szCs w:val="22"/>
          <w:lang w:eastAsia="en-AU"/>
        </w:rPr>
        <w:t xml:space="preserve"> placed</w:t>
      </w:r>
      <w:r w:rsidRPr="00253E60">
        <w:rPr>
          <w:rFonts w:eastAsia="Times New Roman"/>
          <w:color w:val="000000"/>
          <w:szCs w:val="22"/>
          <w:lang w:eastAsia="en-AU"/>
        </w:rPr>
        <w:t xml:space="preserve"> flowers</w:t>
      </w:r>
      <w:r>
        <w:rPr>
          <w:rFonts w:eastAsia="Times New Roman"/>
          <w:color w:val="000000"/>
          <w:szCs w:val="22"/>
          <w:lang w:eastAsia="en-AU"/>
        </w:rPr>
        <w:t>.</w:t>
      </w:r>
    </w:p>
    <w:p w14:paraId="2727B813" w14:textId="426817E4" w:rsidR="00253E60" w:rsidRPr="00253E60" w:rsidRDefault="00253E60" w:rsidP="00253E60">
      <w:pPr>
        <w:rPr>
          <w:rFonts w:eastAsia="Times New Roman"/>
          <w:color w:val="000000"/>
          <w:szCs w:val="22"/>
          <w:lang w:eastAsia="en-AU"/>
        </w:rPr>
      </w:pPr>
      <w:r w:rsidRPr="00253E60">
        <w:rPr>
          <w:rFonts w:eastAsia="Times New Roman"/>
          <w:color w:val="000000"/>
          <w:szCs w:val="22"/>
          <w:lang w:eastAsia="en-AU"/>
        </w:rPr>
        <w:t xml:space="preserve">At first, the bees visited </w:t>
      </w:r>
      <w:r>
        <w:rPr>
          <w:rFonts w:eastAsia="Times New Roman"/>
          <w:color w:val="000000"/>
          <w:szCs w:val="22"/>
          <w:lang w:eastAsia="en-AU"/>
        </w:rPr>
        <w:t>the flower nearest to their hive</w:t>
      </w:r>
      <w:r w:rsidRPr="00253E60">
        <w:rPr>
          <w:rFonts w:eastAsia="Times New Roman"/>
          <w:color w:val="000000"/>
          <w:szCs w:val="22"/>
          <w:lang w:eastAsia="en-AU"/>
        </w:rPr>
        <w:t>, and th</w:t>
      </w:r>
      <w:r>
        <w:rPr>
          <w:rFonts w:eastAsia="Times New Roman"/>
          <w:color w:val="000000"/>
          <w:szCs w:val="22"/>
          <w:lang w:eastAsia="en-AU"/>
        </w:rPr>
        <w:t xml:space="preserve">en the next closest flower. The bees kept track—that is, they remembered—of </w:t>
      </w:r>
      <w:r w:rsidRPr="00253E60">
        <w:rPr>
          <w:rFonts w:eastAsia="Times New Roman"/>
          <w:color w:val="000000"/>
          <w:szCs w:val="22"/>
          <w:lang w:eastAsia="en-AU"/>
        </w:rPr>
        <w:t>the total distance traveled on each foraging trip. They tried new routes to increase their efficiency, and if a route was shorter, they kept it. If not, they abandoned it. As their experience increased, they rarely altered the sequence of flowers they visited.</w:t>
      </w:r>
    </w:p>
    <w:p w14:paraId="2FC36E1A" w14:textId="64F95515" w:rsidR="00253E60" w:rsidRPr="00447CDB" w:rsidRDefault="00253E60" w:rsidP="00253E60">
      <w:pPr>
        <w:rPr>
          <w:rFonts w:eastAsia="Times New Roman"/>
          <w:color w:val="000000"/>
          <w:szCs w:val="22"/>
          <w:lang w:eastAsia="en-AU"/>
        </w:rPr>
      </w:pPr>
      <w:r w:rsidRPr="00253E60">
        <w:rPr>
          <w:rFonts w:eastAsia="Times New Roman"/>
          <w:color w:val="000000"/>
          <w:szCs w:val="22"/>
          <w:lang w:eastAsia="en-AU"/>
        </w:rPr>
        <w:lastRenderedPageBreak/>
        <w:t xml:space="preserve">After trying about 20 of the 120 possible routes, the bees were able to select the most efficient path to visit the flowers. They did not need to compute all the possibilities. A bee </w:t>
      </w:r>
      <w:r w:rsidR="00447CDB">
        <w:rPr>
          <w:rFonts w:eastAsia="Times New Roman"/>
          <w:color w:val="000000"/>
          <w:szCs w:val="22"/>
          <w:lang w:eastAsia="en-AU"/>
        </w:rPr>
        <w:t xml:space="preserve">which </w:t>
      </w:r>
      <w:r w:rsidRPr="00253E60">
        <w:rPr>
          <w:rFonts w:eastAsia="Times New Roman"/>
          <w:color w:val="000000"/>
          <w:szCs w:val="22"/>
          <w:lang w:eastAsia="en-AU"/>
        </w:rPr>
        <w:t>travel</w:t>
      </w:r>
      <w:r w:rsidR="00447CDB">
        <w:rPr>
          <w:rFonts w:eastAsia="Times New Roman"/>
          <w:color w:val="000000"/>
          <w:szCs w:val="22"/>
          <w:lang w:eastAsia="en-AU"/>
        </w:rPr>
        <w:t>led almost 2</w:t>
      </w:r>
      <w:r w:rsidRPr="00253E60">
        <w:rPr>
          <w:rFonts w:eastAsia="Times New Roman"/>
          <w:color w:val="000000"/>
          <w:szCs w:val="22"/>
          <w:lang w:eastAsia="en-AU"/>
        </w:rPr>
        <w:t xml:space="preserve">000 </w:t>
      </w:r>
      <w:proofErr w:type="spellStart"/>
      <w:r w:rsidRPr="00253E60">
        <w:rPr>
          <w:rFonts w:eastAsia="Times New Roman"/>
          <w:color w:val="000000"/>
          <w:szCs w:val="22"/>
          <w:lang w:eastAsia="en-AU"/>
        </w:rPr>
        <w:t>metres</w:t>
      </w:r>
      <w:proofErr w:type="spellEnd"/>
      <w:r w:rsidRPr="00253E60">
        <w:rPr>
          <w:rFonts w:eastAsia="Times New Roman"/>
          <w:color w:val="000000"/>
          <w:szCs w:val="22"/>
          <w:lang w:eastAsia="en-AU"/>
        </w:rPr>
        <w:t xml:space="preserve"> </w:t>
      </w:r>
      <w:r w:rsidR="00447CDB">
        <w:rPr>
          <w:rFonts w:eastAsia="Times New Roman"/>
          <w:color w:val="000000"/>
          <w:szCs w:val="22"/>
          <w:lang w:eastAsia="en-AU"/>
        </w:rPr>
        <w:t xml:space="preserve">on its first foraging bout had </w:t>
      </w:r>
      <w:r w:rsidR="00447CDB" w:rsidRPr="00253E60">
        <w:rPr>
          <w:rFonts w:eastAsia="Times New Roman"/>
          <w:color w:val="000000"/>
          <w:szCs w:val="22"/>
          <w:lang w:eastAsia="en-AU"/>
        </w:rPr>
        <w:t>reduced that distance to a mere 458 metres.</w:t>
      </w:r>
      <w:r w:rsidR="00447CDB">
        <w:rPr>
          <w:rFonts w:eastAsia="Times New Roman"/>
          <w:color w:val="000000"/>
          <w:szCs w:val="22"/>
          <w:lang w:eastAsia="en-AU"/>
        </w:rPr>
        <w:t>by the final trip.</w:t>
      </w:r>
    </w:p>
    <w:p w14:paraId="44681A58" w14:textId="0F116DE9" w:rsidR="00590212" w:rsidRPr="00B51484" w:rsidRDefault="00590212" w:rsidP="00590212">
      <w:pPr>
        <w:pStyle w:val="Heading1"/>
      </w:pPr>
      <w:r w:rsidRPr="00B51484">
        <w:t>Getting started</w:t>
      </w:r>
    </w:p>
    <w:p w14:paraId="42C01051" w14:textId="059826B1" w:rsidR="00447CDB" w:rsidRDefault="00447CDB" w:rsidP="00590212">
      <w:r>
        <w:t xml:space="preserve">Discussion might begin with the bees needing to find the closest flower and then progress to finding the shortest distances between flowers. </w:t>
      </w:r>
    </w:p>
    <w:p w14:paraId="47F6C518" w14:textId="513B13AE" w:rsidR="00590212" w:rsidRDefault="00447CDB" w:rsidP="00590212">
      <w:r>
        <w:t xml:space="preserve">*Students will need to understand that the bees have to visit each flower, in any order, and then return to the hive. </w:t>
      </w:r>
      <w:r w:rsidR="00590212">
        <w:t>[Add a starred item(s) if necessary to help teachers identify some of the mathematical key points, and potential student misunderstandings]</w:t>
      </w:r>
    </w:p>
    <w:p w14:paraId="5C1F5D94" w14:textId="77777777" w:rsidR="00447CDB" w:rsidRDefault="00447CDB" w:rsidP="00447CDB">
      <w:pPr>
        <w:pStyle w:val="Heading1"/>
      </w:pPr>
      <w:r>
        <w:t>How many ways?</w:t>
      </w:r>
    </w:p>
    <w:p w14:paraId="0E333FDD" w14:textId="00A9005F" w:rsidR="00590212" w:rsidRDefault="004C2E09" w:rsidP="00590212">
      <w:r>
        <w:t xml:space="preserve">Students can work </w:t>
      </w:r>
      <w:r w:rsidR="00AD028F">
        <w:t xml:space="preserve">together </w:t>
      </w:r>
      <w:r>
        <w:t>to find the numbe</w:t>
      </w:r>
      <w:r w:rsidR="00AD028F">
        <w:t xml:space="preserve">r of routes. This should be easy for one, two and three collection points but will get more complicated with four points. </w:t>
      </w:r>
      <w:r w:rsidR="0017334D">
        <w:t>Students</w:t>
      </w:r>
      <w:r>
        <w:t xml:space="preserve"> will need a method of recording </w:t>
      </w:r>
      <w:r w:rsidR="00860B05">
        <w:t xml:space="preserve">all </w:t>
      </w:r>
      <w:r w:rsidR="00AD028F">
        <w:t xml:space="preserve">of the possibilities. Label the points A, B, C </w:t>
      </w:r>
      <w:proofErr w:type="spellStart"/>
      <w:r w:rsidR="00AD028F">
        <w:t>etc</w:t>
      </w:r>
      <w:proofErr w:type="spellEnd"/>
    </w:p>
    <w:p w14:paraId="7BFD2195" w14:textId="39B88194" w:rsidR="00AD028F" w:rsidRDefault="00AD028F" w:rsidP="00590212">
      <w:r>
        <w:t>*Some students might be able to identify the pattern in the table, which could lead into a discussion of factorial notation.</w:t>
      </w:r>
    </w:p>
    <w:p w14:paraId="6CA35888" w14:textId="77777777" w:rsidR="00DB15DF" w:rsidRDefault="00DB15DF" w:rsidP="0097748B">
      <w:pPr>
        <w:pStyle w:val="Heading1"/>
      </w:pPr>
      <w:r>
        <w:t>Be a clever bee</w:t>
      </w:r>
    </w:p>
    <w:p w14:paraId="1896F3DF" w14:textId="51883D49" w:rsidR="00AD028F" w:rsidRDefault="00AD028F" w:rsidP="00AD028F">
      <w:r>
        <w:t>In a clear area of your school, choose places for a hive and four flowers. Label the hive (X) and the four flowers (A, B, C and D).</w:t>
      </w:r>
    </w:p>
    <w:p w14:paraId="0D487E13" w14:textId="77777777" w:rsidR="0097748B" w:rsidRDefault="0097748B" w:rsidP="00A173FC">
      <w:pPr>
        <w:pStyle w:val="Heading2"/>
      </w:pPr>
      <w:r>
        <w:t>Is yours the shortest way?</w:t>
      </w:r>
    </w:p>
    <w:p w14:paraId="0F548EDB" w14:textId="31196809" w:rsidR="00AD028F" w:rsidRDefault="00AD028F" w:rsidP="00AD028F">
      <w:r>
        <w:t xml:space="preserve">Students </w:t>
      </w:r>
      <w:r w:rsidR="0097748B">
        <w:t>work in small groups to find a route, measuring the total distance taken. This might be done informally using paces. Some discussion should take place on the consistency of this method and the suitability of comparting different length paces. More formally, tapes or a trundle wheel could be used.</w:t>
      </w:r>
    </w:p>
    <w:p w14:paraId="497EBD47" w14:textId="2652D74F" w:rsidR="00A173FC" w:rsidRDefault="00A173FC" w:rsidP="00AD028F">
      <w:r>
        <w:t>Again, a suitable recording method will need to be established.</w:t>
      </w:r>
    </w:p>
    <w:p w14:paraId="27ACFD9A" w14:textId="5EA00C46" w:rsidR="00A173FC" w:rsidRDefault="00A173FC" w:rsidP="00A173FC">
      <w:pPr>
        <w:pStyle w:val="Heading2"/>
      </w:pPr>
      <w:r>
        <w:t>Using a network diagram</w:t>
      </w:r>
    </w:p>
    <w:p w14:paraId="125927CB" w14:textId="66773152" w:rsidR="00A173FC" w:rsidRDefault="00A173FC" w:rsidP="008E6788">
      <w:pPr>
        <w:rPr>
          <w:lang w:val="en"/>
        </w:rPr>
      </w:pPr>
      <w:r>
        <w:rPr>
          <w:lang w:val="en"/>
        </w:rPr>
        <w:t>Students may be more comfortable creating a network diagram approximately to scale. However, this is an ideal opportunity to demonstrate that network diagrams show connections rather</w:t>
      </w:r>
      <w:r w:rsidR="008E6788">
        <w:rPr>
          <w:lang w:val="en"/>
        </w:rPr>
        <w:t xml:space="preserve"> than physical relationships.</w:t>
      </w:r>
    </w:p>
    <w:p w14:paraId="3712C75E" w14:textId="05ABFE45" w:rsidR="008E6788" w:rsidRDefault="008E6788" w:rsidP="008E6788">
      <w:pPr>
        <w:rPr>
          <w:lang w:val="en"/>
        </w:rPr>
      </w:pPr>
      <w:r>
        <w:rPr>
          <w:lang w:val="en"/>
        </w:rPr>
        <w:t>Students will need multiple copies of the final network.</w:t>
      </w:r>
    </w:p>
    <w:p w14:paraId="21C40F9E" w14:textId="77777777" w:rsidR="00A173FC" w:rsidRPr="00DD4F9C" w:rsidRDefault="00A173FC" w:rsidP="00DD4F9C">
      <w:r w:rsidRPr="00DD4F9C">
        <w:lastRenderedPageBreak/>
        <w:t xml:space="preserve">Show the short tutorial </w:t>
      </w:r>
      <w:hyperlink r:id="rId26" w:history="1">
        <w:r w:rsidRPr="00DD4F9C">
          <w:t>https://youtu.be/BmsC6AEbkrw</w:t>
        </w:r>
      </w:hyperlink>
      <w:r w:rsidRPr="00DD4F9C">
        <w:t xml:space="preserve"> </w:t>
      </w:r>
    </w:p>
    <w:p w14:paraId="4DA05406" w14:textId="0F180AD1" w:rsidR="00A173FC" w:rsidRDefault="00A173FC" w:rsidP="008E6788">
      <w:pPr>
        <w:rPr>
          <w:lang w:val="en"/>
        </w:rPr>
      </w:pPr>
      <w:r>
        <w:rPr>
          <w:lang w:val="en"/>
        </w:rPr>
        <w:t>This tutorial explains how to find</w:t>
      </w:r>
      <w:r w:rsidRPr="00F44A10">
        <w:rPr>
          <w:lang w:val="en"/>
        </w:rPr>
        <w:t xml:space="preserve"> intervals for optimal routes, using </w:t>
      </w:r>
      <w:r>
        <w:rPr>
          <w:lang w:val="en"/>
        </w:rPr>
        <w:t xml:space="preserve">the Nearest </w:t>
      </w:r>
      <w:proofErr w:type="spellStart"/>
      <w:r>
        <w:rPr>
          <w:lang w:val="en"/>
        </w:rPr>
        <w:t>N</w:t>
      </w:r>
      <w:r w:rsidRPr="00F44A10">
        <w:rPr>
          <w:lang w:val="en"/>
        </w:rPr>
        <w:t>eighbour</w:t>
      </w:r>
      <w:proofErr w:type="spellEnd"/>
      <w:r w:rsidRPr="00F44A10">
        <w:rPr>
          <w:lang w:val="en"/>
        </w:rPr>
        <w:t xml:space="preserve"> </w:t>
      </w:r>
      <w:r>
        <w:rPr>
          <w:lang w:val="en"/>
        </w:rPr>
        <w:t xml:space="preserve">algorithm </w:t>
      </w:r>
      <w:r w:rsidRPr="00F44A10">
        <w:rPr>
          <w:lang w:val="en"/>
        </w:rPr>
        <w:t xml:space="preserve">for upper bounds and </w:t>
      </w:r>
      <w:r>
        <w:rPr>
          <w:lang w:val="en"/>
        </w:rPr>
        <w:t>the Minimum Spanning Tree algorithm</w:t>
      </w:r>
      <w:r w:rsidRPr="00F44A10">
        <w:rPr>
          <w:lang w:val="en"/>
        </w:rPr>
        <w:t xml:space="preserve"> </w:t>
      </w:r>
      <w:r>
        <w:rPr>
          <w:lang w:val="en"/>
        </w:rPr>
        <w:t>for lower bounds</w:t>
      </w:r>
      <w:r w:rsidRPr="00F44A10">
        <w:rPr>
          <w:lang w:val="en"/>
        </w:rPr>
        <w:t xml:space="preserve">. </w:t>
      </w:r>
    </w:p>
    <w:p w14:paraId="1F0B4FFC" w14:textId="10084526" w:rsidR="008E6788" w:rsidRDefault="008E6788" w:rsidP="008E6788">
      <w:pPr>
        <w:pStyle w:val="Heading3"/>
        <w:rPr>
          <w:lang w:val="en"/>
        </w:rPr>
      </w:pPr>
      <w:r>
        <w:rPr>
          <w:lang w:val="en"/>
        </w:rPr>
        <w:t>Another flower</w:t>
      </w:r>
    </w:p>
    <w:p w14:paraId="28518B0A" w14:textId="6AEA49B1" w:rsidR="008E6788" w:rsidRPr="008E6788" w:rsidRDefault="008E6788" w:rsidP="008E6788">
      <w:r>
        <w:t>Adding an additional point increases the number of possibilities considerably. Trial and error becomes increasingly less efficient and the use of the algorithms more sensible.</w:t>
      </w:r>
    </w:p>
    <w:p w14:paraId="5F25B7E8" w14:textId="77777777" w:rsidR="00590212" w:rsidRDefault="00590212" w:rsidP="00590212">
      <w:pPr>
        <w:pStyle w:val="Heading1"/>
      </w:pPr>
      <w:r>
        <w:t>Answers</w:t>
      </w:r>
    </w:p>
    <w:tbl>
      <w:tblPr>
        <w:tblStyle w:val="TableGrid"/>
        <w:tblW w:w="0" w:type="auto"/>
        <w:tblLook w:val="04A0" w:firstRow="1" w:lastRow="0" w:firstColumn="1" w:lastColumn="0" w:noHBand="0" w:noVBand="1"/>
      </w:tblPr>
      <w:tblGrid>
        <w:gridCol w:w="3170"/>
        <w:gridCol w:w="2785"/>
      </w:tblGrid>
      <w:tr w:rsidR="004C2E09" w14:paraId="63A067B3" w14:textId="77777777" w:rsidTr="004C2E09">
        <w:tc>
          <w:tcPr>
            <w:tcW w:w="3170" w:type="dxa"/>
          </w:tcPr>
          <w:p w14:paraId="57D79E43" w14:textId="77777777" w:rsidR="00447CDB" w:rsidRDefault="00447CDB" w:rsidP="004C2E09">
            <w:r>
              <w:t>Number of collection points</w:t>
            </w:r>
          </w:p>
        </w:tc>
        <w:tc>
          <w:tcPr>
            <w:tcW w:w="2785" w:type="dxa"/>
          </w:tcPr>
          <w:p w14:paraId="05DF53D9" w14:textId="77777777" w:rsidR="00447CDB" w:rsidRDefault="00447CDB" w:rsidP="004C2E09">
            <w:r>
              <w:t>Number of ways of visiting all collection points</w:t>
            </w:r>
          </w:p>
        </w:tc>
      </w:tr>
      <w:tr w:rsidR="004C2E09" w14:paraId="4644E6DA" w14:textId="77777777" w:rsidTr="004C2E09">
        <w:tc>
          <w:tcPr>
            <w:tcW w:w="3170" w:type="dxa"/>
          </w:tcPr>
          <w:p w14:paraId="1BB71CE4" w14:textId="77777777" w:rsidR="00447CDB" w:rsidRDefault="00447CDB" w:rsidP="004C2E09">
            <w:r>
              <w:t>1</w:t>
            </w:r>
          </w:p>
        </w:tc>
        <w:tc>
          <w:tcPr>
            <w:tcW w:w="2785" w:type="dxa"/>
          </w:tcPr>
          <w:p w14:paraId="5ADC08A7" w14:textId="720F7310" w:rsidR="00447CDB" w:rsidRDefault="00447CDB" w:rsidP="004C2E09">
            <w:r>
              <w:t>1</w:t>
            </w:r>
          </w:p>
        </w:tc>
      </w:tr>
      <w:tr w:rsidR="004C2E09" w14:paraId="050B9843" w14:textId="77777777" w:rsidTr="004C2E09">
        <w:tc>
          <w:tcPr>
            <w:tcW w:w="3170" w:type="dxa"/>
          </w:tcPr>
          <w:p w14:paraId="5C592085" w14:textId="77777777" w:rsidR="00447CDB" w:rsidRDefault="00447CDB" w:rsidP="004C2E09">
            <w:r>
              <w:t>2</w:t>
            </w:r>
          </w:p>
        </w:tc>
        <w:tc>
          <w:tcPr>
            <w:tcW w:w="2785" w:type="dxa"/>
          </w:tcPr>
          <w:p w14:paraId="62417AA9" w14:textId="55BE0E5E" w:rsidR="00447CDB" w:rsidRDefault="00447CDB" w:rsidP="004C2E09">
            <w:r>
              <w:t>2</w:t>
            </w:r>
          </w:p>
        </w:tc>
      </w:tr>
      <w:tr w:rsidR="004C2E09" w14:paraId="66D23B7E" w14:textId="77777777" w:rsidTr="004C2E09">
        <w:tc>
          <w:tcPr>
            <w:tcW w:w="3170" w:type="dxa"/>
          </w:tcPr>
          <w:p w14:paraId="28DD0747" w14:textId="77777777" w:rsidR="00447CDB" w:rsidRDefault="00447CDB" w:rsidP="004C2E09">
            <w:r>
              <w:t>3</w:t>
            </w:r>
          </w:p>
        </w:tc>
        <w:tc>
          <w:tcPr>
            <w:tcW w:w="2785" w:type="dxa"/>
          </w:tcPr>
          <w:p w14:paraId="426CE677" w14:textId="47D4935C" w:rsidR="00447CDB" w:rsidRDefault="004C2E09" w:rsidP="004C2E09">
            <w:r>
              <w:t>6</w:t>
            </w:r>
          </w:p>
        </w:tc>
      </w:tr>
      <w:tr w:rsidR="004C2E09" w14:paraId="0091E8B3" w14:textId="77777777" w:rsidTr="004C2E09">
        <w:tc>
          <w:tcPr>
            <w:tcW w:w="3170" w:type="dxa"/>
          </w:tcPr>
          <w:p w14:paraId="2A414FEE" w14:textId="77777777" w:rsidR="00447CDB" w:rsidRDefault="00447CDB" w:rsidP="004C2E09">
            <w:r>
              <w:t>4</w:t>
            </w:r>
          </w:p>
        </w:tc>
        <w:tc>
          <w:tcPr>
            <w:tcW w:w="2785" w:type="dxa"/>
          </w:tcPr>
          <w:p w14:paraId="26A41A4E" w14:textId="77777777" w:rsidR="00447CDB" w:rsidRDefault="00447CDB" w:rsidP="004C2E09">
            <w:r>
              <w:t>24</w:t>
            </w:r>
          </w:p>
        </w:tc>
      </w:tr>
      <w:tr w:rsidR="004C2E09" w14:paraId="019FE761" w14:textId="77777777" w:rsidTr="004C2E09">
        <w:tc>
          <w:tcPr>
            <w:tcW w:w="3170" w:type="dxa"/>
          </w:tcPr>
          <w:p w14:paraId="7898BDA4" w14:textId="77777777" w:rsidR="00447CDB" w:rsidRDefault="00447CDB" w:rsidP="004C2E09">
            <w:r>
              <w:t>5</w:t>
            </w:r>
          </w:p>
        </w:tc>
        <w:tc>
          <w:tcPr>
            <w:tcW w:w="2785" w:type="dxa"/>
          </w:tcPr>
          <w:p w14:paraId="16B039A3" w14:textId="77777777" w:rsidR="00447CDB" w:rsidRDefault="00447CDB" w:rsidP="004C2E09">
            <w:r>
              <w:t>120</w:t>
            </w:r>
          </w:p>
        </w:tc>
      </w:tr>
      <w:tr w:rsidR="004C2E09" w14:paraId="1FBBB1AF" w14:textId="77777777" w:rsidTr="004C2E09">
        <w:tc>
          <w:tcPr>
            <w:tcW w:w="3170" w:type="dxa"/>
          </w:tcPr>
          <w:p w14:paraId="2227BCC3" w14:textId="7E9C424A" w:rsidR="004C2E09" w:rsidRDefault="004C2E09" w:rsidP="004C2E09">
            <w:r>
              <w:t>n</w:t>
            </w:r>
          </w:p>
        </w:tc>
        <w:tc>
          <w:tcPr>
            <w:tcW w:w="2785" w:type="dxa"/>
          </w:tcPr>
          <w:p w14:paraId="69814833" w14:textId="5FEAD481" w:rsidR="004C2E09" w:rsidRDefault="004C2E09" w:rsidP="004C2E09">
            <w:r>
              <w:t>n!</w:t>
            </w:r>
          </w:p>
        </w:tc>
      </w:tr>
    </w:tbl>
    <w:p w14:paraId="2B843B8E" w14:textId="77777777" w:rsidR="00437C95" w:rsidRDefault="00590212" w:rsidP="00590212">
      <w:pPr>
        <w:pStyle w:val="Heading1"/>
      </w:pPr>
      <w:r w:rsidRPr="00C4083E">
        <w:t>Resources needed</w:t>
      </w:r>
    </w:p>
    <w:p w14:paraId="51E80F87" w14:textId="02BD2FB5" w:rsidR="00437C95" w:rsidRDefault="00437C95" w:rsidP="00437C95">
      <w:r>
        <w:t>A clear space to set out places for the hive and the flowers</w:t>
      </w:r>
    </w:p>
    <w:p w14:paraId="42AD059D" w14:textId="425916EC" w:rsidR="00437C95" w:rsidRDefault="00437C95" w:rsidP="00437C95">
      <w:r>
        <w:t>Labels (X, A, B, C, D and E) or chalk</w:t>
      </w:r>
    </w:p>
    <w:p w14:paraId="2EDBD3CC" w14:textId="6B15392B" w:rsidR="00437C95" w:rsidRDefault="00437C95" w:rsidP="00437C95">
      <w:r>
        <w:t>Trundle wheel or tapes</w:t>
      </w:r>
    </w:p>
    <w:p w14:paraId="6ED13618" w14:textId="283F099A" w:rsidR="00437C95" w:rsidRDefault="00437C95" w:rsidP="00437C95">
      <w:r>
        <w:t>Paper and pencil for recording</w:t>
      </w:r>
    </w:p>
    <w:p w14:paraId="156030D7" w14:textId="263E5E0E" w:rsidR="00437C95" w:rsidRPr="00437C95" w:rsidRDefault="00437C95" w:rsidP="00437C95">
      <w:r>
        <w:t>Access to YouTube</w:t>
      </w:r>
    </w:p>
    <w:p w14:paraId="521AAC65" w14:textId="0AED6FD6" w:rsidR="00590212" w:rsidRDefault="00590212" w:rsidP="00590212">
      <w:pPr>
        <w:pStyle w:val="Heading1"/>
      </w:pPr>
      <w:r>
        <w:t>Further ideas</w:t>
      </w:r>
    </w:p>
    <w:p w14:paraId="15FE9B13" w14:textId="77777777" w:rsidR="00437C95" w:rsidRDefault="00437C95" w:rsidP="00437C95">
      <w:r>
        <w:t>The only sure way to find the shortest route is to test all possible routes. This is called the Brute Force algorithm.</w:t>
      </w:r>
    </w:p>
    <w:p w14:paraId="5D22CE09" w14:textId="6E08BBA1" w:rsidR="00661E07" w:rsidRDefault="00437C95" w:rsidP="00590212">
      <w:r>
        <w:t>A computer program or a spreadsheet could be used.</w:t>
      </w:r>
    </w:p>
    <w:p w14:paraId="6D9AFDD5" w14:textId="77777777" w:rsidR="00163DA1" w:rsidRDefault="00163DA1">
      <w:pPr>
        <w:spacing w:after="160"/>
        <w:rPr>
          <w:rFonts w:eastAsiaTheme="minorEastAsia"/>
          <w:i/>
          <w:color w:val="354F5F"/>
          <w:sz w:val="48"/>
        </w:rPr>
      </w:pPr>
      <w:r>
        <w:br w:type="page"/>
      </w:r>
    </w:p>
    <w:p w14:paraId="2F875794" w14:textId="4287C4F0" w:rsidR="00590212" w:rsidRDefault="00661E07" w:rsidP="00590212">
      <w:pPr>
        <w:pStyle w:val="Subtitle"/>
      </w:pPr>
      <w:r>
        <w:lastRenderedPageBreak/>
        <w:t>Activity 5</w:t>
      </w:r>
      <w:r w:rsidR="00590212" w:rsidRPr="006326F9">
        <w:t xml:space="preserve">: </w:t>
      </w:r>
      <w:r>
        <w:t>Bee food</w:t>
      </w:r>
    </w:p>
    <w:p w14:paraId="1995CAA6" w14:textId="38381DEA" w:rsidR="00D90B27" w:rsidRPr="006326F9" w:rsidRDefault="00D90B27" w:rsidP="00D90B27">
      <w:r>
        <w:t>Students investigate the types of foods that are pollinated by bees. Using a food diary, they examine how their typical diet would be affected if there were no bees. They then share their data to graphically represent the various categories of food.</w:t>
      </w:r>
    </w:p>
    <w:p w14:paraId="4B1057E6" w14:textId="77777777" w:rsidR="00590212" w:rsidRDefault="00590212" w:rsidP="00590212">
      <w:pPr>
        <w:pStyle w:val="Heading1"/>
      </w:pPr>
      <w:r>
        <w:t>Why do this?</w:t>
      </w:r>
    </w:p>
    <w:p w14:paraId="4D08FDC7" w14:textId="71A649F7" w:rsidR="00590212" w:rsidRDefault="00F827D5" w:rsidP="00590212">
      <w:r>
        <w:t>Explores a m</w:t>
      </w:r>
      <w:r w:rsidR="003D2A6D">
        <w:t xml:space="preserve">eaningful </w:t>
      </w:r>
      <w:r>
        <w:t xml:space="preserve">issue using primary data, collected by students, and secondary data </w:t>
      </w:r>
    </w:p>
    <w:p w14:paraId="6CFC925B" w14:textId="77777777" w:rsidR="00590212" w:rsidRDefault="00590212" w:rsidP="00590212">
      <w:pPr>
        <w:pStyle w:val="Heading1"/>
      </w:pPr>
      <w:r>
        <w:t>Australian Curriculum links</w:t>
      </w:r>
    </w:p>
    <w:p w14:paraId="3087AFCF" w14:textId="66E53BC0" w:rsidR="00590212" w:rsidRDefault="002A4599" w:rsidP="0086787C">
      <w:r w:rsidRPr="0086787C">
        <w:t xml:space="preserve">Find percentages of quantities and express one quantity as a </w:t>
      </w:r>
      <w:hyperlink r:id="rId27" w:history="1">
        <w:r w:rsidRPr="0086787C">
          <w:t>percentage</w:t>
        </w:r>
      </w:hyperlink>
      <w:r w:rsidRPr="0086787C">
        <w:t xml:space="preserve"> of another, with and without digital technologies. </w:t>
      </w:r>
      <w:hyperlink r:id="rId28" w:history="1">
        <w:r w:rsidRPr="0086787C">
          <w:t>(ACMNA158)</w:t>
        </w:r>
      </w:hyperlink>
    </w:p>
    <w:p w14:paraId="7D79CE18" w14:textId="07444ABB" w:rsidR="0086787C" w:rsidRPr="0086787C" w:rsidRDefault="0086787C" w:rsidP="0086787C">
      <w:r w:rsidRPr="0086787C">
        <w:t xml:space="preserve">Identify and investigate issues involving </w:t>
      </w:r>
      <w:hyperlink r:id="rId29" w:history="1">
        <w:r w:rsidRPr="0086787C">
          <w:t>numerical data</w:t>
        </w:r>
      </w:hyperlink>
      <w:r w:rsidRPr="0086787C">
        <w:t xml:space="preserve"> collected from primary and secondary sources </w:t>
      </w:r>
      <w:hyperlink r:id="rId30" w:history="1">
        <w:r w:rsidRPr="0086787C">
          <w:t>(ACMSP169)</w:t>
        </w:r>
      </w:hyperlink>
    </w:p>
    <w:p w14:paraId="607070B0" w14:textId="77777777" w:rsidR="00590212" w:rsidRPr="00B51484" w:rsidRDefault="00590212" w:rsidP="00590212">
      <w:pPr>
        <w:pStyle w:val="Heading1"/>
      </w:pPr>
      <w:r w:rsidRPr="00B51484">
        <w:t>Getting started</w:t>
      </w:r>
    </w:p>
    <w:p w14:paraId="549FFDA2" w14:textId="44C808FD" w:rsidR="00590212" w:rsidRDefault="00D90B27" w:rsidP="00590212">
      <w:r>
        <w:t>Some possible stimulus questions:</w:t>
      </w:r>
    </w:p>
    <w:p w14:paraId="3F08844B" w14:textId="4587DD5A" w:rsidR="00D90B27" w:rsidRDefault="00D90B27" w:rsidP="00590212">
      <w:r>
        <w:t>What is pollination?</w:t>
      </w:r>
    </w:p>
    <w:p w14:paraId="0843A755" w14:textId="4086F912" w:rsidR="00D90B27" w:rsidRDefault="00D90B27" w:rsidP="00590212">
      <w:r>
        <w:t xml:space="preserve">What plants are pollinated by bees? </w:t>
      </w:r>
    </w:p>
    <w:p w14:paraId="18D206B2" w14:textId="7AA7FCAF" w:rsidR="00590212" w:rsidRDefault="00D90B27" w:rsidP="00590212">
      <w:r>
        <w:t>What are other means of pollination?</w:t>
      </w:r>
    </w:p>
    <w:p w14:paraId="70F3B221" w14:textId="712FE2B9" w:rsidR="00D90B27" w:rsidRDefault="00D90B27" w:rsidP="00590212">
      <w:r>
        <w:t>You may need to point out that some plants which humans do not eat are eaten by animals that humans do eat (e.g. grasses feed dairy cows which produce milk).</w:t>
      </w:r>
    </w:p>
    <w:p w14:paraId="4C57A225" w14:textId="22E081F5" w:rsidR="00590212" w:rsidRDefault="00125579" w:rsidP="00590212">
      <w:pPr>
        <w:pStyle w:val="Heading1"/>
      </w:pPr>
      <w:r>
        <w:t>One day’s food</w:t>
      </w:r>
    </w:p>
    <w:p w14:paraId="58F44A38" w14:textId="2560E08F" w:rsidR="00590212" w:rsidRDefault="0086787C" w:rsidP="00590212">
      <w:r>
        <w:t xml:space="preserve">Different types of food need to be listed separately. </w:t>
      </w:r>
    </w:p>
    <w:p w14:paraId="46A5C297" w14:textId="2698AF69" w:rsidR="00376024" w:rsidRDefault="00376024" w:rsidP="00376024">
      <w:r>
        <w:t>This lists food crops that are pollinated by bees</w:t>
      </w:r>
      <w:r w:rsidR="007B7BB9">
        <w:t>:</w:t>
      </w:r>
    </w:p>
    <w:p w14:paraId="6026F584" w14:textId="77777777" w:rsidR="00376024" w:rsidRPr="00C63AA5" w:rsidRDefault="00B04776" w:rsidP="00C63AA5">
      <w:hyperlink r:id="rId31">
        <w:r w:rsidR="00376024" w:rsidRPr="00C63AA5">
          <w:t>https://en.wikipedia.org/wiki/List_of_crop_plants_pollinated_by_bees</w:t>
        </w:r>
      </w:hyperlink>
    </w:p>
    <w:p w14:paraId="2A204F75" w14:textId="77777777" w:rsidR="00990682" w:rsidRDefault="007B7BB9" w:rsidP="00376024">
      <w:r w:rsidRPr="00D17ECC">
        <w:t xml:space="preserve">When determining how much of </w:t>
      </w:r>
      <w:r w:rsidR="00D17ECC" w:rsidRPr="00D17ECC">
        <w:t>the food has been assi</w:t>
      </w:r>
      <w:r w:rsidR="00D17ECC">
        <w:t>s</w:t>
      </w:r>
      <w:r w:rsidR="00D17ECC" w:rsidRPr="00D17ECC">
        <w:t xml:space="preserve">ted by bees, </w:t>
      </w:r>
      <w:r w:rsidR="00D17ECC">
        <w:t xml:space="preserve">the class will need to consider how to count. Will they use raw numbers </w:t>
      </w:r>
      <w:r w:rsidR="000F59C4">
        <w:t xml:space="preserve">(e.g. 5 apples) </w:t>
      </w:r>
      <w:r w:rsidR="00D17ECC">
        <w:t xml:space="preserve">or weight </w:t>
      </w:r>
      <w:r w:rsidR="000F59C4">
        <w:t xml:space="preserve">(e.g. 300g milk) </w:t>
      </w:r>
      <w:r w:rsidR="00D17ECC">
        <w:t xml:space="preserve">or </w:t>
      </w:r>
      <w:r w:rsidR="000F59C4">
        <w:t>another measure</w:t>
      </w:r>
      <w:r w:rsidR="00D17ECC">
        <w:t>?</w:t>
      </w:r>
      <w:r w:rsidR="000F59C4">
        <w:t xml:space="preserve"> </w:t>
      </w:r>
    </w:p>
    <w:p w14:paraId="542A5C1E" w14:textId="2A2EBAC7" w:rsidR="00990682" w:rsidRDefault="00990682" w:rsidP="00376024">
      <w:r>
        <w:t>There will need to be a sensible method of sharing data, perhaps into a spreadsheet.</w:t>
      </w:r>
    </w:p>
    <w:p w14:paraId="5819AD13" w14:textId="55DCD5E0" w:rsidR="007B7BB9" w:rsidRPr="00D17ECC" w:rsidRDefault="000F59C4" w:rsidP="00376024">
      <w:r>
        <w:lastRenderedPageBreak/>
        <w:t xml:space="preserve">Will they group foods </w:t>
      </w:r>
      <w:r w:rsidR="00990682">
        <w:t xml:space="preserve">into types </w:t>
      </w:r>
      <w:r>
        <w:t>(e.g. pome fruits</w:t>
      </w:r>
      <w:r w:rsidR="0046035C">
        <w:t xml:space="preserve">) </w:t>
      </w:r>
      <w:r w:rsidR="00990682">
        <w:t>to get a better picture of the data?</w:t>
      </w:r>
    </w:p>
    <w:p w14:paraId="2ED02BF3" w14:textId="77777777" w:rsidR="00590212" w:rsidRDefault="00590212" w:rsidP="00590212">
      <w:pPr>
        <w:pStyle w:val="Heading1"/>
      </w:pPr>
      <w:r>
        <w:t>Answers</w:t>
      </w:r>
    </w:p>
    <w:p w14:paraId="0332C872" w14:textId="42C3F385" w:rsidR="00590212" w:rsidRDefault="0086787C" w:rsidP="00590212">
      <w:r>
        <w:t>Some means of pollination are bees and other insects</w:t>
      </w:r>
      <w:r w:rsidR="004F7EDD">
        <w:t xml:space="preserve"> (beetles, flies, wasps, moths, butterflies</w:t>
      </w:r>
      <w:r w:rsidR="00056B23">
        <w:t>, ants</w:t>
      </w:r>
      <w:r w:rsidR="004F7EDD">
        <w:t>)</w:t>
      </w:r>
      <w:r>
        <w:t xml:space="preserve">, </w:t>
      </w:r>
      <w:r w:rsidR="004F7EDD">
        <w:t xml:space="preserve">other animals (birds, bats, </w:t>
      </w:r>
      <w:r w:rsidR="00391306">
        <w:t xml:space="preserve">possums, lemurs, lizards), </w:t>
      </w:r>
      <w:r w:rsidR="004F7EDD">
        <w:t>environmental (</w:t>
      </w:r>
      <w:r>
        <w:t>wind</w:t>
      </w:r>
      <w:r w:rsidR="004F7EDD">
        <w:t>, water)</w:t>
      </w:r>
      <w:r w:rsidR="00391306">
        <w:t>.</w:t>
      </w:r>
    </w:p>
    <w:p w14:paraId="4687CCD7" w14:textId="77777777" w:rsidR="007B7BB9" w:rsidRDefault="007B7BB9" w:rsidP="007B7BB9">
      <w:r>
        <w:t>The most essential staple food crops on the planet, like corn, wheat, rice, soybeans and sorghum</w:t>
      </w:r>
      <w:r w:rsidRPr="00C80EC3">
        <w:t>,</w:t>
      </w:r>
      <w:r>
        <w:t xml:space="preserve"> need no insect help at all; they are wind-pollinated or self-pollinating. </w:t>
      </w:r>
    </w:p>
    <w:p w14:paraId="62CA2002" w14:textId="77777777" w:rsidR="007B7BB9" w:rsidRDefault="007B7BB9" w:rsidP="007B7BB9">
      <w:r>
        <w:t xml:space="preserve">Other staple food crops, </w:t>
      </w:r>
      <w:r w:rsidRPr="00C80EC3">
        <w:t xml:space="preserve">like </w:t>
      </w:r>
      <w:r>
        <w:t xml:space="preserve">bananas and plantains, are sterile and propagated from cuttings, requiring no pollination of any form, ever. </w:t>
      </w:r>
    </w:p>
    <w:p w14:paraId="609DDAE0" w14:textId="77777777" w:rsidR="007B7BB9" w:rsidRDefault="007B7BB9" w:rsidP="007B7BB9">
      <w:r>
        <w:t xml:space="preserve">Foods such as root vegetables and salad crops, will produce a useful crop without pollination, though they may not set seed. </w:t>
      </w:r>
    </w:p>
    <w:p w14:paraId="3FD4171F" w14:textId="41D7C61E" w:rsidR="007B7BB9" w:rsidRPr="00D95310" w:rsidRDefault="007B7BB9" w:rsidP="00590212">
      <w:r>
        <w:t xml:space="preserve">Hybrids do not require insect pollination to produce seeds for the next generation, because hybrid production is always human-pollinated. </w:t>
      </w:r>
    </w:p>
    <w:p w14:paraId="4E40759C" w14:textId="77777777" w:rsidR="00590212" w:rsidRDefault="00590212" w:rsidP="00590212">
      <w:pPr>
        <w:pStyle w:val="Heading1"/>
      </w:pPr>
      <w:r w:rsidRPr="00C4083E">
        <w:t>Resources needed</w:t>
      </w:r>
    </w:p>
    <w:p w14:paraId="3CBB6526" w14:textId="391BC7CB" w:rsidR="005F5760" w:rsidRDefault="00DB27F5" w:rsidP="00590212">
      <w:pPr>
        <w:spacing w:after="0"/>
      </w:pPr>
      <w:r>
        <w:t>Access to internet</w:t>
      </w:r>
    </w:p>
    <w:p w14:paraId="15AF44A8" w14:textId="7FE9B0FA" w:rsidR="006972CF" w:rsidRDefault="006972CF" w:rsidP="00590212">
      <w:pPr>
        <w:spacing w:after="0"/>
      </w:pPr>
      <w:r>
        <w:t>Paper and pencil</w:t>
      </w:r>
    </w:p>
    <w:p w14:paraId="2B35AA01" w14:textId="77777777" w:rsidR="00590212" w:rsidRDefault="00590212" w:rsidP="00590212">
      <w:pPr>
        <w:pStyle w:val="Heading1"/>
      </w:pPr>
      <w:r>
        <w:t>Further ideas</w:t>
      </w:r>
    </w:p>
    <w:p w14:paraId="44C7C520" w14:textId="4922C006" w:rsidR="00590212" w:rsidRDefault="00D90B27" w:rsidP="00590212">
      <w:r>
        <w:t>Some reasons for the decline of bee populations</w:t>
      </w:r>
      <w:r w:rsidR="001F0B4D">
        <w:t>:</w:t>
      </w:r>
    </w:p>
    <w:p w14:paraId="72A8F5F2" w14:textId="77777777" w:rsidR="00D90B27" w:rsidRPr="00C63AA5" w:rsidRDefault="00B04776" w:rsidP="00C63AA5">
      <w:hyperlink r:id="rId32" w:anchor=".Vu3_NNJ942x">
        <w:r w:rsidR="00D90B27" w:rsidRPr="00C63AA5">
          <w:t>http://www.un.org/apps/news/story.asp?NewsID=37731#.Vu3_NNJ942x</w:t>
        </w:r>
      </w:hyperlink>
    </w:p>
    <w:p w14:paraId="56F04963" w14:textId="27882AA5" w:rsidR="00D90B27" w:rsidRPr="00C63AA5" w:rsidRDefault="00163DA1" w:rsidP="00C63AA5">
      <w:r w:rsidRPr="00163DA1">
        <w:t>https://youtu.be/dY7iATJVCso</w:t>
      </w:r>
    </w:p>
    <w:p w14:paraId="5A95E0BE" w14:textId="4195EA38" w:rsidR="00D90B27" w:rsidRDefault="001F0B4D" w:rsidP="00D90B27">
      <w:r>
        <w:t>Protection of bee populations:</w:t>
      </w:r>
    </w:p>
    <w:p w14:paraId="42DB487B" w14:textId="49EAA0AC" w:rsidR="00D90B27" w:rsidRPr="00C63AA5" w:rsidRDefault="00B04776" w:rsidP="00C63AA5">
      <w:hyperlink r:id="rId33">
        <w:r w:rsidR="00D90B27" w:rsidRPr="00C63AA5">
          <w:t>https://blog.csiro.au/protecting-our-pollinators-indigenous-knowledge/</w:t>
        </w:r>
      </w:hyperlink>
    </w:p>
    <w:p w14:paraId="62FC5715" w14:textId="1DB75B3B" w:rsidR="00C80EC3" w:rsidRDefault="00C80EC3" w:rsidP="00C80EC3">
      <w:r>
        <w:t xml:space="preserve">The list of bee-pollinated foods could be examined more closely. For example, are there any common characteristics for the foods that have little pollinator impact as opposed to essential pollinator impact? </w:t>
      </w:r>
    </w:p>
    <w:p w14:paraId="4CDA04F0" w14:textId="77777777" w:rsidR="00C80EC3" w:rsidRPr="00C63AA5" w:rsidRDefault="00B04776" w:rsidP="00C63AA5">
      <w:hyperlink r:id="rId34">
        <w:r w:rsidR="00C80EC3" w:rsidRPr="00C63AA5">
          <w:t>https://en.wikipedia.org/wiki/List_of_crop_plants_pollinated_by_bees</w:t>
        </w:r>
      </w:hyperlink>
    </w:p>
    <w:p w14:paraId="361A3EAD" w14:textId="77777777" w:rsidR="00C80EC3" w:rsidRPr="00980505" w:rsidRDefault="00C80EC3" w:rsidP="00590212"/>
    <w:p w14:paraId="3EE23185" w14:textId="77777777" w:rsidR="00590212" w:rsidRDefault="00590212" w:rsidP="00590212">
      <w:r>
        <w:br w:type="page"/>
      </w:r>
    </w:p>
    <w:p w14:paraId="74C2AC99" w14:textId="4F8848CD" w:rsidR="00661E07" w:rsidRPr="006326F9" w:rsidRDefault="00774199" w:rsidP="00661E07">
      <w:pPr>
        <w:pStyle w:val="Subtitle"/>
      </w:pPr>
      <w:r>
        <w:lastRenderedPageBreak/>
        <w:t>Activity 6: Bee patterns</w:t>
      </w:r>
    </w:p>
    <w:p w14:paraId="4C615B19" w14:textId="4DF09A5C" w:rsidR="00774199" w:rsidRDefault="00774199" w:rsidP="00774199">
      <w:r w:rsidRPr="00774199">
        <w:rPr>
          <w:rStyle w:val="Heading1Char"/>
        </w:rPr>
        <w:t>Background</w:t>
      </w:r>
    </w:p>
    <w:p w14:paraId="10259C74" w14:textId="5188D595" w:rsidR="00A70F88" w:rsidRDefault="00A70F88" w:rsidP="00A70F88">
      <w:r>
        <w:t xml:space="preserve">Beehives are made up of regular (within reason) hexagons. </w:t>
      </w:r>
    </w:p>
    <w:p w14:paraId="32D286C4" w14:textId="41871895" w:rsidR="00A70F88" w:rsidRDefault="00A70F88" w:rsidP="00A70F88">
      <w:r>
        <w:t>The hexagons tessellate and form a strong, stable structure. This</w:t>
      </w:r>
      <w:r w:rsidRPr="00A70F88">
        <w:t xml:space="preserve"> </w:t>
      </w:r>
      <w:r w:rsidR="00152BBB">
        <w:t xml:space="preserve">hexagonal tessellating </w:t>
      </w:r>
      <w:r w:rsidRPr="00A70F88">
        <w:t>pattern is also used in the construction of doors. The doors, made with thin sheets of wood on both sides of a cardboard honeycomb structure, have the advantage of being light in weight but exceptionally strong.</w:t>
      </w:r>
    </w:p>
    <w:p w14:paraId="050A637B" w14:textId="77777777" w:rsidR="00661E07" w:rsidRDefault="00661E07" w:rsidP="00661E07">
      <w:pPr>
        <w:pStyle w:val="Heading1"/>
      </w:pPr>
      <w:r>
        <w:t>Why do this?</w:t>
      </w:r>
    </w:p>
    <w:p w14:paraId="7A970839" w14:textId="5A253E33" w:rsidR="00661E07" w:rsidRDefault="00C47D63" w:rsidP="00661E07">
      <w:r>
        <w:t>Investigates some of the properties of regular polygons</w:t>
      </w:r>
    </w:p>
    <w:p w14:paraId="1CD2B2E2" w14:textId="05191241" w:rsidR="00C47D63" w:rsidRDefault="00C47D63" w:rsidP="00661E07">
      <w:r>
        <w:t>Introduces angle sums through tiling patterns</w:t>
      </w:r>
    </w:p>
    <w:p w14:paraId="61D009E9" w14:textId="2DDDFC97" w:rsidR="00C47D63" w:rsidRDefault="00C47D63" w:rsidP="00661E07">
      <w:r>
        <w:t>Encourages geometrical reasoning</w:t>
      </w:r>
    </w:p>
    <w:p w14:paraId="0F2368CC" w14:textId="77777777" w:rsidR="00661E07" w:rsidRDefault="00661E07" w:rsidP="00661E07">
      <w:pPr>
        <w:pStyle w:val="Heading1"/>
      </w:pPr>
      <w:r>
        <w:t>Australian Curriculum links</w:t>
      </w:r>
    </w:p>
    <w:p w14:paraId="5C7817C6" w14:textId="664BB82F" w:rsidR="00661E07" w:rsidRPr="00C47D63" w:rsidRDefault="002332B7" w:rsidP="00C47D63">
      <w:r w:rsidRPr="00C47D63">
        <w:t xml:space="preserve">Define </w:t>
      </w:r>
      <w:hyperlink r:id="rId35" w:history="1">
        <w:r w:rsidRPr="00C47D63">
          <w:t>congruence</w:t>
        </w:r>
      </w:hyperlink>
      <w:r w:rsidRPr="00C47D63">
        <w:t xml:space="preserve"> of plane shapes using transformations </w:t>
      </w:r>
      <w:hyperlink r:id="rId36" w:history="1">
        <w:r w:rsidRPr="00C47D63">
          <w:t>(ACMMG200)</w:t>
        </w:r>
      </w:hyperlink>
    </w:p>
    <w:p w14:paraId="13D7A5B6" w14:textId="4D3C09D2" w:rsidR="002332B7" w:rsidRPr="00C47D63" w:rsidRDefault="002332B7" w:rsidP="00C47D63">
      <w:r w:rsidRPr="00C47D63">
        <w:t xml:space="preserve">Demonstrate that the </w:t>
      </w:r>
      <w:hyperlink r:id="rId37" w:history="1">
        <w:r w:rsidRPr="00C47D63">
          <w:t>angle</w:t>
        </w:r>
      </w:hyperlink>
      <w:r w:rsidRPr="00C47D63">
        <w:t xml:space="preserve"> </w:t>
      </w:r>
      <w:hyperlink r:id="rId38" w:history="1">
        <w:r w:rsidRPr="00C47D63">
          <w:t>sum</w:t>
        </w:r>
      </w:hyperlink>
      <w:r w:rsidRPr="00C47D63">
        <w:t xml:space="preserve"> of a triangle is 180° and use this to find the </w:t>
      </w:r>
      <w:hyperlink r:id="rId39" w:history="1">
        <w:r w:rsidRPr="00C47D63">
          <w:t>angle</w:t>
        </w:r>
      </w:hyperlink>
      <w:r w:rsidRPr="00C47D63">
        <w:t xml:space="preserve"> </w:t>
      </w:r>
      <w:hyperlink r:id="rId40" w:history="1">
        <w:r w:rsidRPr="00C47D63">
          <w:t>sum</w:t>
        </w:r>
      </w:hyperlink>
      <w:r w:rsidRPr="00C47D63">
        <w:t xml:space="preserve"> of a quadrilateral </w:t>
      </w:r>
      <w:hyperlink r:id="rId41" w:history="1">
        <w:r w:rsidRPr="00C47D63">
          <w:t>(ACMMG166)</w:t>
        </w:r>
      </w:hyperlink>
    </w:p>
    <w:p w14:paraId="0634F394" w14:textId="77777777" w:rsidR="00661E07" w:rsidRPr="00B51484" w:rsidRDefault="00661E07" w:rsidP="00661E07">
      <w:pPr>
        <w:pStyle w:val="Heading1"/>
      </w:pPr>
      <w:r w:rsidRPr="00B51484">
        <w:t>Getting started</w:t>
      </w:r>
    </w:p>
    <w:p w14:paraId="76C6E4EA" w14:textId="77777777" w:rsidR="00152BBB" w:rsidRDefault="00152BBB" w:rsidP="00152BBB">
      <w:r>
        <w:t xml:space="preserve">Bring in a piece of honeycomb if possible. </w:t>
      </w:r>
    </w:p>
    <w:p w14:paraId="382FF071" w14:textId="44A5A189" w:rsidR="00C47D63" w:rsidRDefault="00C47D63" w:rsidP="00152BBB">
      <w:r>
        <w:t xml:space="preserve">Discuss the reasons for bees using hexagons for cells in the hive including strength and the </w:t>
      </w:r>
      <w:proofErr w:type="spellStart"/>
      <w:r>
        <w:t>maximising</w:t>
      </w:r>
      <w:proofErr w:type="spellEnd"/>
      <w:r>
        <w:t xml:space="preserve"> of volume to perimeter (relating back to Activity 1). </w:t>
      </w:r>
    </w:p>
    <w:p w14:paraId="2132D385" w14:textId="35E96B7C" w:rsidR="00C47D63" w:rsidRDefault="00C47D63" w:rsidP="00152BBB">
      <w:r>
        <w:t>Students can brainstorm in what sort of situations a plane needs to be fully covered (e.g. tiling a bathroom floor).</w:t>
      </w:r>
    </w:p>
    <w:p w14:paraId="7DFD3842" w14:textId="4748EE93" w:rsidR="0026060B" w:rsidRDefault="0026060B" w:rsidP="0026060B">
      <w:pPr>
        <w:pStyle w:val="Heading1"/>
      </w:pPr>
      <w:r>
        <w:t>Beehive geometry</w:t>
      </w:r>
    </w:p>
    <w:p w14:paraId="0FFEC692" w14:textId="1D934DCC" w:rsidR="008613CD" w:rsidRDefault="00774199" w:rsidP="008613CD">
      <w:r>
        <w:t>Using only a r</w:t>
      </w:r>
      <w:r w:rsidR="0026060B">
        <w:t xml:space="preserve">uler and a compass, </w:t>
      </w:r>
      <w:r>
        <w:t>a number of regular polygons</w:t>
      </w:r>
      <w:r w:rsidR="0026060B">
        <w:t xml:space="preserve"> can be drawn using only a ruler and compass.</w:t>
      </w:r>
      <w:r>
        <w:t xml:space="preserve"> The regular hexagon and the equilateral triangle are the easiest to construct, followed by the square. </w:t>
      </w:r>
    </w:p>
    <w:p w14:paraId="190117BF" w14:textId="55EB818B" w:rsidR="006165D0" w:rsidRDefault="00E0307B" w:rsidP="008613CD">
      <w:r>
        <w:lastRenderedPageBreak/>
        <w:t>Students may well need some instruction on the need for accuracy and the technique of making an arc using a compass.</w:t>
      </w:r>
    </w:p>
    <w:p w14:paraId="56CD498A" w14:textId="0C870022" w:rsidR="00C47D63" w:rsidRDefault="00C47D63" w:rsidP="008613CD">
      <w:r>
        <w:t xml:space="preserve">Students should be aware that if their hexagon is regular then its sides will be the same length and its internal angles the same measure. </w:t>
      </w:r>
      <w:r w:rsidR="002B05A4">
        <w:t>Having to keep</w:t>
      </w:r>
      <w:r>
        <w:t xml:space="preserve"> the compass at the same opening </w:t>
      </w:r>
      <w:r w:rsidR="002B05A4">
        <w:t xml:space="preserve">should be sufficient to ‘prove’ that the sides are the same length. Using a protractor will be needed to check the angles. </w:t>
      </w:r>
    </w:p>
    <w:p w14:paraId="547B4F00" w14:textId="7A6FA2D7" w:rsidR="002D5FB9" w:rsidRPr="008613CD" w:rsidRDefault="002D5FB9" w:rsidP="002D5FB9">
      <w:pPr>
        <w:pStyle w:val="Heading1"/>
      </w:pPr>
      <w:r>
        <w:t>The quadrilateral challenge</w:t>
      </w:r>
    </w:p>
    <w:p w14:paraId="6B428149" w14:textId="77777777" w:rsidR="006165D0" w:rsidRDefault="002D5FB9" w:rsidP="006165D0">
      <w:r>
        <w:t xml:space="preserve">A quadrilateral is a simple four-sided plane shape. It can be concave or convex. </w:t>
      </w:r>
      <w:r w:rsidR="006165D0">
        <w:t xml:space="preserve">Students may need to be reminded of these definitions. </w:t>
      </w:r>
    </w:p>
    <w:p w14:paraId="0F3D949F" w14:textId="7997F6FF" w:rsidR="008F0451" w:rsidRDefault="006165D0" w:rsidP="00774199">
      <w:r>
        <w:t>By making the instruction that all sides are to be different lengths, students will get shapes more complex than rectangles and squares.</w:t>
      </w:r>
    </w:p>
    <w:p w14:paraId="1AF08DFE" w14:textId="3B7A5A49" w:rsidR="008F0451" w:rsidRDefault="008F0451" w:rsidP="00774199">
      <w:r>
        <w:t>When trying to tessellate, students will need to rotate t</w:t>
      </w:r>
      <w:r w:rsidR="002B05A4">
        <w:t>he</w:t>
      </w:r>
      <w:r>
        <w:t xml:space="preserve"> pieces. </w:t>
      </w:r>
    </w:p>
    <w:p w14:paraId="4E9A833B" w14:textId="30AB1BD3" w:rsidR="00B76782" w:rsidRDefault="00B76782" w:rsidP="00774199">
      <w:r>
        <w:t>The class should find (if they have drawn carefully) that every different type of quadrilateral they have drawn will tessellate. Will it always be true?</w:t>
      </w:r>
    </w:p>
    <w:p w14:paraId="4206477B" w14:textId="112C7E31" w:rsidR="00B76782" w:rsidRDefault="00B76782" w:rsidP="00B76782">
      <w:r>
        <w:t>"Any quadrilateral will tessellate. If you consider the statement to be always true or never true, explain how you know this. If you think it is sometimes true, explain when and why it is true at some times but not at others."</w:t>
      </w:r>
    </w:p>
    <w:p w14:paraId="72F1C7AF" w14:textId="4374DF37" w:rsidR="00B76782" w:rsidRDefault="00B76782" w:rsidP="00B76782">
      <w:r>
        <w:t>This link shows one student’s reasoning.</w:t>
      </w:r>
    </w:p>
    <w:p w14:paraId="75A40F9D" w14:textId="6C3F617F" w:rsidR="00B76782" w:rsidRPr="00C63AA5" w:rsidRDefault="00B04776" w:rsidP="00C63AA5">
      <w:hyperlink r:id="rId42" w:history="1">
        <w:r w:rsidR="00B76782" w:rsidRPr="00C63AA5">
          <w:t>http://topdrawer.aamt.edu.au/Reasoning/Big-ideas/Mathematical-truth/Truth-of-propositions/Do-quadrilaterals-tessellate</w:t>
        </w:r>
      </w:hyperlink>
    </w:p>
    <w:p w14:paraId="1CB7C1FE" w14:textId="5099FCFF" w:rsidR="002B05A4" w:rsidRDefault="002B05A4" w:rsidP="002B05A4">
      <w:pPr>
        <w:pStyle w:val="Heading1"/>
      </w:pPr>
      <w:r>
        <w:t>Tiling patterns</w:t>
      </w:r>
    </w:p>
    <w:p w14:paraId="0E85B468" w14:textId="094F741A" w:rsidR="002B05A4" w:rsidRDefault="002B05A4" w:rsidP="002B05A4">
      <w:r>
        <w:t>It is best for students to work in groups. Each student will need to cut out a set of the polygons printed on the sheet so there enough to work with. They might photograph their patterns to record the various solutions.</w:t>
      </w:r>
    </w:p>
    <w:p w14:paraId="3487183B" w14:textId="3DB95797" w:rsidR="002B05A4" w:rsidRDefault="002B05A4" w:rsidP="002B05A4">
      <w:pPr>
        <w:pStyle w:val="Heading3"/>
      </w:pPr>
      <w:r>
        <w:t>Angle investigations</w:t>
      </w:r>
    </w:p>
    <w:p w14:paraId="2C779DE3" w14:textId="77777777" w:rsidR="00210278" w:rsidRDefault="002B05A4" w:rsidP="002B05A4">
      <w:r>
        <w:t>A class should arrive at most, if not all, of the semi-</w:t>
      </w:r>
      <w:r w:rsidR="00210278">
        <w:t xml:space="preserve">regular </w:t>
      </w:r>
      <w:proofErr w:type="spellStart"/>
      <w:r w:rsidR="00210278">
        <w:t>tilings</w:t>
      </w:r>
      <w:proofErr w:type="spellEnd"/>
      <w:r w:rsidR="00210278">
        <w:t xml:space="preserve"> and therefore will need to know the angle measures of all of the regular polygons used. </w:t>
      </w:r>
    </w:p>
    <w:p w14:paraId="0A6212A0" w14:textId="41C38930" w:rsidR="002B05A4" w:rsidRDefault="00210278" w:rsidP="002B05A4">
      <w:r>
        <w:t>Each of the polygons can be divided into triangles and thus the sum of the interior angles calculated. The calculation of the size of each interior angle can then be calculated.</w:t>
      </w:r>
    </w:p>
    <w:p w14:paraId="34A53A8A" w14:textId="0572D41A" w:rsidR="00210278" w:rsidRPr="002B05A4" w:rsidRDefault="00210278" w:rsidP="002B05A4">
      <w:r>
        <w:t>If the results are recorded, students can be encouraged to find a general rule.</w:t>
      </w:r>
    </w:p>
    <w:p w14:paraId="61519828" w14:textId="321CD831" w:rsidR="00B76782" w:rsidRDefault="002B05A4" w:rsidP="002B05A4">
      <w:pPr>
        <w:pStyle w:val="Heading1"/>
      </w:pPr>
      <w:r>
        <w:lastRenderedPageBreak/>
        <w:t>Answers</w:t>
      </w:r>
    </w:p>
    <w:p w14:paraId="5FE68832" w14:textId="2A03D2A9" w:rsidR="002B05A4" w:rsidRDefault="002B05A4" w:rsidP="002B05A4">
      <w:pPr>
        <w:pStyle w:val="Heading3"/>
      </w:pPr>
      <w:r>
        <w:t>Quadrilateral challenge</w:t>
      </w:r>
    </w:p>
    <w:p w14:paraId="6FB577D5" w14:textId="7ABBB122" w:rsidR="002B05A4" w:rsidRDefault="002B05A4" w:rsidP="002B05A4">
      <w:r>
        <w:t>Each quadrilateral is matched with a 180</w:t>
      </w:r>
      <w:r w:rsidRPr="002B05A4">
        <w:rPr>
          <w:vertAlign w:val="superscript"/>
        </w:rPr>
        <w:t>o</w:t>
      </w:r>
      <w:r>
        <w:t xml:space="preserve"> rotation of itself. This then forms an irregular hexagon. That hexagon will tile the plane by translating in two directions. </w:t>
      </w:r>
    </w:p>
    <w:p w14:paraId="184DC643" w14:textId="0D87596B" w:rsidR="002B05A4" w:rsidRDefault="002B05A4" w:rsidP="002B05A4">
      <w:pPr>
        <w:pStyle w:val="Heading3"/>
      </w:pPr>
      <w:r>
        <w:t xml:space="preserve">Tiling patterns </w:t>
      </w:r>
    </w:p>
    <w:p w14:paraId="367AC672" w14:textId="482F004C" w:rsidR="002B05A4" w:rsidRDefault="002B05A4" w:rsidP="002B05A4">
      <w:r>
        <w:t xml:space="preserve">This webpage illustrates the full set of semi-regular </w:t>
      </w:r>
      <w:proofErr w:type="spellStart"/>
      <w:r>
        <w:t>tilings</w:t>
      </w:r>
      <w:proofErr w:type="spellEnd"/>
      <w:r>
        <w:t>.</w:t>
      </w:r>
    </w:p>
    <w:p w14:paraId="6BCA7006" w14:textId="6E93C85F" w:rsidR="002B05A4" w:rsidRPr="00DD4F9C" w:rsidRDefault="00B04776" w:rsidP="00DD4F9C">
      <w:hyperlink r:id="rId43" w:history="1">
        <w:r w:rsidR="002B05A4" w:rsidRPr="00DD4F9C">
          <w:t>https://en.wikipedia.org/wiki/Euclidean_tilings_by_convex_regular_polygons</w:t>
        </w:r>
      </w:hyperlink>
    </w:p>
    <w:p w14:paraId="152ED06B" w14:textId="3FFE600E" w:rsidR="002B05A4" w:rsidRDefault="002B05A4" w:rsidP="002B05A4">
      <w:pPr>
        <w:pStyle w:val="Heading3"/>
      </w:pPr>
      <w:r>
        <w:t>Angle investigations</w:t>
      </w:r>
    </w:p>
    <w:tbl>
      <w:tblPr>
        <w:tblStyle w:val="TableGrid"/>
        <w:tblW w:w="0" w:type="auto"/>
        <w:tblInd w:w="720" w:type="dxa"/>
        <w:tblLook w:val="04A0" w:firstRow="1" w:lastRow="0" w:firstColumn="1" w:lastColumn="0" w:noHBand="0" w:noVBand="1"/>
      </w:tblPr>
      <w:tblGrid>
        <w:gridCol w:w="2126"/>
        <w:gridCol w:w="1884"/>
        <w:gridCol w:w="1879"/>
        <w:gridCol w:w="1879"/>
      </w:tblGrid>
      <w:tr w:rsidR="00210278" w:rsidRPr="00D6225C" w14:paraId="0F0DA692" w14:textId="77777777" w:rsidTr="00210278">
        <w:tc>
          <w:tcPr>
            <w:tcW w:w="2126" w:type="dxa"/>
          </w:tcPr>
          <w:p w14:paraId="3E0099F2" w14:textId="77777777" w:rsidR="00210278" w:rsidRPr="00D6225C" w:rsidRDefault="00210278" w:rsidP="00210278">
            <w:r w:rsidRPr="00D6225C">
              <w:t>Name of shape</w:t>
            </w:r>
          </w:p>
        </w:tc>
        <w:tc>
          <w:tcPr>
            <w:tcW w:w="1884" w:type="dxa"/>
          </w:tcPr>
          <w:p w14:paraId="381E9D06" w14:textId="77777777" w:rsidR="00210278" w:rsidRPr="00D6225C" w:rsidRDefault="00210278" w:rsidP="00210278">
            <w:r w:rsidRPr="00D6225C">
              <w:t>Number of sides</w:t>
            </w:r>
          </w:p>
        </w:tc>
        <w:tc>
          <w:tcPr>
            <w:tcW w:w="1879" w:type="dxa"/>
          </w:tcPr>
          <w:p w14:paraId="097ACD4B" w14:textId="77777777" w:rsidR="00210278" w:rsidRPr="00D6225C" w:rsidRDefault="00210278" w:rsidP="00210278">
            <w:r w:rsidRPr="00D6225C">
              <w:t>Sum of interior angles</w:t>
            </w:r>
          </w:p>
        </w:tc>
        <w:tc>
          <w:tcPr>
            <w:tcW w:w="1879" w:type="dxa"/>
          </w:tcPr>
          <w:p w14:paraId="47226F1E" w14:textId="77777777" w:rsidR="00210278" w:rsidRPr="00D6225C" w:rsidRDefault="00210278" w:rsidP="00210278">
            <w:r w:rsidRPr="00D6225C">
              <w:t>Size of interior angle</w:t>
            </w:r>
          </w:p>
        </w:tc>
      </w:tr>
      <w:tr w:rsidR="00210278" w:rsidRPr="00D6225C" w14:paraId="0B08B670" w14:textId="77777777" w:rsidTr="00210278">
        <w:tc>
          <w:tcPr>
            <w:tcW w:w="2126" w:type="dxa"/>
          </w:tcPr>
          <w:p w14:paraId="19BBEC42" w14:textId="77777777" w:rsidR="00210278" w:rsidRPr="00D6225C" w:rsidRDefault="00210278" w:rsidP="00210278">
            <w:r w:rsidRPr="00D6225C">
              <w:t>Equilateral triangle</w:t>
            </w:r>
          </w:p>
        </w:tc>
        <w:tc>
          <w:tcPr>
            <w:tcW w:w="1884" w:type="dxa"/>
          </w:tcPr>
          <w:p w14:paraId="596362D0" w14:textId="77777777" w:rsidR="00210278" w:rsidRPr="00D6225C" w:rsidRDefault="00210278" w:rsidP="00210278">
            <w:r w:rsidRPr="00D6225C">
              <w:t>3</w:t>
            </w:r>
          </w:p>
        </w:tc>
        <w:tc>
          <w:tcPr>
            <w:tcW w:w="1879" w:type="dxa"/>
          </w:tcPr>
          <w:p w14:paraId="54D2A04D" w14:textId="77777777" w:rsidR="00210278" w:rsidRPr="00D6225C" w:rsidRDefault="00210278" w:rsidP="00210278">
            <w:r w:rsidRPr="00D6225C">
              <w:t>180°</w:t>
            </w:r>
          </w:p>
        </w:tc>
        <w:tc>
          <w:tcPr>
            <w:tcW w:w="1879" w:type="dxa"/>
          </w:tcPr>
          <w:p w14:paraId="2F5C828A" w14:textId="77777777" w:rsidR="00210278" w:rsidRPr="00D6225C" w:rsidRDefault="00210278" w:rsidP="00210278">
            <w:r w:rsidRPr="00D6225C">
              <w:t>60°</w:t>
            </w:r>
          </w:p>
        </w:tc>
      </w:tr>
      <w:tr w:rsidR="00210278" w:rsidRPr="00D6225C" w14:paraId="05A42503" w14:textId="77777777" w:rsidTr="00210278">
        <w:tc>
          <w:tcPr>
            <w:tcW w:w="2126" w:type="dxa"/>
          </w:tcPr>
          <w:p w14:paraId="684B930B" w14:textId="77777777" w:rsidR="00210278" w:rsidRPr="00D6225C" w:rsidRDefault="00210278" w:rsidP="00210278">
            <w:r w:rsidRPr="00D6225C">
              <w:t>Square</w:t>
            </w:r>
          </w:p>
        </w:tc>
        <w:tc>
          <w:tcPr>
            <w:tcW w:w="1884" w:type="dxa"/>
          </w:tcPr>
          <w:p w14:paraId="3654FB37" w14:textId="376957BB" w:rsidR="00210278" w:rsidRPr="00D6225C" w:rsidRDefault="00210278" w:rsidP="00210278">
            <w:r>
              <w:t>4</w:t>
            </w:r>
          </w:p>
        </w:tc>
        <w:tc>
          <w:tcPr>
            <w:tcW w:w="1879" w:type="dxa"/>
          </w:tcPr>
          <w:p w14:paraId="75364E3C" w14:textId="055547A4" w:rsidR="00210278" w:rsidRPr="00D6225C" w:rsidRDefault="00210278" w:rsidP="00210278">
            <w:r>
              <w:t>36</w:t>
            </w:r>
            <w:r w:rsidRPr="00D6225C">
              <w:t>0°</w:t>
            </w:r>
          </w:p>
        </w:tc>
        <w:tc>
          <w:tcPr>
            <w:tcW w:w="1879" w:type="dxa"/>
          </w:tcPr>
          <w:p w14:paraId="3F644B28" w14:textId="16188963" w:rsidR="00210278" w:rsidRPr="00D6225C" w:rsidRDefault="00210278" w:rsidP="00210278">
            <w:r>
              <w:t>9</w:t>
            </w:r>
            <w:r w:rsidRPr="00D6225C">
              <w:t>0°</w:t>
            </w:r>
          </w:p>
        </w:tc>
      </w:tr>
      <w:tr w:rsidR="00210278" w:rsidRPr="00D6225C" w14:paraId="11B4ECEE" w14:textId="77777777" w:rsidTr="00210278">
        <w:tc>
          <w:tcPr>
            <w:tcW w:w="2126" w:type="dxa"/>
          </w:tcPr>
          <w:p w14:paraId="052C91A6" w14:textId="77777777" w:rsidR="00210278" w:rsidRPr="00D6225C" w:rsidRDefault="00210278" w:rsidP="00210278">
            <w:r w:rsidRPr="00D6225C">
              <w:t>Pentagon</w:t>
            </w:r>
          </w:p>
        </w:tc>
        <w:tc>
          <w:tcPr>
            <w:tcW w:w="1884" w:type="dxa"/>
          </w:tcPr>
          <w:p w14:paraId="19DC5191" w14:textId="5F5776BA" w:rsidR="00210278" w:rsidRPr="00D6225C" w:rsidRDefault="00210278" w:rsidP="00210278">
            <w:r>
              <w:t>5</w:t>
            </w:r>
          </w:p>
        </w:tc>
        <w:tc>
          <w:tcPr>
            <w:tcW w:w="1879" w:type="dxa"/>
          </w:tcPr>
          <w:p w14:paraId="3431ED5C" w14:textId="1C950B01" w:rsidR="00210278" w:rsidRPr="00D6225C" w:rsidRDefault="00210278" w:rsidP="00210278">
            <w:r>
              <w:t>54</w:t>
            </w:r>
            <w:r w:rsidRPr="00D6225C">
              <w:t>0°</w:t>
            </w:r>
          </w:p>
        </w:tc>
        <w:tc>
          <w:tcPr>
            <w:tcW w:w="1879" w:type="dxa"/>
          </w:tcPr>
          <w:p w14:paraId="7A6BB969" w14:textId="64F16B59" w:rsidR="00210278" w:rsidRPr="00D6225C" w:rsidRDefault="00210278" w:rsidP="00210278">
            <w:r>
              <w:t>1</w:t>
            </w:r>
            <w:r w:rsidRPr="00D6225C">
              <w:t>0</w:t>
            </w:r>
            <w:r>
              <w:t>8</w:t>
            </w:r>
            <w:r w:rsidRPr="00D6225C">
              <w:t>°</w:t>
            </w:r>
          </w:p>
        </w:tc>
      </w:tr>
      <w:tr w:rsidR="00210278" w:rsidRPr="00D6225C" w14:paraId="170954EC" w14:textId="77777777" w:rsidTr="00210278">
        <w:tc>
          <w:tcPr>
            <w:tcW w:w="2126" w:type="dxa"/>
          </w:tcPr>
          <w:p w14:paraId="64F21CA2" w14:textId="77777777" w:rsidR="00210278" w:rsidRPr="00D6225C" w:rsidRDefault="00210278" w:rsidP="00210278">
            <w:r w:rsidRPr="00D6225C">
              <w:t>Hexagon</w:t>
            </w:r>
          </w:p>
        </w:tc>
        <w:tc>
          <w:tcPr>
            <w:tcW w:w="1884" w:type="dxa"/>
          </w:tcPr>
          <w:p w14:paraId="37415934" w14:textId="39729696" w:rsidR="00210278" w:rsidRPr="00D6225C" w:rsidRDefault="00210278" w:rsidP="00210278">
            <w:r>
              <w:t>6</w:t>
            </w:r>
          </w:p>
        </w:tc>
        <w:tc>
          <w:tcPr>
            <w:tcW w:w="1879" w:type="dxa"/>
          </w:tcPr>
          <w:p w14:paraId="6107FE60" w14:textId="08DEA300" w:rsidR="00210278" w:rsidRPr="00D6225C" w:rsidRDefault="00210278" w:rsidP="00210278">
            <w:r>
              <w:t>720</w:t>
            </w:r>
            <w:r w:rsidRPr="00D6225C">
              <w:t>°</w:t>
            </w:r>
          </w:p>
        </w:tc>
        <w:tc>
          <w:tcPr>
            <w:tcW w:w="1879" w:type="dxa"/>
          </w:tcPr>
          <w:p w14:paraId="0AB68497" w14:textId="2A3731AA" w:rsidR="00210278" w:rsidRPr="00D6225C" w:rsidRDefault="00210278" w:rsidP="00210278">
            <w:r>
              <w:t>12</w:t>
            </w:r>
            <w:r w:rsidRPr="00D6225C">
              <w:t>0°</w:t>
            </w:r>
          </w:p>
        </w:tc>
      </w:tr>
      <w:tr w:rsidR="00210278" w:rsidRPr="00D6225C" w14:paraId="0E450DBC" w14:textId="77777777" w:rsidTr="00210278">
        <w:tc>
          <w:tcPr>
            <w:tcW w:w="2126" w:type="dxa"/>
          </w:tcPr>
          <w:p w14:paraId="0C474280" w14:textId="77777777" w:rsidR="00210278" w:rsidRPr="00D6225C" w:rsidRDefault="00210278" w:rsidP="00210278">
            <w:r w:rsidRPr="00D6225C">
              <w:t>Octagon</w:t>
            </w:r>
          </w:p>
        </w:tc>
        <w:tc>
          <w:tcPr>
            <w:tcW w:w="1884" w:type="dxa"/>
          </w:tcPr>
          <w:p w14:paraId="24CED276" w14:textId="51E66684" w:rsidR="00210278" w:rsidRPr="00D6225C" w:rsidRDefault="00210278" w:rsidP="00210278">
            <w:r>
              <w:t>8</w:t>
            </w:r>
          </w:p>
        </w:tc>
        <w:tc>
          <w:tcPr>
            <w:tcW w:w="1879" w:type="dxa"/>
          </w:tcPr>
          <w:p w14:paraId="2D6CC7EB" w14:textId="68EDCBC7" w:rsidR="00210278" w:rsidRPr="00D6225C" w:rsidRDefault="00210278" w:rsidP="00210278">
            <w:r>
              <w:t>1080</w:t>
            </w:r>
            <w:r w:rsidRPr="00D6225C">
              <w:t>°</w:t>
            </w:r>
          </w:p>
        </w:tc>
        <w:tc>
          <w:tcPr>
            <w:tcW w:w="1879" w:type="dxa"/>
          </w:tcPr>
          <w:p w14:paraId="413E4E0D" w14:textId="1B1288B2" w:rsidR="00210278" w:rsidRPr="00D6225C" w:rsidRDefault="00210278" w:rsidP="00210278">
            <w:r>
              <w:t>135</w:t>
            </w:r>
            <w:r w:rsidRPr="00D6225C">
              <w:t>°</w:t>
            </w:r>
          </w:p>
        </w:tc>
      </w:tr>
      <w:tr w:rsidR="00210278" w:rsidRPr="00D6225C" w14:paraId="3DF5AF3D" w14:textId="77777777" w:rsidTr="00210278">
        <w:tc>
          <w:tcPr>
            <w:tcW w:w="2126" w:type="dxa"/>
          </w:tcPr>
          <w:p w14:paraId="257C914D" w14:textId="26145E6D" w:rsidR="00210278" w:rsidRPr="00D6225C" w:rsidRDefault="00B04776" w:rsidP="00210278">
            <w:r>
              <w:t>D</w:t>
            </w:r>
            <w:r w:rsidR="00AA36EF">
              <w:t>od</w:t>
            </w:r>
            <w:r w:rsidR="00210278" w:rsidRPr="00D6225C">
              <w:t>ecagon</w:t>
            </w:r>
          </w:p>
        </w:tc>
        <w:tc>
          <w:tcPr>
            <w:tcW w:w="1884" w:type="dxa"/>
          </w:tcPr>
          <w:p w14:paraId="36DF0ABE" w14:textId="59692EA1" w:rsidR="00210278" w:rsidRPr="00D6225C" w:rsidRDefault="00AA36EF" w:rsidP="00210278">
            <w:r>
              <w:t>12</w:t>
            </w:r>
          </w:p>
        </w:tc>
        <w:tc>
          <w:tcPr>
            <w:tcW w:w="1879" w:type="dxa"/>
          </w:tcPr>
          <w:p w14:paraId="25ABF7B6" w14:textId="05AF8A02" w:rsidR="00210278" w:rsidRPr="00D6225C" w:rsidRDefault="00210278" w:rsidP="00210278">
            <w:r w:rsidRPr="00D6225C">
              <w:t>180</w:t>
            </w:r>
            <w:r>
              <w:t>0</w:t>
            </w:r>
            <w:r w:rsidRPr="00D6225C">
              <w:t>°</w:t>
            </w:r>
          </w:p>
        </w:tc>
        <w:tc>
          <w:tcPr>
            <w:tcW w:w="1879" w:type="dxa"/>
          </w:tcPr>
          <w:p w14:paraId="514ACF0B" w14:textId="21299873" w:rsidR="00210278" w:rsidRPr="00D6225C" w:rsidRDefault="00210278" w:rsidP="00AA36EF">
            <w:r>
              <w:t>1</w:t>
            </w:r>
            <w:r w:rsidR="00AA36EF">
              <w:t>50</w:t>
            </w:r>
            <w:bookmarkStart w:id="0" w:name="_GoBack"/>
            <w:bookmarkEnd w:id="0"/>
            <w:r w:rsidRPr="00D6225C">
              <w:t>°</w:t>
            </w:r>
          </w:p>
        </w:tc>
      </w:tr>
      <w:tr w:rsidR="00210278" w:rsidRPr="00D6225C" w14:paraId="796F219C" w14:textId="77777777" w:rsidTr="00210278">
        <w:tc>
          <w:tcPr>
            <w:tcW w:w="2126" w:type="dxa"/>
          </w:tcPr>
          <w:p w14:paraId="155093A0" w14:textId="77777777" w:rsidR="00210278" w:rsidRPr="00D6225C" w:rsidRDefault="00210278" w:rsidP="00210278">
            <w:r w:rsidRPr="00D6225C">
              <w:t>n-</w:t>
            </w:r>
            <w:proofErr w:type="spellStart"/>
            <w:r w:rsidRPr="00D6225C">
              <w:t>gon</w:t>
            </w:r>
            <w:proofErr w:type="spellEnd"/>
          </w:p>
        </w:tc>
        <w:tc>
          <w:tcPr>
            <w:tcW w:w="1884" w:type="dxa"/>
          </w:tcPr>
          <w:p w14:paraId="4F3C1A25" w14:textId="5289A91A" w:rsidR="00210278" w:rsidRPr="00D6225C" w:rsidRDefault="00210278" w:rsidP="00210278">
            <w:r>
              <w:t>n</w:t>
            </w:r>
          </w:p>
        </w:tc>
        <w:tc>
          <w:tcPr>
            <w:tcW w:w="1879" w:type="dxa"/>
          </w:tcPr>
          <w:p w14:paraId="4FC3E00C" w14:textId="170F5E34" w:rsidR="00210278" w:rsidRPr="00D6225C" w:rsidRDefault="00210278" w:rsidP="00210278">
            <w:r>
              <w:t xml:space="preserve">(n–2) x </w:t>
            </w:r>
            <w:r w:rsidRPr="00D6225C">
              <w:t>180°</w:t>
            </w:r>
          </w:p>
        </w:tc>
        <w:tc>
          <w:tcPr>
            <w:tcW w:w="1879" w:type="dxa"/>
          </w:tcPr>
          <w:p w14:paraId="287707B3" w14:textId="36B5BBEA" w:rsidR="00210278" w:rsidRPr="00D6225C" w:rsidRDefault="00210278" w:rsidP="00210278">
            <w:r>
              <w:t>(n–2) x 180</w:t>
            </w:r>
            <w:r w:rsidRPr="00D6225C">
              <w:t>°</w:t>
            </w:r>
            <w:r>
              <w:t>/n</w:t>
            </w:r>
          </w:p>
        </w:tc>
      </w:tr>
    </w:tbl>
    <w:p w14:paraId="6AC23C25" w14:textId="77777777" w:rsidR="00661E07" w:rsidRDefault="00661E07" w:rsidP="00661E07">
      <w:pPr>
        <w:pStyle w:val="Heading1"/>
      </w:pPr>
      <w:r w:rsidRPr="00C4083E">
        <w:t>Resources needed</w:t>
      </w:r>
    </w:p>
    <w:p w14:paraId="388A510D" w14:textId="4D946A69" w:rsidR="00661E07" w:rsidRDefault="00393DF2" w:rsidP="00661E07">
      <w:pPr>
        <w:spacing w:after="0"/>
      </w:pPr>
      <w:r>
        <w:t>Ruler</w:t>
      </w:r>
    </w:p>
    <w:p w14:paraId="37839268" w14:textId="51C314B0" w:rsidR="00393DF2" w:rsidRDefault="00393DF2" w:rsidP="00661E07">
      <w:pPr>
        <w:spacing w:after="0"/>
      </w:pPr>
      <w:r>
        <w:t>Compass</w:t>
      </w:r>
    </w:p>
    <w:p w14:paraId="7E9ADCFE" w14:textId="161CE926" w:rsidR="0007218A" w:rsidRDefault="0007218A" w:rsidP="00661E07">
      <w:pPr>
        <w:spacing w:after="0"/>
      </w:pPr>
      <w:r>
        <w:t>Protractor</w:t>
      </w:r>
    </w:p>
    <w:p w14:paraId="3AC98C0D" w14:textId="487B6144" w:rsidR="006165D0" w:rsidRDefault="008F0451" w:rsidP="00661E07">
      <w:pPr>
        <w:spacing w:after="0"/>
      </w:pPr>
      <w:r>
        <w:t xml:space="preserve">Square dot paper or grid </w:t>
      </w:r>
      <w:r w:rsidR="006165D0">
        <w:t>paper</w:t>
      </w:r>
    </w:p>
    <w:p w14:paraId="1F43C8D4" w14:textId="5EA11598" w:rsidR="00210278" w:rsidRDefault="0007218A" w:rsidP="00661E07">
      <w:pPr>
        <w:spacing w:after="0"/>
      </w:pPr>
      <w:proofErr w:type="spellStart"/>
      <w:r>
        <w:t>Coloured</w:t>
      </w:r>
      <w:proofErr w:type="spellEnd"/>
      <w:r>
        <w:t xml:space="preserve"> pencils, </w:t>
      </w:r>
      <w:proofErr w:type="spellStart"/>
      <w:r>
        <w:t>textas</w:t>
      </w:r>
      <w:proofErr w:type="spellEnd"/>
      <w:r>
        <w:t xml:space="preserve"> or m</w:t>
      </w:r>
      <w:r w:rsidR="00210278">
        <w:t>arkers</w:t>
      </w:r>
    </w:p>
    <w:p w14:paraId="74F6C191" w14:textId="396CD568" w:rsidR="00210278" w:rsidRDefault="00210278" w:rsidP="00661E07">
      <w:pPr>
        <w:spacing w:after="0"/>
      </w:pPr>
      <w:r>
        <w:t>Scissors</w:t>
      </w:r>
    </w:p>
    <w:p w14:paraId="64C64F78" w14:textId="03B08815" w:rsidR="0007218A" w:rsidRDefault="0007218A" w:rsidP="00661E07">
      <w:pPr>
        <w:spacing w:after="0"/>
      </w:pPr>
      <w:r>
        <w:t>Sheets of card</w:t>
      </w:r>
    </w:p>
    <w:p w14:paraId="26E393F9" w14:textId="26615231" w:rsidR="0007218A" w:rsidRDefault="0007218A" w:rsidP="00661E07">
      <w:pPr>
        <w:spacing w:after="0"/>
      </w:pPr>
      <w:r>
        <w:t>Glue</w:t>
      </w:r>
    </w:p>
    <w:p w14:paraId="2D5431FF" w14:textId="77777777" w:rsidR="00661E07" w:rsidRDefault="00661E07" w:rsidP="00661E07">
      <w:pPr>
        <w:pStyle w:val="Heading1"/>
      </w:pPr>
      <w:r>
        <w:t>Further ideas</w:t>
      </w:r>
    </w:p>
    <w:p w14:paraId="120EC80D" w14:textId="2507D3BA" w:rsidR="00661E07" w:rsidRDefault="0026060B" w:rsidP="00661E07">
      <w:r>
        <w:t>What is the honey comb conjecture?</w:t>
      </w:r>
    </w:p>
    <w:p w14:paraId="1B1045F1" w14:textId="23C37CB1" w:rsidR="008613CD" w:rsidRDefault="008613CD" w:rsidP="008613CD">
      <w:pPr>
        <w:rPr>
          <w:b/>
        </w:rPr>
      </w:pPr>
      <w:r>
        <w:t>These YouTube videos show other methods of constructing regular polygons.</w:t>
      </w:r>
    </w:p>
    <w:p w14:paraId="5A57FA9A" w14:textId="48EEB467" w:rsidR="008613CD" w:rsidRPr="00C63AA5" w:rsidRDefault="00DD4F9C" w:rsidP="00C63AA5">
      <w:r w:rsidRPr="00DD4F9C">
        <w:t>https://youtu.be/TAHczLeIUTc</w:t>
      </w:r>
    </w:p>
    <w:p w14:paraId="7C35CDCB" w14:textId="2D0D3EE2" w:rsidR="008613CD" w:rsidRPr="00C63AA5" w:rsidRDefault="00DD4F9C" w:rsidP="00C63AA5">
      <w:r w:rsidRPr="00DD4F9C">
        <w:lastRenderedPageBreak/>
        <w:t>https://youtu.be/yOmjBXWnMXg</w:t>
      </w:r>
    </w:p>
    <w:p w14:paraId="6C25A286" w14:textId="208B356A" w:rsidR="00A4147F" w:rsidRPr="00A4147F" w:rsidRDefault="00A4147F" w:rsidP="00A4147F"/>
    <w:sectPr w:rsidR="00A4147F" w:rsidRPr="00A4147F" w:rsidSect="00021DEE">
      <w:headerReference w:type="default" r:id="rId44"/>
      <w:footerReference w:type="even" r:id="rId45"/>
      <w:footerReference w:type="default" r:id="rId46"/>
      <w:headerReference w:type="first" r:id="rId47"/>
      <w:footerReference w:type="first" r:id="rId48"/>
      <w:pgSz w:w="11900" w:h="16840"/>
      <w:pgMar w:top="1134" w:right="1701" w:bottom="1134" w:left="1701" w:header="680" w:footer="680" w:gutter="0"/>
      <w:pgNumType w:start="1" w:chapStyle="1" w:chapSep="enDash"/>
      <w:cols w:space="720"/>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3909056" w14:textId="77777777" w:rsidR="00207D0E" w:rsidRDefault="00207D0E">
      <w:pPr>
        <w:spacing w:after="0" w:line="240" w:lineRule="auto"/>
      </w:pPr>
      <w:r>
        <w:separator/>
      </w:r>
    </w:p>
  </w:endnote>
  <w:endnote w:type="continuationSeparator" w:id="0">
    <w:p w14:paraId="0F95CA48" w14:textId="77777777" w:rsidR="00207D0E" w:rsidRDefault="00207D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Arial">
    <w:panose1 w:val="020B0604020202020204"/>
    <w:charset w:val="00"/>
    <w:family w:val="auto"/>
    <w:pitch w:val="variable"/>
    <w:sig w:usb0="E0002AFF" w:usb1="C0007843" w:usb2="00000009" w:usb3="00000000" w:csb0="000001FF" w:csb1="00000000"/>
  </w:font>
  <w:font w:name="Cambria Math">
    <w:panose1 w:val="02040503050406030204"/>
    <w:charset w:val="00"/>
    <w:family w:val="auto"/>
    <w:pitch w:val="variable"/>
    <w:sig w:usb0="E00002FF" w:usb1="42002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DD00E7" w14:textId="77777777" w:rsidR="00B04776" w:rsidRDefault="00B04776" w:rsidP="00021DEE">
    <w:pPr>
      <w:pStyle w:val="Footer"/>
      <w:rPr>
        <w:rStyle w:val="PageNumber"/>
      </w:rPr>
    </w:pPr>
    <w:r>
      <w:rPr>
        <w:rStyle w:val="PageNumber"/>
      </w:rPr>
      <w:fldChar w:fldCharType="begin"/>
    </w:r>
    <w:r>
      <w:rPr>
        <w:rStyle w:val="PageNumber"/>
      </w:rPr>
      <w:instrText xml:space="preserve">PAGE  </w:instrText>
    </w:r>
    <w:r>
      <w:rPr>
        <w:rStyle w:val="PageNumber"/>
      </w:rPr>
      <w:fldChar w:fldCharType="end"/>
    </w:r>
  </w:p>
  <w:p w14:paraId="348901A3" w14:textId="77777777" w:rsidR="00B04776" w:rsidRDefault="00B04776" w:rsidP="00021DEE">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308910" w14:textId="77777777" w:rsidR="00B04776" w:rsidRPr="004F51DD" w:rsidRDefault="00B04776" w:rsidP="00021DEE">
    <w:pPr>
      <w:pStyle w:val="Footer"/>
    </w:pPr>
    <w:r w:rsidRPr="004F51DD">
      <w:t>© Maths Inside 2016 except where otherwise indicated. This document may be used, reproduced, communicated and adapted free of charge for non-commercial educational purposes provided all acknowledgements associated with the material are retained. Maths Inside is a UTS project in collaboration with CSIRO and AAMT.</w:t>
    </w:r>
  </w:p>
  <w:p w14:paraId="1BED8EC0" w14:textId="37C6124A" w:rsidR="00B04776" w:rsidRPr="004F51DD" w:rsidRDefault="00B04776" w:rsidP="00021DEE">
    <w:pPr>
      <w:pStyle w:val="Footerpagenumber"/>
    </w:pPr>
    <w:r w:rsidRPr="004F51DD">
      <w:t xml:space="preserve">Page </w:t>
    </w:r>
    <w:r w:rsidRPr="004F51DD">
      <w:fldChar w:fldCharType="begin"/>
    </w:r>
    <w:r w:rsidRPr="004F51DD">
      <w:instrText xml:space="preserve"> PAGE </w:instrText>
    </w:r>
    <w:r w:rsidRPr="004F51DD">
      <w:fldChar w:fldCharType="separate"/>
    </w:r>
    <w:r w:rsidR="00AA36EF">
      <w:rPr>
        <w:noProof/>
      </w:rPr>
      <w:t>21</w:t>
    </w:r>
    <w:r w:rsidRPr="004F51DD">
      <w:fldChar w:fldCharType="end"/>
    </w:r>
    <w:r w:rsidRPr="004F51DD">
      <w:t xml:space="preserve"> of </w:t>
    </w:r>
    <w:r w:rsidRPr="004F51DD">
      <w:fldChar w:fldCharType="begin"/>
    </w:r>
    <w:r w:rsidRPr="004F51DD">
      <w:instrText xml:space="preserve"> NUMPAGES </w:instrText>
    </w:r>
    <w:r w:rsidRPr="004F51DD">
      <w:fldChar w:fldCharType="separate"/>
    </w:r>
    <w:r w:rsidR="00AA36EF">
      <w:rPr>
        <w:noProof/>
      </w:rPr>
      <w:t>22</w:t>
    </w:r>
    <w:r w:rsidRPr="004F51DD">
      <w:fldChar w:fldCharType="end"/>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D8D96E" w14:textId="38A53B3C" w:rsidR="00B04776" w:rsidRPr="00021DEE" w:rsidRDefault="00B04776" w:rsidP="00021DEE">
    <w:pPr>
      <w:pStyle w:val="Footer"/>
    </w:pPr>
    <w:r w:rsidRPr="00021DEE">
      <w:t>© Maths Inside 2016 except where otherwise indicated. This document may be used, reproduced, communicated and adapted free of charge for non-commercial educational purposes provided all acknowledgements associated with the material are retained. Maths Inside is a UTS project in collaboration with CSIRO and AAMT.</w:t>
    </w:r>
  </w:p>
  <w:p w14:paraId="5ABA5A6D" w14:textId="3A2BF43F" w:rsidR="00B04776" w:rsidRPr="004F51DD" w:rsidRDefault="00B04776" w:rsidP="00021DEE">
    <w:pPr>
      <w:pStyle w:val="Footerpagenumber"/>
    </w:pPr>
    <w:r w:rsidRPr="004F51DD">
      <w:t xml:space="preserve">Page </w:t>
    </w:r>
    <w:r w:rsidRPr="004F51DD">
      <w:fldChar w:fldCharType="begin"/>
    </w:r>
    <w:r w:rsidRPr="004F51DD">
      <w:instrText xml:space="preserve"> PAGE </w:instrText>
    </w:r>
    <w:r w:rsidRPr="004F51DD">
      <w:fldChar w:fldCharType="separate"/>
    </w:r>
    <w:r w:rsidR="00AA36EF">
      <w:rPr>
        <w:noProof/>
      </w:rPr>
      <w:t>1</w:t>
    </w:r>
    <w:r w:rsidRPr="004F51DD">
      <w:fldChar w:fldCharType="end"/>
    </w:r>
    <w:r w:rsidRPr="004F51DD">
      <w:t xml:space="preserve"> of </w:t>
    </w:r>
    <w:r>
      <w:fldChar w:fldCharType="begin"/>
    </w:r>
    <w:r>
      <w:instrText xml:space="preserve"> NUMPAGES </w:instrText>
    </w:r>
    <w:r>
      <w:fldChar w:fldCharType="separate"/>
    </w:r>
    <w:r w:rsidR="00AA36EF">
      <w:rPr>
        <w:noProof/>
      </w:rPr>
      <w:t>22</w:t>
    </w:r>
    <w:r>
      <w:rPr>
        <w:noProof/>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BA8BDA8" w14:textId="77777777" w:rsidR="00207D0E" w:rsidRDefault="00207D0E">
      <w:pPr>
        <w:spacing w:after="0" w:line="240" w:lineRule="auto"/>
      </w:pPr>
      <w:r>
        <w:separator/>
      </w:r>
    </w:p>
  </w:footnote>
  <w:footnote w:type="continuationSeparator" w:id="0">
    <w:p w14:paraId="1BA58727" w14:textId="77777777" w:rsidR="00207D0E" w:rsidRDefault="00207D0E">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099EA89" w14:textId="6854E5C7" w:rsidR="00B04776" w:rsidRPr="00021DEE" w:rsidRDefault="00B04776" w:rsidP="004C6EC0">
    <w:pPr>
      <w:pStyle w:val="Header"/>
    </w:pPr>
    <w:r w:rsidRPr="00021DEE">
      <w:t>Investigating the maths inside: Bees with backpacks</w:t>
    </w:r>
    <w:r>
      <w:tab/>
      <w:t>INFORMATION FOR TEACHERS</w: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6D139E" w14:textId="7BE9FCC3" w:rsidR="00B04776" w:rsidRDefault="00B04776" w:rsidP="004C6EC0">
    <w:pPr>
      <w:pStyle w:val="Header"/>
    </w:pPr>
    <w:r>
      <w:tab/>
      <w:t>FOR TEACHERS</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1A8CAC26"/>
    <w:lvl w:ilvl="0">
      <w:start w:val="1"/>
      <w:numFmt w:val="bullet"/>
      <w:pStyle w:val="NoteLevel1"/>
      <w:lvlText w:val=""/>
      <w:lvlJc w:val="left"/>
      <w:pPr>
        <w:tabs>
          <w:tab w:val="num" w:pos="0"/>
        </w:tabs>
        <w:ind w:left="0" w:firstLine="0"/>
      </w:pPr>
      <w:rPr>
        <w:rFonts w:ascii="Symbol" w:hAnsi="Symbol" w:hint="default"/>
      </w:rPr>
    </w:lvl>
    <w:lvl w:ilvl="1">
      <w:start w:val="1"/>
      <w:numFmt w:val="bullet"/>
      <w:pStyle w:val="NoteLevel2"/>
      <w:lvlText w:val=""/>
      <w:lvlJc w:val="left"/>
      <w:pPr>
        <w:tabs>
          <w:tab w:val="num" w:pos="720"/>
        </w:tabs>
        <w:ind w:left="1080" w:hanging="360"/>
      </w:pPr>
      <w:rPr>
        <w:rFonts w:ascii="Symbol" w:hAnsi="Symbol" w:hint="default"/>
      </w:rPr>
    </w:lvl>
    <w:lvl w:ilvl="2">
      <w:start w:val="1"/>
      <w:numFmt w:val="bullet"/>
      <w:pStyle w:val="NoteLevel3"/>
      <w:lvlText w:val="o"/>
      <w:lvlJc w:val="left"/>
      <w:pPr>
        <w:tabs>
          <w:tab w:val="num" w:pos="1440"/>
        </w:tabs>
        <w:ind w:left="1800" w:hanging="360"/>
      </w:pPr>
      <w:rPr>
        <w:rFonts w:ascii="Courier New" w:hAnsi="Courier New" w:cs="Courier New" w:hint="default"/>
      </w:rPr>
    </w:lvl>
    <w:lvl w:ilvl="3">
      <w:start w:val="1"/>
      <w:numFmt w:val="bullet"/>
      <w:pStyle w:val="NoteLevel4"/>
      <w:lvlText w:val=""/>
      <w:lvlJc w:val="left"/>
      <w:pPr>
        <w:tabs>
          <w:tab w:val="num" w:pos="2160"/>
        </w:tabs>
        <w:ind w:left="2520" w:hanging="360"/>
      </w:pPr>
      <w:rPr>
        <w:rFonts w:ascii="Wingdings" w:hAnsi="Wingdings" w:hint="default"/>
      </w:rPr>
    </w:lvl>
    <w:lvl w:ilvl="4">
      <w:start w:val="1"/>
      <w:numFmt w:val="bullet"/>
      <w:pStyle w:val="NoteLevel5"/>
      <w:lvlText w:val=""/>
      <w:lvlJc w:val="left"/>
      <w:pPr>
        <w:tabs>
          <w:tab w:val="num" w:pos="2880"/>
        </w:tabs>
        <w:ind w:left="3240" w:hanging="360"/>
      </w:pPr>
      <w:rPr>
        <w:rFonts w:ascii="Wingdings" w:hAnsi="Wingdings" w:hint="default"/>
      </w:rPr>
    </w:lvl>
    <w:lvl w:ilvl="5">
      <w:start w:val="1"/>
      <w:numFmt w:val="bullet"/>
      <w:pStyle w:val="NoteLevel6"/>
      <w:lvlText w:val=""/>
      <w:lvlJc w:val="left"/>
      <w:pPr>
        <w:tabs>
          <w:tab w:val="num" w:pos="3600"/>
        </w:tabs>
        <w:ind w:left="3960" w:hanging="360"/>
      </w:pPr>
      <w:rPr>
        <w:rFonts w:ascii="Symbol" w:hAnsi="Symbol" w:hint="default"/>
      </w:rPr>
    </w:lvl>
    <w:lvl w:ilvl="6">
      <w:start w:val="1"/>
      <w:numFmt w:val="bullet"/>
      <w:pStyle w:val="NoteLevel7"/>
      <w:lvlText w:val="o"/>
      <w:lvlJc w:val="left"/>
      <w:pPr>
        <w:tabs>
          <w:tab w:val="num" w:pos="4320"/>
        </w:tabs>
        <w:ind w:left="4680" w:hanging="360"/>
      </w:pPr>
      <w:rPr>
        <w:rFonts w:ascii="Courier New" w:hAnsi="Courier New" w:cs="Courier New" w:hint="default"/>
      </w:rPr>
    </w:lvl>
    <w:lvl w:ilvl="7">
      <w:start w:val="1"/>
      <w:numFmt w:val="bullet"/>
      <w:pStyle w:val="NoteLevel8"/>
      <w:lvlText w:val=""/>
      <w:lvlJc w:val="left"/>
      <w:pPr>
        <w:tabs>
          <w:tab w:val="num" w:pos="5040"/>
        </w:tabs>
        <w:ind w:left="5400" w:hanging="360"/>
      </w:pPr>
      <w:rPr>
        <w:rFonts w:ascii="Wingdings" w:hAnsi="Wingdings" w:hint="default"/>
      </w:rPr>
    </w:lvl>
    <w:lvl w:ilvl="8">
      <w:start w:val="1"/>
      <w:numFmt w:val="bullet"/>
      <w:pStyle w:val="NoteLevel9"/>
      <w:lvlText w:val=""/>
      <w:lvlJc w:val="left"/>
      <w:pPr>
        <w:tabs>
          <w:tab w:val="num" w:pos="5760"/>
        </w:tabs>
        <w:ind w:left="6120" w:hanging="360"/>
      </w:pPr>
      <w:rPr>
        <w:rFonts w:ascii="Wingdings" w:hAnsi="Wingdings" w:hint="default"/>
      </w:rPr>
    </w:lvl>
  </w:abstractNum>
  <w:abstractNum w:abstractNumId="1">
    <w:nsid w:val="FFFFFF7C"/>
    <w:multiLevelType w:val="singleLevel"/>
    <w:tmpl w:val="4516E392"/>
    <w:lvl w:ilvl="0">
      <w:start w:val="1"/>
      <w:numFmt w:val="decimal"/>
      <w:lvlText w:val="%1."/>
      <w:lvlJc w:val="left"/>
      <w:pPr>
        <w:tabs>
          <w:tab w:val="num" w:pos="1800"/>
        </w:tabs>
        <w:ind w:left="1800" w:hanging="360"/>
      </w:pPr>
    </w:lvl>
  </w:abstractNum>
  <w:abstractNum w:abstractNumId="2">
    <w:nsid w:val="FFFFFF7D"/>
    <w:multiLevelType w:val="singleLevel"/>
    <w:tmpl w:val="0C0472C8"/>
    <w:lvl w:ilvl="0">
      <w:start w:val="1"/>
      <w:numFmt w:val="decimal"/>
      <w:lvlText w:val="%1."/>
      <w:lvlJc w:val="left"/>
      <w:pPr>
        <w:tabs>
          <w:tab w:val="num" w:pos="1440"/>
        </w:tabs>
        <w:ind w:left="1440" w:hanging="360"/>
      </w:pPr>
    </w:lvl>
  </w:abstractNum>
  <w:abstractNum w:abstractNumId="3">
    <w:nsid w:val="FFFFFF7E"/>
    <w:multiLevelType w:val="singleLevel"/>
    <w:tmpl w:val="C0FABE24"/>
    <w:lvl w:ilvl="0">
      <w:start w:val="1"/>
      <w:numFmt w:val="decimal"/>
      <w:lvlText w:val="%1."/>
      <w:lvlJc w:val="left"/>
      <w:pPr>
        <w:tabs>
          <w:tab w:val="num" w:pos="1080"/>
        </w:tabs>
        <w:ind w:left="1080" w:hanging="360"/>
      </w:pPr>
    </w:lvl>
  </w:abstractNum>
  <w:abstractNum w:abstractNumId="4">
    <w:nsid w:val="FFFFFF7F"/>
    <w:multiLevelType w:val="singleLevel"/>
    <w:tmpl w:val="0012EB02"/>
    <w:lvl w:ilvl="0">
      <w:start w:val="1"/>
      <w:numFmt w:val="decimal"/>
      <w:lvlText w:val="%1."/>
      <w:lvlJc w:val="left"/>
      <w:pPr>
        <w:tabs>
          <w:tab w:val="num" w:pos="720"/>
        </w:tabs>
        <w:ind w:left="720" w:hanging="360"/>
      </w:pPr>
    </w:lvl>
  </w:abstractNum>
  <w:abstractNum w:abstractNumId="5">
    <w:nsid w:val="FFFFFF80"/>
    <w:multiLevelType w:val="singleLevel"/>
    <w:tmpl w:val="4662B176"/>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92E26BE8"/>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144C06FE"/>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A0C07850"/>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415E4826"/>
    <w:lvl w:ilvl="0">
      <w:start w:val="1"/>
      <w:numFmt w:val="decimal"/>
      <w:lvlText w:val="%1."/>
      <w:lvlJc w:val="left"/>
      <w:pPr>
        <w:tabs>
          <w:tab w:val="num" w:pos="360"/>
        </w:tabs>
        <w:ind w:left="360" w:hanging="360"/>
      </w:pPr>
    </w:lvl>
  </w:abstractNum>
  <w:abstractNum w:abstractNumId="10">
    <w:nsid w:val="FFFFFF89"/>
    <w:multiLevelType w:val="singleLevel"/>
    <w:tmpl w:val="2B665B06"/>
    <w:lvl w:ilvl="0">
      <w:start w:val="1"/>
      <w:numFmt w:val="bullet"/>
      <w:lvlText w:val=""/>
      <w:lvlJc w:val="left"/>
      <w:pPr>
        <w:tabs>
          <w:tab w:val="num" w:pos="360"/>
        </w:tabs>
        <w:ind w:left="360" w:hanging="360"/>
      </w:pPr>
      <w:rPr>
        <w:rFonts w:ascii="Symbol" w:hAnsi="Symbol" w:hint="default"/>
      </w:rPr>
    </w:lvl>
  </w:abstractNum>
  <w:abstractNum w:abstractNumId="11">
    <w:nsid w:val="065C1902"/>
    <w:multiLevelType w:val="multilevel"/>
    <w:tmpl w:val="0CD21C42"/>
    <w:lvl w:ilvl="0">
      <w:start w:val="1"/>
      <w:numFmt w:val="none"/>
      <w:lvlText w:val="1—4"/>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nsid w:val="08E270E4"/>
    <w:multiLevelType w:val="multilevel"/>
    <w:tmpl w:val="73DC4044"/>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3">
    <w:nsid w:val="1289355B"/>
    <w:multiLevelType w:val="multilevel"/>
    <w:tmpl w:val="0CD21C42"/>
    <w:lvl w:ilvl="0">
      <w:start w:val="1"/>
      <w:numFmt w:val="none"/>
      <w:lvlText w:val="1—4"/>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nsid w:val="289754D3"/>
    <w:multiLevelType w:val="hybridMultilevel"/>
    <w:tmpl w:val="CDF6EA0E"/>
    <w:lvl w:ilvl="0" w:tplc="04090001">
      <w:start w:val="1"/>
      <w:numFmt w:val="bullet"/>
      <w:lvlText w:val=""/>
      <w:lvlJc w:val="left"/>
      <w:pPr>
        <w:ind w:left="1996" w:hanging="360"/>
      </w:pPr>
      <w:rPr>
        <w:rFonts w:ascii="Symbol" w:hAnsi="Symbol" w:hint="default"/>
      </w:rPr>
    </w:lvl>
    <w:lvl w:ilvl="1" w:tplc="04090003" w:tentative="1">
      <w:start w:val="1"/>
      <w:numFmt w:val="bullet"/>
      <w:lvlText w:val="o"/>
      <w:lvlJc w:val="left"/>
      <w:pPr>
        <w:ind w:left="2716" w:hanging="360"/>
      </w:pPr>
      <w:rPr>
        <w:rFonts w:ascii="Courier New" w:hAnsi="Courier New" w:cs="Courier New" w:hint="default"/>
      </w:rPr>
    </w:lvl>
    <w:lvl w:ilvl="2" w:tplc="04090005" w:tentative="1">
      <w:start w:val="1"/>
      <w:numFmt w:val="bullet"/>
      <w:lvlText w:val=""/>
      <w:lvlJc w:val="left"/>
      <w:pPr>
        <w:ind w:left="3436" w:hanging="360"/>
      </w:pPr>
      <w:rPr>
        <w:rFonts w:ascii="Wingdings" w:hAnsi="Wingdings" w:hint="default"/>
      </w:rPr>
    </w:lvl>
    <w:lvl w:ilvl="3" w:tplc="04090001" w:tentative="1">
      <w:start w:val="1"/>
      <w:numFmt w:val="bullet"/>
      <w:lvlText w:val=""/>
      <w:lvlJc w:val="left"/>
      <w:pPr>
        <w:ind w:left="4156" w:hanging="360"/>
      </w:pPr>
      <w:rPr>
        <w:rFonts w:ascii="Symbol" w:hAnsi="Symbol" w:hint="default"/>
      </w:rPr>
    </w:lvl>
    <w:lvl w:ilvl="4" w:tplc="04090003" w:tentative="1">
      <w:start w:val="1"/>
      <w:numFmt w:val="bullet"/>
      <w:lvlText w:val="o"/>
      <w:lvlJc w:val="left"/>
      <w:pPr>
        <w:ind w:left="4876" w:hanging="360"/>
      </w:pPr>
      <w:rPr>
        <w:rFonts w:ascii="Courier New" w:hAnsi="Courier New" w:cs="Courier New" w:hint="default"/>
      </w:rPr>
    </w:lvl>
    <w:lvl w:ilvl="5" w:tplc="04090005" w:tentative="1">
      <w:start w:val="1"/>
      <w:numFmt w:val="bullet"/>
      <w:lvlText w:val=""/>
      <w:lvlJc w:val="left"/>
      <w:pPr>
        <w:ind w:left="5596" w:hanging="360"/>
      </w:pPr>
      <w:rPr>
        <w:rFonts w:ascii="Wingdings" w:hAnsi="Wingdings" w:hint="default"/>
      </w:rPr>
    </w:lvl>
    <w:lvl w:ilvl="6" w:tplc="04090001" w:tentative="1">
      <w:start w:val="1"/>
      <w:numFmt w:val="bullet"/>
      <w:lvlText w:val=""/>
      <w:lvlJc w:val="left"/>
      <w:pPr>
        <w:ind w:left="6316" w:hanging="360"/>
      </w:pPr>
      <w:rPr>
        <w:rFonts w:ascii="Symbol" w:hAnsi="Symbol" w:hint="default"/>
      </w:rPr>
    </w:lvl>
    <w:lvl w:ilvl="7" w:tplc="04090003" w:tentative="1">
      <w:start w:val="1"/>
      <w:numFmt w:val="bullet"/>
      <w:lvlText w:val="o"/>
      <w:lvlJc w:val="left"/>
      <w:pPr>
        <w:ind w:left="7036" w:hanging="360"/>
      </w:pPr>
      <w:rPr>
        <w:rFonts w:ascii="Courier New" w:hAnsi="Courier New" w:cs="Courier New" w:hint="default"/>
      </w:rPr>
    </w:lvl>
    <w:lvl w:ilvl="8" w:tplc="04090005" w:tentative="1">
      <w:start w:val="1"/>
      <w:numFmt w:val="bullet"/>
      <w:lvlText w:val=""/>
      <w:lvlJc w:val="left"/>
      <w:pPr>
        <w:ind w:left="7756" w:hanging="360"/>
      </w:pPr>
      <w:rPr>
        <w:rFonts w:ascii="Wingdings" w:hAnsi="Wingdings" w:hint="default"/>
      </w:rPr>
    </w:lvl>
  </w:abstractNum>
  <w:abstractNum w:abstractNumId="15">
    <w:nsid w:val="4CC261DD"/>
    <w:multiLevelType w:val="multilevel"/>
    <w:tmpl w:val="0CD21C42"/>
    <w:lvl w:ilvl="0">
      <w:start w:val="1"/>
      <w:numFmt w:val="none"/>
      <w:lvlText w:val="1—4"/>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nsid w:val="6B1307C1"/>
    <w:multiLevelType w:val="hybridMultilevel"/>
    <w:tmpl w:val="151298D4"/>
    <w:lvl w:ilvl="0" w:tplc="04090001">
      <w:start w:val="1"/>
      <w:numFmt w:val="bullet"/>
      <w:lvlText w:val=""/>
      <w:lvlJc w:val="left"/>
      <w:pPr>
        <w:ind w:left="862" w:hanging="360"/>
      </w:pPr>
      <w:rPr>
        <w:rFonts w:ascii="Symbol" w:hAnsi="Symbol" w:hint="default"/>
      </w:rPr>
    </w:lvl>
    <w:lvl w:ilvl="1" w:tplc="04090003" w:tentative="1">
      <w:start w:val="1"/>
      <w:numFmt w:val="bullet"/>
      <w:lvlText w:val="o"/>
      <w:lvlJc w:val="left"/>
      <w:pPr>
        <w:ind w:left="1582" w:hanging="360"/>
      </w:pPr>
      <w:rPr>
        <w:rFonts w:ascii="Courier New" w:hAnsi="Courier New" w:cs="Courier New" w:hint="default"/>
      </w:rPr>
    </w:lvl>
    <w:lvl w:ilvl="2" w:tplc="04090005" w:tentative="1">
      <w:start w:val="1"/>
      <w:numFmt w:val="bullet"/>
      <w:lvlText w:val=""/>
      <w:lvlJc w:val="left"/>
      <w:pPr>
        <w:ind w:left="2302" w:hanging="360"/>
      </w:pPr>
      <w:rPr>
        <w:rFonts w:ascii="Wingdings" w:hAnsi="Wingdings" w:hint="default"/>
      </w:rPr>
    </w:lvl>
    <w:lvl w:ilvl="3" w:tplc="04090001" w:tentative="1">
      <w:start w:val="1"/>
      <w:numFmt w:val="bullet"/>
      <w:lvlText w:val=""/>
      <w:lvlJc w:val="left"/>
      <w:pPr>
        <w:ind w:left="3022" w:hanging="360"/>
      </w:pPr>
      <w:rPr>
        <w:rFonts w:ascii="Symbol" w:hAnsi="Symbol" w:hint="default"/>
      </w:rPr>
    </w:lvl>
    <w:lvl w:ilvl="4" w:tplc="04090003" w:tentative="1">
      <w:start w:val="1"/>
      <w:numFmt w:val="bullet"/>
      <w:lvlText w:val="o"/>
      <w:lvlJc w:val="left"/>
      <w:pPr>
        <w:ind w:left="3742" w:hanging="360"/>
      </w:pPr>
      <w:rPr>
        <w:rFonts w:ascii="Courier New" w:hAnsi="Courier New" w:cs="Courier New" w:hint="default"/>
      </w:rPr>
    </w:lvl>
    <w:lvl w:ilvl="5" w:tplc="04090005" w:tentative="1">
      <w:start w:val="1"/>
      <w:numFmt w:val="bullet"/>
      <w:lvlText w:val=""/>
      <w:lvlJc w:val="left"/>
      <w:pPr>
        <w:ind w:left="4462" w:hanging="360"/>
      </w:pPr>
      <w:rPr>
        <w:rFonts w:ascii="Wingdings" w:hAnsi="Wingdings" w:hint="default"/>
      </w:rPr>
    </w:lvl>
    <w:lvl w:ilvl="6" w:tplc="04090001" w:tentative="1">
      <w:start w:val="1"/>
      <w:numFmt w:val="bullet"/>
      <w:lvlText w:val=""/>
      <w:lvlJc w:val="left"/>
      <w:pPr>
        <w:ind w:left="5182" w:hanging="360"/>
      </w:pPr>
      <w:rPr>
        <w:rFonts w:ascii="Symbol" w:hAnsi="Symbol" w:hint="default"/>
      </w:rPr>
    </w:lvl>
    <w:lvl w:ilvl="7" w:tplc="04090003" w:tentative="1">
      <w:start w:val="1"/>
      <w:numFmt w:val="bullet"/>
      <w:lvlText w:val="o"/>
      <w:lvlJc w:val="left"/>
      <w:pPr>
        <w:ind w:left="5902" w:hanging="360"/>
      </w:pPr>
      <w:rPr>
        <w:rFonts w:ascii="Courier New" w:hAnsi="Courier New" w:cs="Courier New" w:hint="default"/>
      </w:rPr>
    </w:lvl>
    <w:lvl w:ilvl="8" w:tplc="04090005" w:tentative="1">
      <w:start w:val="1"/>
      <w:numFmt w:val="bullet"/>
      <w:lvlText w:val=""/>
      <w:lvlJc w:val="left"/>
      <w:pPr>
        <w:ind w:left="6622" w:hanging="360"/>
      </w:pPr>
      <w:rPr>
        <w:rFonts w:ascii="Wingdings" w:hAnsi="Wingdings" w:hint="default"/>
      </w:rPr>
    </w:lvl>
  </w:abstractNum>
  <w:abstractNum w:abstractNumId="17">
    <w:nsid w:val="6FF25916"/>
    <w:multiLevelType w:val="multilevel"/>
    <w:tmpl w:val="F8AA57E6"/>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8">
    <w:nsid w:val="762B1657"/>
    <w:multiLevelType w:val="hybridMultilevel"/>
    <w:tmpl w:val="CF0690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4"/>
  </w:num>
  <w:num w:numId="13">
    <w:abstractNumId w:val="16"/>
  </w:num>
  <w:num w:numId="14">
    <w:abstractNumId w:val="15"/>
  </w:num>
  <w:num w:numId="15">
    <w:abstractNumId w:val="13"/>
  </w:num>
  <w:num w:numId="16">
    <w:abstractNumId w:val="11"/>
  </w:num>
  <w:num w:numId="17">
    <w:abstractNumId w:val="17"/>
  </w:num>
  <w:num w:numId="18">
    <w:abstractNumId w:val="18"/>
  </w:num>
  <w:num w:numId="1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567"/>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57C3"/>
    <w:rsid w:val="00011732"/>
    <w:rsid w:val="00015917"/>
    <w:rsid w:val="00021DEE"/>
    <w:rsid w:val="00035CC2"/>
    <w:rsid w:val="00056B23"/>
    <w:rsid w:val="00067BDF"/>
    <w:rsid w:val="0007218A"/>
    <w:rsid w:val="0009013E"/>
    <w:rsid w:val="00097EBB"/>
    <w:rsid w:val="000A5D28"/>
    <w:rsid w:val="000D4F30"/>
    <w:rsid w:val="000F59C4"/>
    <w:rsid w:val="00101073"/>
    <w:rsid w:val="001017BD"/>
    <w:rsid w:val="00114BDF"/>
    <w:rsid w:val="00120FDE"/>
    <w:rsid w:val="00125579"/>
    <w:rsid w:val="00152BBB"/>
    <w:rsid w:val="00163DA1"/>
    <w:rsid w:val="0016718A"/>
    <w:rsid w:val="0017334D"/>
    <w:rsid w:val="00173819"/>
    <w:rsid w:val="0018297F"/>
    <w:rsid w:val="00195B85"/>
    <w:rsid w:val="001B0D68"/>
    <w:rsid w:val="001E0530"/>
    <w:rsid w:val="001E3E4E"/>
    <w:rsid w:val="001F0B4D"/>
    <w:rsid w:val="00203444"/>
    <w:rsid w:val="00207D0E"/>
    <w:rsid w:val="00210278"/>
    <w:rsid w:val="002332B7"/>
    <w:rsid w:val="002476D7"/>
    <w:rsid w:val="00252BB3"/>
    <w:rsid w:val="00253E60"/>
    <w:rsid w:val="0026060B"/>
    <w:rsid w:val="00282325"/>
    <w:rsid w:val="002A2A21"/>
    <w:rsid w:val="002A4599"/>
    <w:rsid w:val="002B05A4"/>
    <w:rsid w:val="002D5FB9"/>
    <w:rsid w:val="002E409E"/>
    <w:rsid w:val="002E6786"/>
    <w:rsid w:val="00363902"/>
    <w:rsid w:val="00376024"/>
    <w:rsid w:val="00391306"/>
    <w:rsid w:val="00393DF2"/>
    <w:rsid w:val="0039533C"/>
    <w:rsid w:val="003A143A"/>
    <w:rsid w:val="003A1D3C"/>
    <w:rsid w:val="003C336C"/>
    <w:rsid w:val="003D2A6D"/>
    <w:rsid w:val="003D6687"/>
    <w:rsid w:val="003F3A0A"/>
    <w:rsid w:val="00401533"/>
    <w:rsid w:val="00425E4C"/>
    <w:rsid w:val="00437C95"/>
    <w:rsid w:val="00444B45"/>
    <w:rsid w:val="00447CDB"/>
    <w:rsid w:val="004522AB"/>
    <w:rsid w:val="0046035C"/>
    <w:rsid w:val="004621B4"/>
    <w:rsid w:val="00472543"/>
    <w:rsid w:val="00490E0E"/>
    <w:rsid w:val="004A1629"/>
    <w:rsid w:val="004C2E09"/>
    <w:rsid w:val="004C6EC0"/>
    <w:rsid w:val="004D0F03"/>
    <w:rsid w:val="004D50A3"/>
    <w:rsid w:val="004E45C1"/>
    <w:rsid w:val="004F51DD"/>
    <w:rsid w:val="004F7EDD"/>
    <w:rsid w:val="0053618B"/>
    <w:rsid w:val="0058655F"/>
    <w:rsid w:val="00590212"/>
    <w:rsid w:val="005B4DFB"/>
    <w:rsid w:val="005F5760"/>
    <w:rsid w:val="006032AC"/>
    <w:rsid w:val="006165D0"/>
    <w:rsid w:val="006326F9"/>
    <w:rsid w:val="00661E07"/>
    <w:rsid w:val="00670796"/>
    <w:rsid w:val="00673FF3"/>
    <w:rsid w:val="00681D94"/>
    <w:rsid w:val="006828DF"/>
    <w:rsid w:val="0069533D"/>
    <w:rsid w:val="006972CF"/>
    <w:rsid w:val="006E2520"/>
    <w:rsid w:val="006F378B"/>
    <w:rsid w:val="00706077"/>
    <w:rsid w:val="00725B80"/>
    <w:rsid w:val="007411E3"/>
    <w:rsid w:val="0074248F"/>
    <w:rsid w:val="00774199"/>
    <w:rsid w:val="007B7BB9"/>
    <w:rsid w:val="007C752D"/>
    <w:rsid w:val="007D1ACB"/>
    <w:rsid w:val="00804AB3"/>
    <w:rsid w:val="00822492"/>
    <w:rsid w:val="00831F29"/>
    <w:rsid w:val="00832F52"/>
    <w:rsid w:val="00836AC0"/>
    <w:rsid w:val="00840A50"/>
    <w:rsid w:val="008413FB"/>
    <w:rsid w:val="00860B05"/>
    <w:rsid w:val="008613CD"/>
    <w:rsid w:val="0086787C"/>
    <w:rsid w:val="008774CA"/>
    <w:rsid w:val="00896FD2"/>
    <w:rsid w:val="008C2B56"/>
    <w:rsid w:val="008E6788"/>
    <w:rsid w:val="008F0451"/>
    <w:rsid w:val="008F07A2"/>
    <w:rsid w:val="008F2101"/>
    <w:rsid w:val="0090681A"/>
    <w:rsid w:val="00911C68"/>
    <w:rsid w:val="009218EF"/>
    <w:rsid w:val="0094190B"/>
    <w:rsid w:val="00946957"/>
    <w:rsid w:val="00947DF4"/>
    <w:rsid w:val="00953955"/>
    <w:rsid w:val="00962115"/>
    <w:rsid w:val="0097748B"/>
    <w:rsid w:val="00990682"/>
    <w:rsid w:val="009D2AEA"/>
    <w:rsid w:val="00A173FC"/>
    <w:rsid w:val="00A21659"/>
    <w:rsid w:val="00A4147F"/>
    <w:rsid w:val="00A602DF"/>
    <w:rsid w:val="00A70F88"/>
    <w:rsid w:val="00A84FE9"/>
    <w:rsid w:val="00AA36EF"/>
    <w:rsid w:val="00AA596F"/>
    <w:rsid w:val="00AD028F"/>
    <w:rsid w:val="00AE57C3"/>
    <w:rsid w:val="00AF391C"/>
    <w:rsid w:val="00B04776"/>
    <w:rsid w:val="00B218D4"/>
    <w:rsid w:val="00B23FA4"/>
    <w:rsid w:val="00B30980"/>
    <w:rsid w:val="00B51484"/>
    <w:rsid w:val="00B76782"/>
    <w:rsid w:val="00B81DBF"/>
    <w:rsid w:val="00BB10AD"/>
    <w:rsid w:val="00BE3C69"/>
    <w:rsid w:val="00BF6428"/>
    <w:rsid w:val="00C2333A"/>
    <w:rsid w:val="00C23819"/>
    <w:rsid w:val="00C43458"/>
    <w:rsid w:val="00C47D63"/>
    <w:rsid w:val="00C63AA5"/>
    <w:rsid w:val="00C708FC"/>
    <w:rsid w:val="00C76585"/>
    <w:rsid w:val="00C80EC3"/>
    <w:rsid w:val="00CA68CB"/>
    <w:rsid w:val="00CD4119"/>
    <w:rsid w:val="00CE1155"/>
    <w:rsid w:val="00D17ECC"/>
    <w:rsid w:val="00D712C7"/>
    <w:rsid w:val="00D90B27"/>
    <w:rsid w:val="00DA41DD"/>
    <w:rsid w:val="00DA5F12"/>
    <w:rsid w:val="00DB15DF"/>
    <w:rsid w:val="00DB27F5"/>
    <w:rsid w:val="00DD4F9C"/>
    <w:rsid w:val="00DF1AF9"/>
    <w:rsid w:val="00E0307B"/>
    <w:rsid w:val="00E03797"/>
    <w:rsid w:val="00E112D3"/>
    <w:rsid w:val="00E17415"/>
    <w:rsid w:val="00E179AE"/>
    <w:rsid w:val="00E17F73"/>
    <w:rsid w:val="00E442E0"/>
    <w:rsid w:val="00EB1CD4"/>
    <w:rsid w:val="00EF1F2A"/>
    <w:rsid w:val="00F43136"/>
    <w:rsid w:val="00F827D5"/>
    <w:rsid w:val="00FD627B"/>
    <w:rsid w:val="00FD75B7"/>
    <w:rsid w:val="00FE5704"/>
    <w:rsid w:val="00FF190D"/>
  </w:rsids>
  <m:mathPr>
    <m:mathFont m:val="Cambria Math"/>
    <m:brkBin m:val="before"/>
    <m:brkBinSub m:val="--"/>
    <m:smallFrac m:val="0"/>
    <m:dispDef/>
    <m:lMargin m:val="0"/>
    <m:rMargin m:val="0"/>
    <m:defJc m:val="centerGroup"/>
    <m:wrapIndent m:val="1440"/>
    <m:intLim m:val="subSup"/>
    <m:naryLim m:val="undOvr"/>
  </m:mathPr>
  <w:themeFontLang w:val="en-US" w:eastAsia="x-none" w:bidi="x-non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91E92DB"/>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color w:val="3A3A3A" w:themeColor="text2"/>
        <w:sz w:val="26"/>
        <w:szCs w:val="26"/>
        <w:lang w:val="en-US" w:eastAsia="ja-JP" w:bidi="ar-SA"/>
      </w:rPr>
    </w:rPrDefault>
    <w:pPrDefault>
      <w:pPr>
        <w:spacing w:after="160" w:line="312" w:lineRule="auto"/>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2" w:qFormat="1"/>
    <w:lsdException w:name="Salutation" w:semiHidden="1" w:unhideWhenUsed="1"/>
    <w:lsdException w:name="Date" w:semiHidden="1" w:uiPriority="3"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aliases w:val="Normal Body text"/>
    <w:qFormat/>
    <w:rsid w:val="00021DEE"/>
    <w:pPr>
      <w:spacing w:after="120"/>
    </w:pPr>
    <w:rPr>
      <w:color w:val="000000" w:themeColor="text1"/>
      <w:sz w:val="22"/>
    </w:rPr>
  </w:style>
  <w:style w:type="paragraph" w:styleId="Heading1">
    <w:name w:val="heading 1"/>
    <w:basedOn w:val="Normal"/>
    <w:next w:val="Normal"/>
    <w:link w:val="Heading1Char"/>
    <w:uiPriority w:val="9"/>
    <w:qFormat/>
    <w:rsid w:val="006326F9"/>
    <w:pPr>
      <w:keepNext/>
      <w:spacing w:before="480" w:after="240" w:line="240" w:lineRule="auto"/>
      <w:outlineLvl w:val="0"/>
    </w:pPr>
    <w:rPr>
      <w:rFonts w:asciiTheme="majorHAnsi" w:eastAsiaTheme="majorEastAsia" w:hAnsiTheme="majorHAnsi" w:cstheme="majorBidi"/>
      <w:b/>
      <w:color w:val="354F5F"/>
      <w:sz w:val="36"/>
      <w:szCs w:val="32"/>
    </w:rPr>
  </w:style>
  <w:style w:type="paragraph" w:styleId="Heading2">
    <w:name w:val="heading 2"/>
    <w:basedOn w:val="Normal"/>
    <w:next w:val="Normal"/>
    <w:link w:val="Heading2Char"/>
    <w:uiPriority w:val="9"/>
    <w:unhideWhenUsed/>
    <w:qFormat/>
    <w:rsid w:val="006326F9"/>
    <w:pPr>
      <w:keepNext/>
      <w:adjustRightInd w:val="0"/>
      <w:spacing w:before="120" w:line="240" w:lineRule="auto"/>
      <w:outlineLvl w:val="1"/>
    </w:pPr>
    <w:rPr>
      <w:rFonts w:asciiTheme="majorHAnsi" w:eastAsiaTheme="majorEastAsia" w:hAnsiTheme="majorHAnsi" w:cstheme="majorBidi"/>
      <w:b/>
      <w:i/>
      <w:color w:val="354F5F"/>
      <w:sz w:val="32"/>
    </w:rPr>
  </w:style>
  <w:style w:type="paragraph" w:styleId="Heading3">
    <w:name w:val="heading 3"/>
    <w:basedOn w:val="Normal"/>
    <w:next w:val="Normal"/>
    <w:link w:val="Heading3Char"/>
    <w:uiPriority w:val="9"/>
    <w:unhideWhenUsed/>
    <w:qFormat/>
    <w:rsid w:val="00C76585"/>
    <w:pPr>
      <w:keepNext/>
      <w:keepLines/>
      <w:adjustRightInd w:val="0"/>
      <w:spacing w:before="120"/>
      <w:outlineLvl w:val="2"/>
    </w:pPr>
    <w:rPr>
      <w:rFonts w:asciiTheme="majorHAnsi" w:eastAsiaTheme="majorEastAsia" w:hAnsiTheme="majorHAnsi" w:cstheme="majorBidi"/>
      <w:b/>
      <w:sz w:val="28"/>
      <w:szCs w:val="24"/>
    </w:rPr>
  </w:style>
  <w:style w:type="paragraph" w:styleId="Heading4">
    <w:name w:val="heading 4"/>
    <w:basedOn w:val="Normal"/>
    <w:next w:val="Normal"/>
    <w:link w:val="Heading4Char"/>
    <w:uiPriority w:val="9"/>
    <w:unhideWhenUsed/>
    <w:qFormat/>
    <w:rsid w:val="00C76585"/>
    <w:pPr>
      <w:keepNext/>
      <w:keepLines/>
      <w:adjustRightInd w:val="0"/>
      <w:spacing w:before="120"/>
      <w:outlineLvl w:val="3"/>
    </w:pPr>
    <w:rPr>
      <w:rFonts w:asciiTheme="majorHAnsi" w:eastAsiaTheme="majorEastAsia" w:hAnsiTheme="majorHAnsi" w:cstheme="majorBidi"/>
      <w:b/>
      <w:i/>
      <w:iCs/>
      <w:sz w:val="26"/>
    </w:rPr>
  </w:style>
  <w:style w:type="paragraph" w:styleId="Heading5">
    <w:name w:val="heading 5"/>
    <w:basedOn w:val="Normal"/>
    <w:next w:val="Normal"/>
    <w:link w:val="Heading5Char"/>
    <w:uiPriority w:val="9"/>
    <w:unhideWhenUsed/>
    <w:qFormat/>
    <w:rsid w:val="00C2333A"/>
    <w:pPr>
      <w:keepNext/>
      <w:keepLines/>
      <w:outlineLvl w:val="4"/>
    </w:pPr>
    <w:rPr>
      <w:rFonts w:asciiTheme="majorHAnsi" w:eastAsiaTheme="majorEastAsia" w:hAnsiTheme="majorHAnsi" w:cstheme="majorBidi"/>
      <w:sz w:val="24"/>
    </w:rPr>
  </w:style>
  <w:style w:type="paragraph" w:styleId="Heading6">
    <w:name w:val="heading 6"/>
    <w:basedOn w:val="Normal"/>
    <w:next w:val="Normal"/>
    <w:link w:val="Heading6Char"/>
    <w:uiPriority w:val="9"/>
    <w:unhideWhenUsed/>
    <w:qFormat/>
    <w:rsid w:val="00A21659"/>
    <w:pPr>
      <w:keepNext/>
      <w:keepLines/>
      <w:outlineLvl w:val="5"/>
    </w:pPr>
    <w:rPr>
      <w:rFonts w:asciiTheme="majorHAnsi" w:eastAsiaTheme="majorEastAsia" w:hAnsiTheme="majorHAnsi" w:cstheme="majorBidi"/>
      <w:b/>
      <w:i/>
    </w:rPr>
  </w:style>
  <w:style w:type="paragraph" w:styleId="Heading7">
    <w:name w:val="heading 7"/>
    <w:basedOn w:val="Normal"/>
    <w:next w:val="Normal"/>
    <w:link w:val="Heading7Char"/>
    <w:uiPriority w:val="9"/>
    <w:unhideWhenUsed/>
    <w:qFormat/>
    <w:rsid w:val="00101073"/>
    <w:pPr>
      <w:keepNext/>
      <w:keepLines/>
      <w:outlineLvl w:val="6"/>
    </w:pPr>
    <w:rPr>
      <w:rFonts w:asciiTheme="majorHAnsi" w:eastAsiaTheme="majorEastAsia" w:hAnsiTheme="majorHAnsi" w:cstheme="majorBidi"/>
      <w:b/>
      <w:i/>
      <w:iCs/>
      <w:color w:val="0D0D0D" w:themeColor="text1" w:themeTint="F2"/>
      <w:u w:val="single"/>
    </w:rPr>
  </w:style>
  <w:style w:type="paragraph" w:styleId="Heading8">
    <w:name w:val="heading 8"/>
    <w:basedOn w:val="Normal"/>
    <w:next w:val="Normal"/>
    <w:link w:val="Heading8Char"/>
    <w:uiPriority w:val="9"/>
    <w:unhideWhenUsed/>
    <w:qFormat/>
    <w:rsid w:val="00A21659"/>
    <w:pPr>
      <w:keepNext/>
      <w:keepLines/>
      <w:outlineLvl w:val="7"/>
    </w:pPr>
    <w:rPr>
      <w:rFonts w:asciiTheme="majorHAnsi" w:eastAsiaTheme="majorEastAsia" w:hAnsiTheme="majorHAnsi" w:cstheme="majorBidi"/>
      <w:i/>
      <w:szCs w:val="21"/>
      <w:u w:val="single"/>
    </w:rPr>
  </w:style>
  <w:style w:type="paragraph" w:styleId="Heading9">
    <w:name w:val="heading 9"/>
    <w:basedOn w:val="Normal"/>
    <w:next w:val="Normal"/>
    <w:link w:val="Heading9Char"/>
    <w:uiPriority w:val="9"/>
    <w:unhideWhenUsed/>
    <w:qFormat/>
    <w:rsid w:val="00A21659"/>
    <w:pPr>
      <w:keepNext/>
      <w:keepLines/>
      <w:outlineLvl w:val="8"/>
    </w:pPr>
    <w:rPr>
      <w:rFonts w:asciiTheme="majorHAnsi" w:eastAsiaTheme="majorEastAsia" w:hAnsiTheme="majorHAnsi" w:cstheme="majorBidi"/>
      <w:i/>
      <w:iCs/>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BookTitle">
    <w:name w:val="Book Title"/>
    <w:basedOn w:val="DefaultParagraphFont"/>
    <w:uiPriority w:val="33"/>
    <w:semiHidden/>
    <w:unhideWhenUsed/>
    <w:qFormat/>
    <w:rPr>
      <w:b w:val="0"/>
      <w:bCs/>
      <w:i w:val="0"/>
      <w:iCs/>
      <w:color w:val="3A3A3A" w:themeColor="text2"/>
      <w:spacing w:val="5"/>
      <w:u w:val="single"/>
    </w:rPr>
  </w:style>
  <w:style w:type="character" w:styleId="IntenseReference">
    <w:name w:val="Intense Reference"/>
    <w:basedOn w:val="DefaultParagraphFont"/>
    <w:uiPriority w:val="32"/>
    <w:semiHidden/>
    <w:unhideWhenUsed/>
    <w:qFormat/>
    <w:rPr>
      <w:b/>
      <w:bCs/>
      <w:i/>
      <w:caps/>
      <w:smallCaps w:val="0"/>
      <w:color w:val="3A3A3A" w:themeColor="text2"/>
      <w:spacing w:val="5"/>
    </w:rPr>
  </w:style>
  <w:style w:type="character" w:customStyle="1" w:styleId="Heading1Char">
    <w:name w:val="Heading 1 Char"/>
    <w:basedOn w:val="DefaultParagraphFont"/>
    <w:link w:val="Heading1"/>
    <w:uiPriority w:val="9"/>
    <w:rsid w:val="006326F9"/>
    <w:rPr>
      <w:rFonts w:asciiTheme="majorHAnsi" w:eastAsiaTheme="majorEastAsia" w:hAnsiTheme="majorHAnsi" w:cstheme="majorBidi"/>
      <w:b/>
      <w:color w:val="354F5F"/>
      <w:sz w:val="36"/>
      <w:szCs w:val="32"/>
    </w:rPr>
  </w:style>
  <w:style w:type="character" w:customStyle="1" w:styleId="Heading2Char">
    <w:name w:val="Heading 2 Char"/>
    <w:basedOn w:val="DefaultParagraphFont"/>
    <w:link w:val="Heading2"/>
    <w:uiPriority w:val="9"/>
    <w:rsid w:val="006326F9"/>
    <w:rPr>
      <w:rFonts w:asciiTheme="majorHAnsi" w:eastAsiaTheme="majorEastAsia" w:hAnsiTheme="majorHAnsi" w:cstheme="majorBidi"/>
      <w:b/>
      <w:i/>
      <w:color w:val="354F5F"/>
      <w:sz w:val="32"/>
    </w:rPr>
  </w:style>
  <w:style w:type="paragraph" w:styleId="Title">
    <w:name w:val="Title"/>
    <w:aliases w:val="Section Title"/>
    <w:link w:val="TitleChar"/>
    <w:uiPriority w:val="1"/>
    <w:qFormat/>
    <w:rsid w:val="004F51DD"/>
    <w:pPr>
      <w:spacing w:after="240" w:line="240" w:lineRule="auto"/>
      <w:contextualSpacing/>
    </w:pPr>
    <w:rPr>
      <w:rFonts w:asciiTheme="majorHAnsi" w:eastAsiaTheme="majorEastAsia" w:hAnsiTheme="majorHAnsi" w:cstheme="majorBidi"/>
      <w:b/>
      <w:color w:val="354F5F"/>
      <w:kern w:val="28"/>
      <w:sz w:val="56"/>
      <w:szCs w:val="56"/>
    </w:rPr>
  </w:style>
  <w:style w:type="character" w:customStyle="1" w:styleId="TitleChar">
    <w:name w:val="Title Char"/>
    <w:aliases w:val="Section Title Char"/>
    <w:basedOn w:val="DefaultParagraphFont"/>
    <w:link w:val="Title"/>
    <w:uiPriority w:val="1"/>
    <w:rsid w:val="004F51DD"/>
    <w:rPr>
      <w:rFonts w:asciiTheme="majorHAnsi" w:eastAsiaTheme="majorEastAsia" w:hAnsiTheme="majorHAnsi" w:cstheme="majorBidi"/>
      <w:b/>
      <w:color w:val="354F5F"/>
      <w:kern w:val="28"/>
      <w:sz w:val="56"/>
      <w:szCs w:val="56"/>
    </w:rPr>
  </w:style>
  <w:style w:type="paragraph" w:styleId="Subtitle">
    <w:name w:val="Subtitle"/>
    <w:basedOn w:val="Normal"/>
    <w:link w:val="SubtitleChar"/>
    <w:uiPriority w:val="2"/>
    <w:qFormat/>
    <w:rsid w:val="006326F9"/>
    <w:pPr>
      <w:numPr>
        <w:ilvl w:val="1"/>
      </w:numPr>
      <w:spacing w:after="240" w:line="240" w:lineRule="auto"/>
      <w:contextualSpacing/>
    </w:pPr>
    <w:rPr>
      <w:rFonts w:eastAsiaTheme="minorEastAsia"/>
      <w:i/>
      <w:color w:val="354F5F"/>
      <w:sz w:val="48"/>
    </w:rPr>
  </w:style>
  <w:style w:type="character" w:customStyle="1" w:styleId="SubtitleChar">
    <w:name w:val="Subtitle Char"/>
    <w:basedOn w:val="DefaultParagraphFont"/>
    <w:link w:val="Subtitle"/>
    <w:uiPriority w:val="2"/>
    <w:rsid w:val="006326F9"/>
    <w:rPr>
      <w:rFonts w:eastAsiaTheme="minorEastAsia"/>
      <w:i/>
      <w:color w:val="354F5F"/>
      <w:sz w:val="48"/>
    </w:rPr>
  </w:style>
  <w:style w:type="paragraph" w:styleId="NoteLevel2">
    <w:name w:val="Note Level 2"/>
    <w:basedOn w:val="Normal"/>
    <w:uiPriority w:val="99"/>
    <w:rsid w:val="008413FB"/>
    <w:pPr>
      <w:keepNext/>
      <w:numPr>
        <w:ilvl w:val="1"/>
        <w:numId w:val="11"/>
      </w:numPr>
      <w:spacing w:after="0"/>
      <w:contextualSpacing/>
      <w:outlineLvl w:val="1"/>
    </w:pPr>
  </w:style>
  <w:style w:type="paragraph" w:styleId="NoteLevel1">
    <w:name w:val="Note Level 1"/>
    <w:basedOn w:val="Normal"/>
    <w:uiPriority w:val="99"/>
    <w:rsid w:val="008413FB"/>
    <w:pPr>
      <w:keepNext/>
      <w:numPr>
        <w:numId w:val="11"/>
      </w:numPr>
      <w:spacing w:after="0"/>
      <w:contextualSpacing/>
      <w:outlineLvl w:val="0"/>
    </w:pPr>
  </w:style>
  <w:style w:type="paragraph" w:styleId="Footer">
    <w:name w:val="footer"/>
    <w:basedOn w:val="Normal"/>
    <w:link w:val="FooterChar"/>
    <w:uiPriority w:val="99"/>
    <w:unhideWhenUsed/>
    <w:qFormat/>
    <w:rsid w:val="00021DEE"/>
    <w:pPr>
      <w:pBdr>
        <w:top w:val="single" w:sz="4" w:space="6" w:color="auto"/>
      </w:pBdr>
      <w:spacing w:before="240" w:after="0" w:line="240" w:lineRule="auto"/>
    </w:pPr>
    <w:rPr>
      <w:color w:val="354F5F"/>
      <w:sz w:val="16"/>
      <w:szCs w:val="16"/>
      <w:lang w:val="en-AU"/>
    </w:rPr>
  </w:style>
  <w:style w:type="character" w:customStyle="1" w:styleId="FooterChar">
    <w:name w:val="Footer Char"/>
    <w:basedOn w:val="DefaultParagraphFont"/>
    <w:link w:val="Footer"/>
    <w:uiPriority w:val="99"/>
    <w:rsid w:val="00021DEE"/>
    <w:rPr>
      <w:color w:val="354F5F"/>
      <w:sz w:val="16"/>
      <w:szCs w:val="16"/>
      <w:lang w:val="en-AU"/>
    </w:rPr>
  </w:style>
  <w:style w:type="table" w:styleId="TableGrid">
    <w:name w:val="Table Grid"/>
    <w:basedOn w:val="TableNormal"/>
    <w:uiPriority w:val="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teLevel3">
    <w:name w:val="Note Level 3"/>
    <w:basedOn w:val="Normal"/>
    <w:uiPriority w:val="99"/>
    <w:rsid w:val="008413FB"/>
    <w:pPr>
      <w:keepNext/>
      <w:numPr>
        <w:ilvl w:val="2"/>
        <w:numId w:val="11"/>
      </w:numPr>
      <w:spacing w:after="0"/>
      <w:contextualSpacing/>
      <w:outlineLvl w:val="2"/>
    </w:pPr>
  </w:style>
  <w:style w:type="paragraph" w:styleId="NoteLevel4">
    <w:name w:val="Note Level 4"/>
    <w:basedOn w:val="Normal"/>
    <w:uiPriority w:val="99"/>
    <w:rsid w:val="008413FB"/>
    <w:pPr>
      <w:keepNext/>
      <w:numPr>
        <w:ilvl w:val="3"/>
        <w:numId w:val="11"/>
      </w:numPr>
      <w:spacing w:after="0"/>
      <w:contextualSpacing/>
      <w:outlineLvl w:val="3"/>
    </w:pPr>
  </w:style>
  <w:style w:type="paragraph" w:styleId="Caption">
    <w:name w:val="caption"/>
    <w:basedOn w:val="Normal"/>
    <w:next w:val="Normal"/>
    <w:uiPriority w:val="35"/>
    <w:semiHidden/>
    <w:unhideWhenUsed/>
    <w:qFormat/>
    <w:pPr>
      <w:spacing w:after="200" w:line="240" w:lineRule="auto"/>
    </w:pPr>
    <w:rPr>
      <w:i/>
      <w:iCs/>
      <w:szCs w:val="18"/>
    </w:rPr>
  </w:style>
  <w:style w:type="character" w:styleId="Emphasis">
    <w:name w:val="Emphasis"/>
    <w:basedOn w:val="DefaultParagraphFont"/>
    <w:uiPriority w:val="20"/>
    <w:semiHidden/>
    <w:unhideWhenUsed/>
    <w:qFormat/>
    <w:rPr>
      <w:i/>
      <w:iCs/>
      <w:caps/>
      <w:smallCaps w:val="0"/>
      <w:color w:val="3A3A3A" w:themeColor="text2"/>
    </w:rPr>
  </w:style>
  <w:style w:type="character" w:styleId="IntenseEmphasis">
    <w:name w:val="Intense Emphasis"/>
    <w:basedOn w:val="DefaultParagraphFont"/>
    <w:uiPriority w:val="21"/>
    <w:semiHidden/>
    <w:unhideWhenUsed/>
    <w:qFormat/>
    <w:rPr>
      <w:b/>
      <w:iCs/>
      <w:caps/>
      <w:smallCaps w:val="0"/>
      <w:color w:val="3A3A3A" w:themeColor="text2"/>
    </w:rPr>
  </w:style>
  <w:style w:type="paragraph" w:styleId="IntenseQuote">
    <w:name w:val="Intense Quote"/>
    <w:basedOn w:val="Normal"/>
    <w:next w:val="Normal"/>
    <w:link w:val="IntenseQuoteChar"/>
    <w:uiPriority w:val="30"/>
    <w:semiHidden/>
    <w:unhideWhenUsed/>
    <w:qFormat/>
    <w:pPr>
      <w:pBdr>
        <w:top w:val="single" w:sz="4" w:space="10" w:color="562241" w:themeColor="accent1"/>
        <w:bottom w:val="single" w:sz="4" w:space="10" w:color="562241" w:themeColor="accent1"/>
      </w:pBdr>
      <w:spacing w:before="360" w:after="360"/>
      <w:ind w:left="864" w:right="864"/>
      <w:jc w:val="center"/>
    </w:pPr>
    <w:rPr>
      <w:b/>
      <w:i/>
      <w:iCs/>
      <w:sz w:val="36"/>
    </w:rPr>
  </w:style>
  <w:style w:type="character" w:customStyle="1" w:styleId="IntenseQuoteChar">
    <w:name w:val="Intense Quote Char"/>
    <w:basedOn w:val="DefaultParagraphFont"/>
    <w:link w:val="IntenseQuote"/>
    <w:uiPriority w:val="30"/>
    <w:semiHidden/>
    <w:rPr>
      <w:b/>
      <w:i/>
      <w:iCs/>
      <w:sz w:val="36"/>
    </w:rPr>
  </w:style>
  <w:style w:type="character" w:styleId="PlaceholderText">
    <w:name w:val="Placeholder Text"/>
    <w:basedOn w:val="DefaultParagraphFont"/>
    <w:uiPriority w:val="99"/>
    <w:semiHidden/>
    <w:rPr>
      <w:color w:val="808080"/>
    </w:rPr>
  </w:style>
  <w:style w:type="paragraph" w:styleId="Quote">
    <w:name w:val="Quote"/>
    <w:basedOn w:val="Normal"/>
    <w:next w:val="Normal"/>
    <w:link w:val="QuoteChar"/>
    <w:uiPriority w:val="29"/>
    <w:semiHidden/>
    <w:unhideWhenUsed/>
    <w:qFormat/>
    <w:pPr>
      <w:spacing w:before="200"/>
      <w:ind w:left="864" w:right="864"/>
      <w:jc w:val="center"/>
    </w:pPr>
    <w:rPr>
      <w:iCs/>
      <w:sz w:val="36"/>
    </w:rPr>
  </w:style>
  <w:style w:type="character" w:customStyle="1" w:styleId="QuoteChar">
    <w:name w:val="Quote Char"/>
    <w:basedOn w:val="DefaultParagraphFont"/>
    <w:link w:val="Quote"/>
    <w:uiPriority w:val="29"/>
    <w:semiHidden/>
    <w:rPr>
      <w:iCs/>
      <w:sz w:val="36"/>
    </w:rPr>
  </w:style>
  <w:style w:type="character" w:styleId="Strong">
    <w:name w:val="Strong"/>
    <w:basedOn w:val="DefaultParagraphFont"/>
    <w:uiPriority w:val="22"/>
    <w:semiHidden/>
    <w:unhideWhenUsed/>
    <w:qFormat/>
    <w:rPr>
      <w:b/>
      <w:bCs/>
      <w:color w:val="3A3A3A" w:themeColor="text2"/>
    </w:rPr>
  </w:style>
  <w:style w:type="character" w:styleId="SubtleEmphasis">
    <w:name w:val="Subtle Emphasis"/>
    <w:basedOn w:val="DefaultParagraphFont"/>
    <w:uiPriority w:val="19"/>
    <w:semiHidden/>
    <w:unhideWhenUsed/>
    <w:qFormat/>
    <w:rPr>
      <w:i/>
      <w:iCs/>
      <w:color w:val="3A3A3A" w:themeColor="text2"/>
    </w:rPr>
  </w:style>
  <w:style w:type="character" w:styleId="SubtleReference">
    <w:name w:val="Subtle Reference"/>
    <w:basedOn w:val="DefaultParagraphFont"/>
    <w:uiPriority w:val="31"/>
    <w:semiHidden/>
    <w:unhideWhenUsed/>
    <w:qFormat/>
    <w:rPr>
      <w:i/>
      <w:caps/>
      <w:smallCaps w:val="0"/>
      <w:color w:val="3A3A3A" w:themeColor="text2"/>
    </w:rPr>
  </w:style>
  <w:style w:type="paragraph" w:styleId="TOCHeading">
    <w:name w:val="TOC Heading"/>
    <w:basedOn w:val="Heading1"/>
    <w:next w:val="Normal"/>
    <w:uiPriority w:val="39"/>
    <w:semiHidden/>
    <w:unhideWhenUsed/>
    <w:qFormat/>
    <w:pPr>
      <w:outlineLvl w:val="9"/>
    </w:pPr>
  </w:style>
  <w:style w:type="character" w:customStyle="1" w:styleId="Heading3Char">
    <w:name w:val="Heading 3 Char"/>
    <w:basedOn w:val="DefaultParagraphFont"/>
    <w:link w:val="Heading3"/>
    <w:uiPriority w:val="9"/>
    <w:rsid w:val="00C76585"/>
    <w:rPr>
      <w:rFonts w:asciiTheme="majorHAnsi" w:eastAsiaTheme="majorEastAsia" w:hAnsiTheme="majorHAnsi" w:cstheme="majorBidi"/>
      <w:b/>
      <w:color w:val="000000" w:themeColor="text1"/>
      <w:sz w:val="28"/>
      <w:szCs w:val="24"/>
    </w:rPr>
  </w:style>
  <w:style w:type="character" w:customStyle="1" w:styleId="Heading4Char">
    <w:name w:val="Heading 4 Char"/>
    <w:basedOn w:val="DefaultParagraphFont"/>
    <w:link w:val="Heading4"/>
    <w:uiPriority w:val="9"/>
    <w:rsid w:val="00C76585"/>
    <w:rPr>
      <w:rFonts w:asciiTheme="majorHAnsi" w:eastAsiaTheme="majorEastAsia" w:hAnsiTheme="majorHAnsi" w:cstheme="majorBidi"/>
      <w:b/>
      <w:i/>
      <w:iCs/>
      <w:color w:val="000000" w:themeColor="text1"/>
    </w:rPr>
  </w:style>
  <w:style w:type="character" w:customStyle="1" w:styleId="Heading5Char">
    <w:name w:val="Heading 5 Char"/>
    <w:basedOn w:val="DefaultParagraphFont"/>
    <w:link w:val="Heading5"/>
    <w:uiPriority w:val="9"/>
    <w:rsid w:val="00C2333A"/>
    <w:rPr>
      <w:rFonts w:asciiTheme="majorHAnsi" w:eastAsiaTheme="majorEastAsia" w:hAnsiTheme="majorHAnsi" w:cstheme="majorBidi"/>
      <w:color w:val="354F5F"/>
      <w:sz w:val="24"/>
    </w:rPr>
  </w:style>
  <w:style w:type="character" w:customStyle="1" w:styleId="Heading6Char">
    <w:name w:val="Heading 6 Char"/>
    <w:basedOn w:val="DefaultParagraphFont"/>
    <w:link w:val="Heading6"/>
    <w:uiPriority w:val="9"/>
    <w:rsid w:val="00A21659"/>
    <w:rPr>
      <w:rFonts w:asciiTheme="majorHAnsi" w:eastAsiaTheme="majorEastAsia" w:hAnsiTheme="majorHAnsi" w:cstheme="majorBidi"/>
      <w:b/>
      <w:i/>
      <w:color w:val="354F5F"/>
      <w:sz w:val="22"/>
    </w:rPr>
  </w:style>
  <w:style w:type="character" w:customStyle="1" w:styleId="Heading7Char">
    <w:name w:val="Heading 7 Char"/>
    <w:basedOn w:val="DefaultParagraphFont"/>
    <w:link w:val="Heading7"/>
    <w:uiPriority w:val="9"/>
    <w:rsid w:val="00101073"/>
    <w:rPr>
      <w:rFonts w:asciiTheme="majorHAnsi" w:eastAsiaTheme="majorEastAsia" w:hAnsiTheme="majorHAnsi" w:cstheme="majorBidi"/>
      <w:b/>
      <w:i/>
      <w:iCs/>
      <w:color w:val="0D0D0D" w:themeColor="text1" w:themeTint="F2"/>
      <w:sz w:val="22"/>
      <w:u w:val="single"/>
    </w:rPr>
  </w:style>
  <w:style w:type="character" w:customStyle="1" w:styleId="Heading8Char">
    <w:name w:val="Heading 8 Char"/>
    <w:basedOn w:val="DefaultParagraphFont"/>
    <w:link w:val="Heading8"/>
    <w:uiPriority w:val="9"/>
    <w:rsid w:val="00A21659"/>
    <w:rPr>
      <w:rFonts w:asciiTheme="majorHAnsi" w:eastAsiaTheme="majorEastAsia" w:hAnsiTheme="majorHAnsi" w:cstheme="majorBidi"/>
      <w:i/>
      <w:color w:val="354F5F"/>
      <w:sz w:val="22"/>
      <w:szCs w:val="21"/>
      <w:u w:val="single"/>
    </w:rPr>
  </w:style>
  <w:style w:type="character" w:customStyle="1" w:styleId="Heading9Char">
    <w:name w:val="Heading 9 Char"/>
    <w:basedOn w:val="DefaultParagraphFont"/>
    <w:link w:val="Heading9"/>
    <w:uiPriority w:val="9"/>
    <w:rsid w:val="00A21659"/>
    <w:rPr>
      <w:rFonts w:asciiTheme="majorHAnsi" w:eastAsiaTheme="majorEastAsia" w:hAnsiTheme="majorHAnsi" w:cstheme="majorBidi"/>
      <w:i/>
      <w:iCs/>
      <w:color w:val="354F5F"/>
      <w:sz w:val="22"/>
      <w:szCs w:val="21"/>
    </w:rPr>
  </w:style>
  <w:style w:type="character" w:styleId="PageNumber">
    <w:name w:val="page number"/>
    <w:basedOn w:val="DefaultParagraphFont"/>
    <w:uiPriority w:val="99"/>
    <w:semiHidden/>
    <w:unhideWhenUsed/>
    <w:rsid w:val="003D6687"/>
  </w:style>
  <w:style w:type="paragraph" w:styleId="ListParagraph">
    <w:name w:val="List Paragraph"/>
    <w:basedOn w:val="Normal"/>
    <w:uiPriority w:val="34"/>
    <w:unhideWhenUsed/>
    <w:qFormat/>
    <w:rsid w:val="00A21659"/>
    <w:pPr>
      <w:ind w:left="720"/>
      <w:contextualSpacing/>
    </w:pPr>
  </w:style>
  <w:style w:type="paragraph" w:styleId="NoteLevel5">
    <w:name w:val="Note Level 5"/>
    <w:basedOn w:val="Normal"/>
    <w:uiPriority w:val="99"/>
    <w:rsid w:val="008413FB"/>
    <w:pPr>
      <w:keepNext/>
      <w:numPr>
        <w:ilvl w:val="4"/>
        <w:numId w:val="11"/>
      </w:numPr>
      <w:spacing w:after="0"/>
      <w:contextualSpacing/>
      <w:outlineLvl w:val="4"/>
    </w:pPr>
  </w:style>
  <w:style w:type="paragraph" w:styleId="NoteLevel6">
    <w:name w:val="Note Level 6"/>
    <w:basedOn w:val="Normal"/>
    <w:uiPriority w:val="99"/>
    <w:rsid w:val="008413FB"/>
    <w:pPr>
      <w:keepNext/>
      <w:numPr>
        <w:ilvl w:val="5"/>
        <w:numId w:val="11"/>
      </w:numPr>
      <w:spacing w:after="0"/>
      <w:contextualSpacing/>
      <w:outlineLvl w:val="5"/>
    </w:pPr>
  </w:style>
  <w:style w:type="paragraph" w:styleId="NoteLevel7">
    <w:name w:val="Note Level 7"/>
    <w:basedOn w:val="Normal"/>
    <w:uiPriority w:val="99"/>
    <w:rsid w:val="008413FB"/>
    <w:pPr>
      <w:keepNext/>
      <w:numPr>
        <w:ilvl w:val="6"/>
        <w:numId w:val="11"/>
      </w:numPr>
      <w:spacing w:after="0"/>
      <w:contextualSpacing/>
      <w:outlineLvl w:val="6"/>
    </w:pPr>
  </w:style>
  <w:style w:type="paragraph" w:styleId="NoteLevel8">
    <w:name w:val="Note Level 8"/>
    <w:basedOn w:val="Normal"/>
    <w:uiPriority w:val="99"/>
    <w:rsid w:val="008413FB"/>
    <w:pPr>
      <w:keepNext/>
      <w:numPr>
        <w:ilvl w:val="7"/>
        <w:numId w:val="11"/>
      </w:numPr>
      <w:spacing w:after="0"/>
      <w:contextualSpacing/>
      <w:outlineLvl w:val="7"/>
    </w:pPr>
  </w:style>
  <w:style w:type="paragraph" w:styleId="NoteLevel9">
    <w:name w:val="Note Level 9"/>
    <w:basedOn w:val="Normal"/>
    <w:uiPriority w:val="99"/>
    <w:rsid w:val="008413FB"/>
    <w:pPr>
      <w:keepNext/>
      <w:numPr>
        <w:ilvl w:val="8"/>
        <w:numId w:val="11"/>
      </w:numPr>
      <w:spacing w:after="0"/>
      <w:contextualSpacing/>
      <w:outlineLvl w:val="8"/>
    </w:pPr>
  </w:style>
  <w:style w:type="paragraph" w:styleId="Header">
    <w:name w:val="header"/>
    <w:basedOn w:val="Normal"/>
    <w:link w:val="HeaderChar"/>
    <w:uiPriority w:val="99"/>
    <w:unhideWhenUsed/>
    <w:qFormat/>
    <w:rsid w:val="004C6EC0"/>
    <w:pPr>
      <w:pBdr>
        <w:bottom w:val="single" w:sz="4" w:space="6" w:color="auto"/>
      </w:pBdr>
      <w:tabs>
        <w:tab w:val="right" w:pos="8505"/>
      </w:tabs>
      <w:adjustRightInd w:val="0"/>
      <w:spacing w:after="240" w:line="240" w:lineRule="auto"/>
      <w:contextualSpacing/>
    </w:pPr>
    <w:rPr>
      <w:color w:val="354F5F"/>
      <w:sz w:val="16"/>
      <w:szCs w:val="16"/>
      <w:lang w:val="en-AU"/>
    </w:rPr>
  </w:style>
  <w:style w:type="character" w:customStyle="1" w:styleId="HeaderChar">
    <w:name w:val="Header Char"/>
    <w:basedOn w:val="DefaultParagraphFont"/>
    <w:link w:val="Header"/>
    <w:uiPriority w:val="99"/>
    <w:rsid w:val="004C6EC0"/>
    <w:rPr>
      <w:color w:val="354F5F"/>
      <w:sz w:val="16"/>
      <w:szCs w:val="16"/>
      <w:lang w:val="en-AU"/>
    </w:rPr>
  </w:style>
  <w:style w:type="paragraph" w:customStyle="1" w:styleId="Headersectiontitle">
    <w:name w:val="Header section title"/>
    <w:qFormat/>
    <w:rsid w:val="00CD4119"/>
    <w:pPr>
      <w:spacing w:after="100" w:afterAutospacing="1"/>
    </w:pPr>
    <w:rPr>
      <w:b/>
      <w:color w:val="FFFFFF" w:themeColor="background1"/>
      <w:sz w:val="44"/>
    </w:rPr>
  </w:style>
  <w:style w:type="paragraph" w:customStyle="1" w:styleId="Forteachers">
    <w:name w:val="For teachers"/>
    <w:next w:val="Normal"/>
    <w:qFormat/>
    <w:rsid w:val="004F51DD"/>
    <w:pPr>
      <w:spacing w:after="0" w:line="240" w:lineRule="auto"/>
      <w:jc w:val="center"/>
    </w:pPr>
    <w:rPr>
      <w:rFonts w:asciiTheme="majorHAnsi" w:eastAsiaTheme="majorEastAsia" w:hAnsiTheme="majorHAnsi" w:cstheme="majorBidi"/>
      <w:b/>
      <w:i/>
      <w:color w:val="FFFFFF" w:themeColor="background1"/>
      <w:sz w:val="24"/>
      <w:szCs w:val="24"/>
      <w:lang w:val="en-AU"/>
    </w:rPr>
  </w:style>
  <w:style w:type="paragraph" w:customStyle="1" w:styleId="Activitynamesubtitle">
    <w:name w:val="Activity name_subtitle"/>
    <w:qFormat/>
    <w:rsid w:val="00C2333A"/>
    <w:pPr>
      <w:spacing w:before="240" w:after="360" w:line="240" w:lineRule="auto"/>
    </w:pPr>
    <w:rPr>
      <w:i/>
      <w:color w:val="354F5F"/>
      <w:sz w:val="48"/>
    </w:rPr>
  </w:style>
  <w:style w:type="paragraph" w:customStyle="1" w:styleId="Footerpagenumber">
    <w:name w:val="Footer page number"/>
    <w:basedOn w:val="Footer"/>
    <w:link w:val="FooterpagenumberChar"/>
    <w:qFormat/>
    <w:rsid w:val="004F51DD"/>
    <w:pPr>
      <w:pBdr>
        <w:top w:val="none" w:sz="0" w:space="0" w:color="auto"/>
      </w:pBdr>
      <w:spacing w:before="120"/>
      <w:jc w:val="right"/>
    </w:pPr>
  </w:style>
  <w:style w:type="character" w:customStyle="1" w:styleId="FooterpagenumberChar">
    <w:name w:val="Footer page number Char"/>
    <w:basedOn w:val="FooterChar"/>
    <w:link w:val="Footerpagenumber"/>
    <w:rsid w:val="004F51DD"/>
    <w:rPr>
      <w:color w:val="354F5F"/>
      <w:sz w:val="16"/>
      <w:szCs w:val="16"/>
      <w:lang w:val="en-AU"/>
    </w:rPr>
  </w:style>
  <w:style w:type="paragraph" w:customStyle="1" w:styleId="Coverpicture">
    <w:name w:val="Cover picture"/>
    <w:basedOn w:val="Normal"/>
    <w:qFormat/>
    <w:rsid w:val="00021DEE"/>
    <w:pPr>
      <w:spacing w:before="480" w:after="480" w:line="240" w:lineRule="auto"/>
      <w:jc w:val="center"/>
    </w:pPr>
    <w:rPr>
      <w:noProof/>
      <w:lang w:eastAsia="en-US"/>
    </w:rPr>
  </w:style>
  <w:style w:type="paragraph" w:customStyle="1" w:styleId="Coverquestions">
    <w:name w:val="Cover questions"/>
    <w:basedOn w:val="Normal"/>
    <w:qFormat/>
    <w:rsid w:val="00021DEE"/>
    <w:pPr>
      <w:spacing w:after="240" w:line="240" w:lineRule="auto"/>
    </w:pPr>
    <w:rPr>
      <w:color w:val="354F5F"/>
      <w:sz w:val="28"/>
      <w:szCs w:val="28"/>
    </w:rPr>
  </w:style>
  <w:style w:type="paragraph" w:customStyle="1" w:styleId="logo">
    <w:name w:val="logo"/>
    <w:basedOn w:val="Normal"/>
    <w:qFormat/>
    <w:rsid w:val="004C6EC0"/>
    <w:pPr>
      <w:spacing w:before="600" w:line="240" w:lineRule="auto"/>
    </w:pPr>
  </w:style>
  <w:style w:type="character" w:styleId="CommentReference">
    <w:name w:val="annotation reference"/>
    <w:basedOn w:val="DefaultParagraphFont"/>
    <w:uiPriority w:val="99"/>
    <w:semiHidden/>
    <w:unhideWhenUsed/>
    <w:rsid w:val="00173819"/>
    <w:rPr>
      <w:sz w:val="16"/>
      <w:szCs w:val="16"/>
    </w:rPr>
  </w:style>
  <w:style w:type="paragraph" w:styleId="CommentText">
    <w:name w:val="annotation text"/>
    <w:basedOn w:val="Normal"/>
    <w:link w:val="CommentTextChar"/>
    <w:uiPriority w:val="99"/>
    <w:semiHidden/>
    <w:unhideWhenUsed/>
    <w:rsid w:val="00173819"/>
    <w:pPr>
      <w:spacing w:after="0" w:line="240" w:lineRule="auto"/>
    </w:pPr>
    <w:rPr>
      <w:rFonts w:ascii="Arial" w:eastAsia="Arial" w:hAnsi="Arial" w:cs="Arial"/>
      <w:color w:val="000000"/>
      <w:sz w:val="20"/>
      <w:szCs w:val="20"/>
      <w:lang w:eastAsia="en-US"/>
    </w:rPr>
  </w:style>
  <w:style w:type="character" w:customStyle="1" w:styleId="CommentTextChar">
    <w:name w:val="Comment Text Char"/>
    <w:basedOn w:val="DefaultParagraphFont"/>
    <w:link w:val="CommentText"/>
    <w:uiPriority w:val="99"/>
    <w:semiHidden/>
    <w:rsid w:val="00173819"/>
    <w:rPr>
      <w:rFonts w:ascii="Arial" w:eastAsia="Arial" w:hAnsi="Arial" w:cs="Arial"/>
      <w:color w:val="000000"/>
      <w:sz w:val="20"/>
      <w:szCs w:val="20"/>
      <w:lang w:eastAsia="en-US"/>
    </w:rPr>
  </w:style>
  <w:style w:type="paragraph" w:styleId="BalloonText">
    <w:name w:val="Balloon Text"/>
    <w:basedOn w:val="Normal"/>
    <w:link w:val="BalloonTextChar"/>
    <w:uiPriority w:val="99"/>
    <w:semiHidden/>
    <w:unhideWhenUsed/>
    <w:rsid w:val="00173819"/>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173819"/>
    <w:rPr>
      <w:rFonts w:ascii="Times New Roman" w:hAnsi="Times New Roman" w:cs="Times New Roman"/>
      <w:color w:val="000000" w:themeColor="text1"/>
      <w:sz w:val="18"/>
      <w:szCs w:val="18"/>
    </w:rPr>
  </w:style>
  <w:style w:type="paragraph" w:styleId="NormalWeb">
    <w:name w:val="Normal (Web)"/>
    <w:basedOn w:val="Normal"/>
    <w:uiPriority w:val="99"/>
    <w:unhideWhenUsed/>
    <w:rsid w:val="00253E60"/>
    <w:pPr>
      <w:spacing w:before="100" w:beforeAutospacing="1" w:after="100" w:afterAutospacing="1" w:line="240" w:lineRule="auto"/>
    </w:pPr>
    <w:rPr>
      <w:rFonts w:ascii="Times New Roman" w:eastAsia="Times New Roman" w:hAnsi="Times New Roman" w:cs="Times New Roman"/>
      <w:color w:val="auto"/>
      <w:sz w:val="24"/>
      <w:szCs w:val="24"/>
      <w:lang w:val="en-AU" w:eastAsia="en-AU"/>
    </w:rPr>
  </w:style>
  <w:style w:type="character" w:styleId="Hyperlink">
    <w:name w:val="Hyperlink"/>
    <w:basedOn w:val="DefaultParagraphFont"/>
    <w:uiPriority w:val="99"/>
    <w:unhideWhenUsed/>
    <w:rsid w:val="00A173FC"/>
    <w:rPr>
      <w:color w:val="36A3B8"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doNotSaveAsSingleFile/>
</w:webSettings>
</file>

<file path=word/_rels/document.xml.rels><?xml version="1.0" encoding="UTF-8" standalone="yes"?>
<Relationships xmlns="http://schemas.openxmlformats.org/package/2006/relationships"><Relationship Id="rId46" Type="http://schemas.openxmlformats.org/officeDocument/2006/relationships/footer" Target="footer2.xml"/><Relationship Id="rId47" Type="http://schemas.openxmlformats.org/officeDocument/2006/relationships/header" Target="header2.xml"/><Relationship Id="rId48" Type="http://schemas.openxmlformats.org/officeDocument/2006/relationships/footer" Target="footer3.xml"/><Relationship Id="rId49" Type="http://schemas.openxmlformats.org/officeDocument/2006/relationships/fontTable" Target="fontTable.xml"/><Relationship Id="rId20" Type="http://schemas.openxmlformats.org/officeDocument/2006/relationships/hyperlink" Target="http://www.australiancurriculum.edu.au/curriculum/contentdescription/ACMMG221" TargetMode="External"/><Relationship Id="rId21" Type="http://schemas.openxmlformats.org/officeDocument/2006/relationships/hyperlink" Target="http://video.nationalgeographic.com.au/video/weirdest-bees-dance" TargetMode="External"/><Relationship Id="rId22" Type="http://schemas.openxmlformats.org/officeDocument/2006/relationships/hyperlink" Target="http://www.australiancurriculum.edu.au/glossary/popup?a=M&amp;t=Data" TargetMode="External"/><Relationship Id="rId23" Type="http://schemas.openxmlformats.org/officeDocument/2006/relationships/hyperlink" Target="http://www.australiancurriculum.edu.au/curriculum/contentdescription/ACMSP206" TargetMode="External"/><Relationship Id="rId24" Type="http://schemas.openxmlformats.org/officeDocument/2006/relationships/hyperlink" Target="https://en.wikipedia.org/wiki/Opinion_polling_for_the_next_Australian_federal_election" TargetMode="External"/><Relationship Id="rId25" Type="http://schemas.openxmlformats.org/officeDocument/2006/relationships/hyperlink" Target="https://en.wikipedia.org/wiki/Australian_federal_election,_2013" TargetMode="External"/><Relationship Id="rId26" Type="http://schemas.openxmlformats.org/officeDocument/2006/relationships/hyperlink" Target="https://youtu.be/BmsC6AEbkrw" TargetMode="External"/><Relationship Id="rId27" Type="http://schemas.openxmlformats.org/officeDocument/2006/relationships/hyperlink" Target="http://www.australiancurriculum.edu.au/glossary/popup?a=M&amp;t=Percentage" TargetMode="External"/><Relationship Id="rId28" Type="http://schemas.openxmlformats.org/officeDocument/2006/relationships/hyperlink" Target="http://www.australiancurriculum.edu.au/curriculum/contentdescription/ACMNA158" TargetMode="External"/><Relationship Id="rId29" Type="http://schemas.openxmlformats.org/officeDocument/2006/relationships/hyperlink" Target="http://www.australiancurriculum.edu.au/glossary/popup?a=M&amp;t=Numerical+data" TargetMode="External"/><Relationship Id="rId50"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30" Type="http://schemas.openxmlformats.org/officeDocument/2006/relationships/hyperlink" Target="http://www.australiancurriculum.edu.au/curriculum/contentdescription/ACMSP169" TargetMode="External"/><Relationship Id="rId31" Type="http://schemas.openxmlformats.org/officeDocument/2006/relationships/hyperlink" Target="https://en.wikipedia.org/wiki/List_of_crop_plants_pollinated_by_bees" TargetMode="External"/><Relationship Id="rId32" Type="http://schemas.openxmlformats.org/officeDocument/2006/relationships/hyperlink" Target="http://www.un.org/apps/news/story.asp?NewsID=37731" TargetMode="External"/><Relationship Id="rId9" Type="http://schemas.openxmlformats.org/officeDocument/2006/relationships/image" Target="media/image2.png"/><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emf"/><Relationship Id="rId33" Type="http://schemas.openxmlformats.org/officeDocument/2006/relationships/hyperlink" Target="https://blog.csiro.au/protecting-our-pollinators-indigenous-knowledge/" TargetMode="External"/><Relationship Id="rId34" Type="http://schemas.openxmlformats.org/officeDocument/2006/relationships/hyperlink" Target="https://en.wikipedia.org/wiki/List_of_crop_plants_pollinated_by_bees" TargetMode="External"/><Relationship Id="rId35" Type="http://schemas.openxmlformats.org/officeDocument/2006/relationships/hyperlink" Target="http://www.australiancurriculum.edu.au/glossary/popup?a=M&amp;t=Congruence" TargetMode="External"/><Relationship Id="rId36" Type="http://schemas.openxmlformats.org/officeDocument/2006/relationships/hyperlink" Target="http://www.australiancurriculum.edu.au/curriculum/contentdescription/ACMMG200" TargetMode="External"/><Relationship Id="rId10" Type="http://schemas.openxmlformats.org/officeDocument/2006/relationships/hyperlink" Target="http://tiny.cc/mathsinsidefeedback" TargetMode="External"/><Relationship Id="rId11" Type="http://schemas.openxmlformats.org/officeDocument/2006/relationships/hyperlink" Target="http://www.australiancurriculum.edu.au/curriculum/contentdescription/ACMMG159" TargetMode="External"/><Relationship Id="rId12" Type="http://schemas.openxmlformats.org/officeDocument/2006/relationships/hyperlink" Target="http://www.australiancurriculum.edu.au/curriculum/contentdescription/ACMMG160" TargetMode="External"/><Relationship Id="rId13" Type="http://schemas.openxmlformats.org/officeDocument/2006/relationships/hyperlink" Target="http://www.australiancurriculum.edu.au/glossary/popup?a=M&amp;t=Volume" TargetMode="External"/><Relationship Id="rId14" Type="http://schemas.openxmlformats.org/officeDocument/2006/relationships/hyperlink" Target="http://www.australiancurriculum.edu.au/curriculum/contentdescription/ACMMG198" TargetMode="External"/><Relationship Id="rId15" Type="http://schemas.openxmlformats.org/officeDocument/2006/relationships/hyperlink" Target="http://www.australiancurriculum.edu.au/curriculum/contentdescription/ACMMG216" TargetMode="External"/><Relationship Id="rId16" Type="http://schemas.openxmlformats.org/officeDocument/2006/relationships/hyperlink" Target="http://www.australiancurriculum.edu.au/glossary/popup?a=M&amp;t=Pythagoras%e2%80%99+theorem" TargetMode="External"/><Relationship Id="rId17" Type="http://schemas.openxmlformats.org/officeDocument/2006/relationships/hyperlink" Target="http://www.australiancurriculum.edu.au/curriculum/contentdescription/ACMMG222" TargetMode="External"/><Relationship Id="rId18" Type="http://schemas.openxmlformats.org/officeDocument/2006/relationships/hyperlink" Target="http://www.australiancurriculum.edu.au/glossary/popup?a=M&amp;t=Ratio" TargetMode="External"/><Relationship Id="rId19" Type="http://schemas.openxmlformats.org/officeDocument/2006/relationships/hyperlink" Target="http://www.australiancurriculum.edu.au/glossary/popup?a=M&amp;t=Similar" TargetMode="External"/><Relationship Id="rId37" Type="http://schemas.openxmlformats.org/officeDocument/2006/relationships/hyperlink" Target="http://www.australiancurriculum.edu.au/glossary/popup?a=M&amp;t=Angle" TargetMode="External"/><Relationship Id="rId38" Type="http://schemas.openxmlformats.org/officeDocument/2006/relationships/hyperlink" Target="http://www.australiancurriculum.edu.au/glossary/popup?a=M&amp;t=Sum" TargetMode="External"/><Relationship Id="rId39" Type="http://schemas.openxmlformats.org/officeDocument/2006/relationships/hyperlink" Target="http://www.australiancurriculum.edu.au/glossary/popup?a=M&amp;t=Angle" TargetMode="External"/><Relationship Id="rId40" Type="http://schemas.openxmlformats.org/officeDocument/2006/relationships/hyperlink" Target="http://www.australiancurriculum.edu.au/glossary/popup?a=M&amp;t=Sum" TargetMode="External"/><Relationship Id="rId41" Type="http://schemas.openxmlformats.org/officeDocument/2006/relationships/hyperlink" Target="http://www.australiancurriculum.edu.au/curriculum/contentdescription/ACMMG166" TargetMode="External"/><Relationship Id="rId42" Type="http://schemas.openxmlformats.org/officeDocument/2006/relationships/hyperlink" Target="http://topdrawer.aamt.edu.au/Reasoning/Big-ideas/Mathematical-truth/Truth-of-propositions/Do-quadrilaterals-tessellate" TargetMode="External"/><Relationship Id="rId43" Type="http://schemas.openxmlformats.org/officeDocument/2006/relationships/hyperlink" Target="https://en.wikipedia.org/wiki/Euclidean_tilings_by_convex_regular_polygons" TargetMode="External"/><Relationship Id="rId44" Type="http://schemas.openxmlformats.org/officeDocument/2006/relationships/header" Target="header1.xml"/><Relationship Id="rId45"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amt/Library/Containers/com.microsoft.Word/Data/Library/Caches/3081/TM10002077/Catalog.dotx" TargetMode="External"/></Relationships>
</file>

<file path=word/theme/theme1.xml><?xml version="1.0" encoding="utf-8"?>
<a:theme xmlns:a="http://schemas.openxmlformats.org/drawingml/2006/main" name="Office Theme">
  <a:themeElements>
    <a:clrScheme name="TF100002026">
      <a:dk1>
        <a:sysClr val="windowText" lastClr="000000"/>
      </a:dk1>
      <a:lt1>
        <a:sysClr val="window" lastClr="FFFFFF"/>
      </a:lt1>
      <a:dk2>
        <a:srgbClr val="3A3A3A"/>
      </a:dk2>
      <a:lt2>
        <a:srgbClr val="F4F4F3"/>
      </a:lt2>
      <a:accent1>
        <a:srgbClr val="562241"/>
      </a:accent1>
      <a:accent2>
        <a:srgbClr val="CCC44F"/>
      </a:accent2>
      <a:accent3>
        <a:srgbClr val="568F59"/>
      </a:accent3>
      <a:accent4>
        <a:srgbClr val="806B50"/>
      </a:accent4>
      <a:accent5>
        <a:srgbClr val="408296"/>
      </a:accent5>
      <a:accent6>
        <a:srgbClr val="A34240"/>
      </a:accent6>
      <a:hlink>
        <a:srgbClr val="36A3B8"/>
      </a:hlink>
      <a:folHlink>
        <a:srgbClr val="805273"/>
      </a:folHlink>
    </a:clrScheme>
    <a:fontScheme name="Cambria">
      <a:majorFont>
        <a:latin typeface="Cambria"/>
        <a:ea typeface=""/>
        <a:cs typeface=""/>
        <a:font script="Jpan" typeface="メイリオ"/>
        <a:font script="Hang" typeface="맑은 고딕"/>
        <a:font script="Hans" typeface="微软雅黑"/>
        <a:font script="Hant" typeface="微軟正黑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メイリオ"/>
        <a:font script="Hang" typeface="맑은 고딕"/>
        <a:font script="Hans" typeface="微软雅黑"/>
        <a:font script="Hant" typeface="微軟正黑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24B2BCFE-3711-754A-A2BD-7A72D2D3EF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Catalog.dotx</Template>
  <TotalTime>443</TotalTime>
  <Pages>22</Pages>
  <Words>4524</Words>
  <Characters>25788</Characters>
  <Application>Microsoft Macintosh Word</Application>
  <DocSecurity>0</DocSecurity>
  <Lines>214</Lines>
  <Paragraphs>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30252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Jacquie Sprott</dc:creator>
  <cp:keywords/>
  <dc:description/>
  <cp:lastModifiedBy>Toby Spencer</cp:lastModifiedBy>
  <cp:revision>25</cp:revision>
  <cp:lastPrinted>2016-09-02T02:21:00Z</cp:lastPrinted>
  <dcterms:created xsi:type="dcterms:W3CDTF">2016-08-16T02:47:00Z</dcterms:created>
  <dcterms:modified xsi:type="dcterms:W3CDTF">2017-03-14T23:32:00Z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ssetID">
    <vt:lpwstr>TF10002026</vt:lpwstr>
  </property>
</Properties>
</file>